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2224"/>
        <w:gridCol w:w="82"/>
        <w:gridCol w:w="3618"/>
        <w:gridCol w:w="3702"/>
        <w:gridCol w:w="13"/>
      </w:tblGrid>
      <w:tr w:rsidR="003B7DF9" w:rsidTr="00F5616B">
        <w:trPr>
          <w:gridAfter w:val="1"/>
          <w:wAfter w:w="13" w:type="dxa"/>
        </w:trPr>
        <w:tc>
          <w:tcPr>
            <w:tcW w:w="224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F97F8C" w:rsidRDefault="003B7DF9" w:rsidP="00984503"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8F4314" w:rsidRPr="001B1BC9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498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B1332B" w:rsidP="0098450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3B7DF9" w:rsidRPr="001B1BC9" w:rsidTr="00F5616B">
        <w:trPr>
          <w:gridAfter w:val="1"/>
          <w:wAfter w:w="13" w:type="dxa"/>
        </w:trPr>
        <w:tc>
          <w:tcPr>
            <w:tcW w:w="224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498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B1332B" w:rsidP="00675C71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="003B7DF9" w:rsidRPr="001B1BC9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1B1BC9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1B1B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5C71">
              <w:rPr>
                <w:rFonts w:ascii="Arial" w:hAnsi="Arial" w:cs="Arial"/>
                <w:sz w:val="18"/>
                <w:szCs w:val="18"/>
              </w:rPr>
              <w:t>56</w:t>
            </w:r>
          </w:p>
        </w:tc>
      </w:tr>
      <w:tr w:rsidR="003B7DF9" w:rsidRPr="001B1BC9" w:rsidTr="00F5616B">
        <w:trPr>
          <w:gridAfter w:val="1"/>
          <w:wAfter w:w="13" w:type="dxa"/>
        </w:trPr>
        <w:tc>
          <w:tcPr>
            <w:tcW w:w="224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498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F5616B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</w:rPr>
              <w:instrText xml:space="preserve"> CREATEDATE  \@ "dddd, MMMM dd, yyyy"  \* MERGEFORMAT </w:instrText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75C71">
              <w:rPr>
                <w:rFonts w:ascii="Arial" w:hAnsi="Arial" w:cs="Arial"/>
                <w:noProof/>
                <w:sz w:val="18"/>
                <w:szCs w:val="18"/>
              </w:rPr>
              <w:t>Tuesday, July 21, 2020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7DF9" w:rsidRPr="001B1BC9" w:rsidTr="00F5616B">
        <w:trPr>
          <w:gridAfter w:val="1"/>
          <w:wAfter w:w="13" w:type="dxa"/>
        </w:trPr>
        <w:tc>
          <w:tcPr>
            <w:tcW w:w="22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150EF7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Hospital Number</w:t>
            </w:r>
            <w:r w:rsidR="003B7DF9" w:rsidRPr="001B1BC9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498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3B7DF9" w:rsidP="0098450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1B1BC9" w:rsidTr="00F5616B">
        <w:trPr>
          <w:gridAfter w:val="1"/>
          <w:wAfter w:w="13" w:type="dxa"/>
        </w:trPr>
        <w:tc>
          <w:tcPr>
            <w:tcW w:w="22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150EF7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498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B1BC9" w:rsidRDefault="00675C71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proofErr w:type="spellStart"/>
            <w:r w:rsidRPr="00675C71">
              <w:rPr>
                <w:rFonts w:ascii="Arial" w:hAnsi="Arial" w:cs="Arial"/>
                <w:sz w:val="18"/>
                <w:szCs w:val="18"/>
              </w:rPr>
              <w:t>Dr</w:t>
            </w:r>
            <w:proofErr w:type="spellEnd"/>
            <w:r w:rsidRPr="00675C7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75C71">
              <w:rPr>
                <w:rFonts w:ascii="Arial" w:hAnsi="Arial" w:cs="Arial"/>
                <w:sz w:val="18"/>
                <w:szCs w:val="18"/>
              </w:rPr>
              <w:t>Kar</w:t>
            </w:r>
            <w:proofErr w:type="spellEnd"/>
          </w:p>
        </w:tc>
      </w:tr>
      <w:tr w:rsidR="00A5497F" w:rsidRPr="001B1BC9" w:rsidTr="00F5616B">
        <w:trPr>
          <w:gridAfter w:val="1"/>
          <w:wAfter w:w="13" w:type="dxa"/>
        </w:trPr>
        <w:tc>
          <w:tcPr>
            <w:tcW w:w="22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1B1BC9" w:rsidRDefault="00A5497F" w:rsidP="00984503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498" w:type="dxa"/>
            <w:gridSpan w:val="3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497F" w:rsidRPr="001B1BC9" w:rsidRDefault="00675C71" w:rsidP="009845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CKD for transplant work up</w:t>
            </w:r>
          </w:p>
        </w:tc>
      </w:tr>
      <w:tr w:rsidR="00A5497F" w:rsidRPr="001B1BC9" w:rsidTr="00F5616B">
        <w:trPr>
          <w:gridAfter w:val="1"/>
          <w:wAfter w:w="13" w:type="dxa"/>
        </w:trPr>
        <w:tc>
          <w:tcPr>
            <w:tcW w:w="22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1B1BC9" w:rsidRDefault="00A5497F" w:rsidP="00984503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498" w:type="dxa"/>
            <w:gridSpan w:val="3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1B1BC9" w:rsidRDefault="00A5497F" w:rsidP="0098450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1B1BC9" w:rsidTr="001B1BC9">
        <w:trPr>
          <w:gridAfter w:val="1"/>
          <w:wAfter w:w="13" w:type="dxa"/>
        </w:trPr>
        <w:tc>
          <w:tcPr>
            <w:tcW w:w="9740" w:type="dxa"/>
            <w:gridSpan w:val="4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1B1BC9" w:rsidRDefault="002E202E" w:rsidP="00150EF7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B1BC9">
              <w:rPr>
                <w:rFonts w:ascii="Arial" w:hAnsi="Arial"/>
                <w:b/>
                <w:bCs/>
                <w:sz w:val="18"/>
                <w:szCs w:val="20"/>
              </w:rPr>
              <w:t xml:space="preserve">Bilateral </w:t>
            </w:r>
            <w:proofErr w:type="spellStart"/>
            <w:r w:rsidR="00150EF7">
              <w:rPr>
                <w:rFonts w:ascii="Arial" w:hAnsi="Arial"/>
                <w:b/>
                <w:bCs/>
                <w:sz w:val="18"/>
                <w:szCs w:val="20"/>
              </w:rPr>
              <w:t>Aorto</w:t>
            </w:r>
            <w:proofErr w:type="spellEnd"/>
            <w:r w:rsidR="00150EF7">
              <w:rPr>
                <w:rFonts w:ascii="Arial" w:hAnsi="Arial"/>
                <w:b/>
                <w:bCs/>
                <w:sz w:val="18"/>
                <w:szCs w:val="20"/>
              </w:rPr>
              <w:t>-Popliteal</w:t>
            </w:r>
            <w:r w:rsidRPr="001B1BC9">
              <w:rPr>
                <w:rFonts w:ascii="Arial" w:hAnsi="Arial"/>
                <w:b/>
                <w:bCs/>
                <w:sz w:val="18"/>
                <w:szCs w:val="20"/>
              </w:rPr>
              <w:t xml:space="preserve"> Arterial</w:t>
            </w:r>
            <w:r w:rsidR="003B7DF9" w:rsidRPr="001B1BC9">
              <w:rPr>
                <w:rFonts w:ascii="Arial" w:hAnsi="Arial"/>
                <w:b/>
                <w:bCs/>
                <w:sz w:val="18"/>
                <w:szCs w:val="20"/>
              </w:rPr>
              <w:t xml:space="preserve"> Duplex</w:t>
            </w:r>
          </w:p>
        </w:tc>
      </w:tr>
      <w:tr w:rsidR="001F41A1" w:rsidRPr="001B1BC9" w:rsidTr="001B1BC9">
        <w:trPr>
          <w:gridAfter w:val="1"/>
          <w:wAfter w:w="13" w:type="dxa"/>
          <w:trHeight w:val="7938"/>
        </w:trPr>
        <w:tc>
          <w:tcPr>
            <w:tcW w:w="9740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F41A1" w:rsidRPr="001B1BC9" w:rsidRDefault="00CD5B46" w:rsidP="001B1BC9">
            <w:pPr>
              <w:tabs>
                <w:tab w:val="left" w:pos="2127"/>
              </w:tabs>
              <w:jc w:val="center"/>
              <w:rPr>
                <w:rFonts w:ascii="Arial" w:hAnsi="Arial"/>
                <w:color w:val="808080"/>
                <w:sz w:val="18"/>
                <w:szCs w:val="18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3793490</wp:posOffset>
                      </wp:positionH>
                      <wp:positionV relativeFrom="paragraph">
                        <wp:posOffset>3733800</wp:posOffset>
                      </wp:positionV>
                      <wp:extent cx="306070" cy="152400"/>
                      <wp:effectExtent l="8255" t="1270" r="0" b="8255"/>
                      <wp:wrapNone/>
                      <wp:docPr id="66" name="Text Box 6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CD5B46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T148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40" o:spid="_x0000_s1026" type="#_x0000_t202" style="position:absolute;left:0;text-align:left;margin-left:298.7pt;margin-top:294pt;width:24.1pt;height:1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CD5B46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T148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3759200</wp:posOffset>
                      </wp:positionH>
                      <wp:positionV relativeFrom="paragraph">
                        <wp:posOffset>3408045</wp:posOffset>
                      </wp:positionV>
                      <wp:extent cx="306070" cy="152400"/>
                      <wp:effectExtent l="2540" t="8890" r="5715" b="635"/>
                      <wp:wrapNone/>
                      <wp:docPr id="65" name="Text Box 6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CD5B46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T127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9" o:spid="_x0000_s1027" type="#_x0000_t202" style="position:absolute;left:0;text-align:left;margin-left:296pt;margin-top:268.35pt;width:24.1pt;height:12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CD5B46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T127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3731260</wp:posOffset>
                      </wp:positionH>
                      <wp:positionV relativeFrom="paragraph">
                        <wp:posOffset>3048000</wp:posOffset>
                      </wp:positionV>
                      <wp:extent cx="306070" cy="152400"/>
                      <wp:effectExtent l="3175" t="1270" r="5080" b="8255"/>
                      <wp:wrapNone/>
                      <wp:docPr id="64" name="Text Box 6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CD5B46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T142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8" o:spid="_x0000_s1028" type="#_x0000_t202" style="position:absolute;left:0;text-align:left;margin-left:293.8pt;margin-top:240pt;width:24.1pt;height:12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RuuoQ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CD5B46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T142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3738245</wp:posOffset>
                      </wp:positionH>
                      <wp:positionV relativeFrom="paragraph">
                        <wp:posOffset>2715260</wp:posOffset>
                      </wp:positionV>
                      <wp:extent cx="306070" cy="152400"/>
                      <wp:effectExtent l="635" t="1905" r="7620" b="7620"/>
                      <wp:wrapNone/>
                      <wp:docPr id="63" name="Text Box 6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CD5B46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T120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7" o:spid="_x0000_s1029" type="#_x0000_t202" style="position:absolute;left:0;text-align:left;margin-left:294.35pt;margin-top:213.8pt;width:24.1pt;height:1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RdvoQ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CD5B46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3683000</wp:posOffset>
                      </wp:positionH>
                      <wp:positionV relativeFrom="paragraph">
                        <wp:posOffset>4591685</wp:posOffset>
                      </wp:positionV>
                      <wp:extent cx="195580" cy="348615"/>
                      <wp:effectExtent l="2540" t="1905" r="1905" b="1905"/>
                      <wp:wrapNone/>
                      <wp:docPr id="62" name="Freeform 5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5580" cy="348615"/>
                              </a:xfrm>
                              <a:custGeom>
                                <a:avLst/>
                                <a:gdLst>
                                  <a:gd name="T0" fmla="*/ 15 w 306"/>
                                  <a:gd name="T1" fmla="*/ 13 h 546"/>
                                  <a:gd name="T2" fmla="*/ 213 w 306"/>
                                  <a:gd name="T3" fmla="*/ 175 h 546"/>
                                  <a:gd name="T4" fmla="*/ 291 w 306"/>
                                  <a:gd name="T5" fmla="*/ 367 h 546"/>
                                  <a:gd name="T6" fmla="*/ 285 w 306"/>
                                  <a:gd name="T7" fmla="*/ 529 h 546"/>
                                  <a:gd name="T8" fmla="*/ 165 w 306"/>
                                  <a:gd name="T9" fmla="*/ 469 h 546"/>
                                  <a:gd name="T10" fmla="*/ 153 w 306"/>
                                  <a:gd name="T11" fmla="*/ 421 h 546"/>
                                  <a:gd name="T12" fmla="*/ 123 w 306"/>
                                  <a:gd name="T13" fmla="*/ 253 h 546"/>
                                  <a:gd name="T14" fmla="*/ 15 w 306"/>
                                  <a:gd name="T15" fmla="*/ 13 h 54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306" h="546">
                                    <a:moveTo>
                                      <a:pt x="15" y="13"/>
                                    </a:moveTo>
                                    <a:cubicBezTo>
                                      <a:pt x="30" y="0"/>
                                      <a:pt x="167" y="116"/>
                                      <a:pt x="213" y="175"/>
                                    </a:cubicBezTo>
                                    <a:cubicBezTo>
                                      <a:pt x="259" y="234"/>
                                      <a:pt x="279" y="308"/>
                                      <a:pt x="291" y="367"/>
                                    </a:cubicBezTo>
                                    <a:cubicBezTo>
                                      <a:pt x="303" y="426"/>
                                      <a:pt x="306" y="512"/>
                                      <a:pt x="285" y="529"/>
                                    </a:cubicBezTo>
                                    <a:cubicBezTo>
                                      <a:pt x="264" y="546"/>
                                      <a:pt x="187" y="487"/>
                                      <a:pt x="165" y="469"/>
                                    </a:cubicBezTo>
                                    <a:cubicBezTo>
                                      <a:pt x="143" y="451"/>
                                      <a:pt x="160" y="457"/>
                                      <a:pt x="153" y="421"/>
                                    </a:cubicBezTo>
                                    <a:cubicBezTo>
                                      <a:pt x="146" y="385"/>
                                      <a:pt x="144" y="318"/>
                                      <a:pt x="123" y="253"/>
                                    </a:cubicBezTo>
                                    <a:cubicBezTo>
                                      <a:pt x="102" y="188"/>
                                      <a:pt x="0" y="26"/>
                                      <a:pt x="15" y="1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D2AC67" id="Freeform 595" o:spid="_x0000_s1026" style="position:absolute;margin-left:290pt;margin-top:361.55pt;width:15.4pt;height:27.4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6,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" path="m15,13c30,,167,116,213,175v46,59,66,133,78,192c303,426,306,512,285,529,264,546,187,487,165,469v-22,-18,-5,-12,-12,-48c146,385,144,318,123,253,102,188,,26,15,13xe" fillcolor="#ddd" stroked="f">
                      <v:path arrowok="t" o:connecttype="custom" o:connectlocs="9587,8300;136139,111736;185993,234325;182158,337761;105460,299451;97790,268804;78615,161538;9587,8300" o:connectangles="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3565525</wp:posOffset>
                      </wp:positionH>
                      <wp:positionV relativeFrom="paragraph">
                        <wp:posOffset>4373245</wp:posOffset>
                      </wp:positionV>
                      <wp:extent cx="307340" cy="222885"/>
                      <wp:effectExtent l="8890" t="2540" r="7620" b="3175"/>
                      <wp:wrapNone/>
                      <wp:docPr id="61" name="Freeform 5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7340" cy="222885"/>
                              </a:xfrm>
                              <a:custGeom>
                                <a:avLst/>
                                <a:gdLst>
                                  <a:gd name="T0" fmla="*/ 109 w 481"/>
                                  <a:gd name="T1" fmla="*/ 97 h 349"/>
                                  <a:gd name="T2" fmla="*/ 349 w 481"/>
                                  <a:gd name="T3" fmla="*/ 283 h 349"/>
                                  <a:gd name="T4" fmla="*/ 475 w 481"/>
                                  <a:gd name="T5" fmla="*/ 319 h 349"/>
                                  <a:gd name="T6" fmla="*/ 385 w 481"/>
                                  <a:gd name="T7" fmla="*/ 103 h 349"/>
                                  <a:gd name="T8" fmla="*/ 247 w 481"/>
                                  <a:gd name="T9" fmla="*/ 97 h 349"/>
                                  <a:gd name="T10" fmla="*/ 25 w 481"/>
                                  <a:gd name="T11" fmla="*/ 1 h 349"/>
                                  <a:gd name="T12" fmla="*/ 109 w 481"/>
                                  <a:gd name="T13" fmla="*/ 97 h 3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481" h="349">
                                    <a:moveTo>
                                      <a:pt x="109" y="97"/>
                                    </a:moveTo>
                                    <a:cubicBezTo>
                                      <a:pt x="163" y="144"/>
                                      <a:pt x="288" y="246"/>
                                      <a:pt x="349" y="283"/>
                                    </a:cubicBezTo>
                                    <a:cubicBezTo>
                                      <a:pt x="410" y="320"/>
                                      <a:pt x="469" y="349"/>
                                      <a:pt x="475" y="319"/>
                                    </a:cubicBezTo>
                                    <a:cubicBezTo>
                                      <a:pt x="481" y="289"/>
                                      <a:pt x="423" y="140"/>
                                      <a:pt x="385" y="103"/>
                                    </a:cubicBezTo>
                                    <a:cubicBezTo>
                                      <a:pt x="347" y="66"/>
                                      <a:pt x="307" y="114"/>
                                      <a:pt x="247" y="97"/>
                                    </a:cubicBezTo>
                                    <a:cubicBezTo>
                                      <a:pt x="187" y="80"/>
                                      <a:pt x="50" y="2"/>
                                      <a:pt x="25" y="1"/>
                                    </a:cubicBezTo>
                                    <a:cubicBezTo>
                                      <a:pt x="0" y="0"/>
                                      <a:pt x="55" y="50"/>
                                      <a:pt x="109" y="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880F70" id="Freeform 594" o:spid="_x0000_s1026" style="position:absolute;margin-left:280.75pt;margin-top:344.35pt;width:24.2pt;height:17.5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1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" path="m109,97v54,47,179,149,240,186c410,320,469,349,475,319,481,289,423,140,385,103,347,66,307,114,247,97,187,80,50,2,25,1,,,55,50,109,97xe" fillcolor="#ddd" stroked="f">
                      <v:path arrowok="t" o:connecttype="custom" o:connectlocs="69647,61948;222997,180735;303506,203726;246000,65780;157823,61948;15974,639;69647,61948" o:connectangles="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3926840</wp:posOffset>
                      </wp:positionH>
                      <wp:positionV relativeFrom="paragraph">
                        <wp:posOffset>4326890</wp:posOffset>
                      </wp:positionV>
                      <wp:extent cx="252095" cy="287020"/>
                      <wp:effectExtent l="8255" t="3810" r="6350" b="4445"/>
                      <wp:wrapNone/>
                      <wp:docPr id="60" name="Freeform 5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2095" cy="287020"/>
                              </a:xfrm>
                              <a:custGeom>
                                <a:avLst/>
                                <a:gdLst>
                                  <a:gd name="T0" fmla="*/ 353 w 394"/>
                                  <a:gd name="T1" fmla="*/ 20 h 450"/>
                                  <a:gd name="T2" fmla="*/ 287 w 394"/>
                                  <a:gd name="T3" fmla="*/ 134 h 450"/>
                                  <a:gd name="T4" fmla="*/ 149 w 394"/>
                                  <a:gd name="T5" fmla="*/ 200 h 450"/>
                                  <a:gd name="T6" fmla="*/ 17 w 394"/>
                                  <a:gd name="T7" fmla="*/ 200 h 450"/>
                                  <a:gd name="T8" fmla="*/ 47 w 394"/>
                                  <a:gd name="T9" fmla="*/ 314 h 450"/>
                                  <a:gd name="T10" fmla="*/ 227 w 394"/>
                                  <a:gd name="T11" fmla="*/ 422 h 450"/>
                                  <a:gd name="T12" fmla="*/ 329 w 394"/>
                                  <a:gd name="T13" fmla="*/ 422 h 450"/>
                                  <a:gd name="T14" fmla="*/ 389 w 394"/>
                                  <a:gd name="T15" fmla="*/ 254 h 450"/>
                                  <a:gd name="T16" fmla="*/ 353 w 394"/>
                                  <a:gd name="T17" fmla="*/ 20 h 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94" h="450">
                                    <a:moveTo>
                                      <a:pt x="353" y="20"/>
                                    </a:moveTo>
                                    <a:cubicBezTo>
                                      <a:pt x="336" y="0"/>
                                      <a:pt x="321" y="104"/>
                                      <a:pt x="287" y="134"/>
                                    </a:cubicBezTo>
                                    <a:cubicBezTo>
                                      <a:pt x="253" y="164"/>
                                      <a:pt x="194" y="189"/>
                                      <a:pt x="149" y="200"/>
                                    </a:cubicBezTo>
                                    <a:cubicBezTo>
                                      <a:pt x="104" y="211"/>
                                      <a:pt x="34" y="181"/>
                                      <a:pt x="17" y="200"/>
                                    </a:cubicBezTo>
                                    <a:cubicBezTo>
                                      <a:pt x="0" y="219"/>
                                      <a:pt x="12" y="277"/>
                                      <a:pt x="47" y="314"/>
                                    </a:cubicBezTo>
                                    <a:cubicBezTo>
                                      <a:pt x="82" y="351"/>
                                      <a:pt x="180" y="404"/>
                                      <a:pt x="227" y="422"/>
                                    </a:cubicBezTo>
                                    <a:cubicBezTo>
                                      <a:pt x="274" y="440"/>
                                      <a:pt x="302" y="450"/>
                                      <a:pt x="329" y="422"/>
                                    </a:cubicBezTo>
                                    <a:cubicBezTo>
                                      <a:pt x="356" y="394"/>
                                      <a:pt x="384" y="323"/>
                                      <a:pt x="389" y="254"/>
                                    </a:cubicBezTo>
                                    <a:cubicBezTo>
                                      <a:pt x="394" y="185"/>
                                      <a:pt x="370" y="40"/>
                                      <a:pt x="353" y="2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2FB36A" id="Freeform 593" o:spid="_x0000_s1026" style="position:absolute;margin-left:309.2pt;margin-top:340.7pt;width:19.85pt;height:22.6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94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" path="m353,20c336,,321,104,287,134v-34,30,-93,55,-138,66c104,211,34,181,17,200,,219,12,277,47,314v35,37,133,90,180,108c274,440,302,450,329,422v27,-28,55,-99,60,-168c394,185,370,40,353,20xe" fillcolor="#ddd" stroked="f">
                      <v:path arrowok="t" o:connecttype="custom" o:connectlocs="225862,12756;183633,85468;95335,127564;10877,127564;30072,200276;145243,269161;210506,269161;248896,162007;225862,12756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4960" behindDoc="0" locked="0" layoutInCell="1" allowOverlap="1">
                      <wp:simplePos x="0" y="0"/>
                      <wp:positionH relativeFrom="column">
                        <wp:posOffset>3839845</wp:posOffset>
                      </wp:positionH>
                      <wp:positionV relativeFrom="paragraph">
                        <wp:posOffset>3709035</wp:posOffset>
                      </wp:positionV>
                      <wp:extent cx="309880" cy="447040"/>
                      <wp:effectExtent l="6985" t="5080" r="6985" b="5080"/>
                      <wp:wrapNone/>
                      <wp:docPr id="59" name="Freeform 5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9880" cy="447040"/>
                              </a:xfrm>
                              <a:custGeom>
                                <a:avLst/>
                                <a:gdLst>
                                  <a:gd name="T0" fmla="*/ 46 w 485"/>
                                  <a:gd name="T1" fmla="*/ 621 h 700"/>
                                  <a:gd name="T2" fmla="*/ 178 w 485"/>
                                  <a:gd name="T3" fmla="*/ 555 h 700"/>
                                  <a:gd name="T4" fmla="*/ 298 w 485"/>
                                  <a:gd name="T5" fmla="*/ 477 h 700"/>
                                  <a:gd name="T6" fmla="*/ 328 w 485"/>
                                  <a:gd name="T7" fmla="*/ 303 h 700"/>
                                  <a:gd name="T8" fmla="*/ 430 w 485"/>
                                  <a:gd name="T9" fmla="*/ 129 h 700"/>
                                  <a:gd name="T10" fmla="*/ 484 w 485"/>
                                  <a:gd name="T11" fmla="*/ 45 h 700"/>
                                  <a:gd name="T12" fmla="*/ 436 w 485"/>
                                  <a:gd name="T13" fmla="*/ 399 h 700"/>
                                  <a:gd name="T14" fmla="*/ 460 w 485"/>
                                  <a:gd name="T15" fmla="*/ 597 h 700"/>
                                  <a:gd name="T16" fmla="*/ 388 w 485"/>
                                  <a:gd name="T17" fmla="*/ 537 h 700"/>
                                  <a:gd name="T18" fmla="*/ 286 w 485"/>
                                  <a:gd name="T19" fmla="*/ 585 h 700"/>
                                  <a:gd name="T20" fmla="*/ 196 w 485"/>
                                  <a:gd name="T21" fmla="*/ 615 h 700"/>
                                  <a:gd name="T22" fmla="*/ 100 w 485"/>
                                  <a:gd name="T23" fmla="*/ 615 h 700"/>
                                  <a:gd name="T24" fmla="*/ 10 w 485"/>
                                  <a:gd name="T25" fmla="*/ 699 h 700"/>
                                  <a:gd name="T26" fmla="*/ 46 w 485"/>
                                  <a:gd name="T27" fmla="*/ 621 h 7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485" h="700">
                                    <a:moveTo>
                                      <a:pt x="46" y="621"/>
                                    </a:moveTo>
                                    <a:cubicBezTo>
                                      <a:pt x="74" y="597"/>
                                      <a:pt x="136" y="579"/>
                                      <a:pt x="178" y="555"/>
                                    </a:cubicBezTo>
                                    <a:cubicBezTo>
                                      <a:pt x="220" y="531"/>
                                      <a:pt x="273" y="519"/>
                                      <a:pt x="298" y="477"/>
                                    </a:cubicBezTo>
                                    <a:cubicBezTo>
                                      <a:pt x="323" y="435"/>
                                      <a:pt x="306" y="361"/>
                                      <a:pt x="328" y="303"/>
                                    </a:cubicBezTo>
                                    <a:cubicBezTo>
                                      <a:pt x="350" y="245"/>
                                      <a:pt x="404" y="172"/>
                                      <a:pt x="430" y="129"/>
                                    </a:cubicBezTo>
                                    <a:cubicBezTo>
                                      <a:pt x="456" y="86"/>
                                      <a:pt x="483" y="0"/>
                                      <a:pt x="484" y="45"/>
                                    </a:cubicBezTo>
                                    <a:cubicBezTo>
                                      <a:pt x="485" y="90"/>
                                      <a:pt x="440" y="307"/>
                                      <a:pt x="436" y="399"/>
                                    </a:cubicBezTo>
                                    <a:cubicBezTo>
                                      <a:pt x="432" y="491"/>
                                      <a:pt x="468" y="574"/>
                                      <a:pt x="460" y="597"/>
                                    </a:cubicBezTo>
                                    <a:cubicBezTo>
                                      <a:pt x="452" y="620"/>
                                      <a:pt x="417" y="539"/>
                                      <a:pt x="388" y="537"/>
                                    </a:cubicBezTo>
                                    <a:cubicBezTo>
                                      <a:pt x="359" y="535"/>
                                      <a:pt x="318" y="572"/>
                                      <a:pt x="286" y="585"/>
                                    </a:cubicBezTo>
                                    <a:cubicBezTo>
                                      <a:pt x="254" y="598"/>
                                      <a:pt x="227" y="610"/>
                                      <a:pt x="196" y="615"/>
                                    </a:cubicBezTo>
                                    <a:cubicBezTo>
                                      <a:pt x="165" y="620"/>
                                      <a:pt x="131" y="601"/>
                                      <a:pt x="100" y="615"/>
                                    </a:cubicBezTo>
                                    <a:cubicBezTo>
                                      <a:pt x="69" y="629"/>
                                      <a:pt x="20" y="700"/>
                                      <a:pt x="10" y="699"/>
                                    </a:cubicBezTo>
                                    <a:cubicBezTo>
                                      <a:pt x="0" y="698"/>
                                      <a:pt x="18" y="645"/>
                                      <a:pt x="46" y="6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678FA1" id="Freeform 592" o:spid="_x0000_s1026" style="position:absolute;margin-left:302.35pt;margin-top:292.05pt;width:24.4pt;height:35.2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5,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" path="m46,621v28,-24,90,-42,132,-66c220,531,273,519,298,477v25,-42,8,-116,30,-174c350,245,404,172,430,129,456,86,483,,484,45v1,45,-44,262,-48,354c432,491,468,574,460,597v-8,23,-43,-58,-72,-60c359,535,318,572,286,585v-32,13,-59,25,-90,30c165,620,131,601,100,615,69,629,20,700,10,699,,698,18,645,46,621xe" fillcolor="#ddd" stroked="f">
                      <v:path arrowok="t" o:connecttype="custom" o:connectlocs="29391,396588;113729,354439;190400,304626;209568,193504;274739,82383;309241,28738;278573,254813;293907,381261;247904,342944;182733,373598;125230,392757;63893,392757;6389,446401;29391,396588" o:connectangles="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>
                      <wp:simplePos x="0" y="0"/>
                      <wp:positionH relativeFrom="column">
                        <wp:posOffset>3535680</wp:posOffset>
                      </wp:positionH>
                      <wp:positionV relativeFrom="paragraph">
                        <wp:posOffset>4030980</wp:posOffset>
                      </wp:positionV>
                      <wp:extent cx="235585" cy="260350"/>
                      <wp:effectExtent l="7620" t="3175" r="4445" b="3175"/>
                      <wp:wrapNone/>
                      <wp:docPr id="58" name="Freeform 5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5585" cy="260350"/>
                              </a:xfrm>
                              <a:custGeom>
                                <a:avLst/>
                                <a:gdLst>
                                  <a:gd name="T0" fmla="*/ 12 w 369"/>
                                  <a:gd name="T1" fmla="*/ 21 h 408"/>
                                  <a:gd name="T2" fmla="*/ 96 w 369"/>
                                  <a:gd name="T3" fmla="*/ 249 h 408"/>
                                  <a:gd name="T4" fmla="*/ 258 w 369"/>
                                  <a:gd name="T5" fmla="*/ 393 h 408"/>
                                  <a:gd name="T6" fmla="*/ 360 w 369"/>
                                  <a:gd name="T7" fmla="*/ 339 h 408"/>
                                  <a:gd name="T8" fmla="*/ 312 w 369"/>
                                  <a:gd name="T9" fmla="*/ 201 h 408"/>
                                  <a:gd name="T10" fmla="*/ 168 w 369"/>
                                  <a:gd name="T11" fmla="*/ 123 h 408"/>
                                  <a:gd name="T12" fmla="*/ 12 w 369"/>
                                  <a:gd name="T13" fmla="*/ 21 h 4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369" h="408">
                                    <a:moveTo>
                                      <a:pt x="12" y="21"/>
                                    </a:moveTo>
                                    <a:cubicBezTo>
                                      <a:pt x="0" y="42"/>
                                      <a:pt x="55" y="187"/>
                                      <a:pt x="96" y="249"/>
                                    </a:cubicBezTo>
                                    <a:cubicBezTo>
                                      <a:pt x="137" y="311"/>
                                      <a:pt x="214" y="378"/>
                                      <a:pt x="258" y="393"/>
                                    </a:cubicBezTo>
                                    <a:cubicBezTo>
                                      <a:pt x="302" y="408"/>
                                      <a:pt x="351" y="371"/>
                                      <a:pt x="360" y="339"/>
                                    </a:cubicBezTo>
                                    <a:cubicBezTo>
                                      <a:pt x="369" y="307"/>
                                      <a:pt x="344" y="237"/>
                                      <a:pt x="312" y="201"/>
                                    </a:cubicBezTo>
                                    <a:cubicBezTo>
                                      <a:pt x="280" y="165"/>
                                      <a:pt x="215" y="153"/>
                                      <a:pt x="168" y="123"/>
                                    </a:cubicBezTo>
                                    <a:cubicBezTo>
                                      <a:pt x="121" y="93"/>
                                      <a:pt x="24" y="0"/>
                                      <a:pt x="12" y="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B58CAF" id="Freeform 591" o:spid="_x0000_s1026" style="position:absolute;margin-left:278.4pt;margin-top:317.4pt;width:18.55pt;height:20.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9,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" path="m12,21c,42,55,187,96,249v41,62,118,129,162,144c302,408,351,371,360,339,369,307,344,237,312,201,280,165,215,153,168,123,121,93,24,,12,21xe" fillcolor="#ddd" stroked="f">
                      <v:path arrowok="t" o:connecttype="custom" o:connectlocs="7661,13400;61290,158890;164718,250778;229839,216320;199194,128261;107258,78488;7661,13400" o:connectangles="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2369820</wp:posOffset>
                      </wp:positionH>
                      <wp:positionV relativeFrom="paragraph">
                        <wp:posOffset>4018915</wp:posOffset>
                      </wp:positionV>
                      <wp:extent cx="220980" cy="313055"/>
                      <wp:effectExtent l="3810" t="635" r="3810" b="635"/>
                      <wp:wrapNone/>
                      <wp:docPr id="57" name="Freeform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0980" cy="313055"/>
                              </a:xfrm>
                              <a:custGeom>
                                <a:avLst/>
                                <a:gdLst>
                                  <a:gd name="T0" fmla="*/ 200 w 347"/>
                                  <a:gd name="T1" fmla="*/ 16 h 490"/>
                                  <a:gd name="T2" fmla="*/ 302 w 347"/>
                                  <a:gd name="T3" fmla="*/ 106 h 490"/>
                                  <a:gd name="T4" fmla="*/ 236 w 347"/>
                                  <a:gd name="T5" fmla="*/ 280 h 490"/>
                                  <a:gd name="T6" fmla="*/ 68 w 347"/>
                                  <a:gd name="T7" fmla="*/ 400 h 490"/>
                                  <a:gd name="T8" fmla="*/ 20 w 347"/>
                                  <a:gd name="T9" fmla="*/ 490 h 490"/>
                                  <a:gd name="T10" fmla="*/ 188 w 347"/>
                                  <a:gd name="T11" fmla="*/ 400 h 490"/>
                                  <a:gd name="T12" fmla="*/ 302 w 347"/>
                                  <a:gd name="T13" fmla="*/ 310 h 490"/>
                                  <a:gd name="T14" fmla="*/ 344 w 347"/>
                                  <a:gd name="T15" fmla="*/ 154 h 490"/>
                                  <a:gd name="T16" fmla="*/ 284 w 347"/>
                                  <a:gd name="T17" fmla="*/ 22 h 490"/>
                                  <a:gd name="T18" fmla="*/ 200 w 347"/>
                                  <a:gd name="T19" fmla="*/ 16 h 4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347" h="490">
                                    <a:moveTo>
                                      <a:pt x="200" y="16"/>
                                    </a:moveTo>
                                    <a:cubicBezTo>
                                      <a:pt x="203" y="30"/>
                                      <a:pt x="296" y="62"/>
                                      <a:pt x="302" y="106"/>
                                    </a:cubicBezTo>
                                    <a:cubicBezTo>
                                      <a:pt x="308" y="150"/>
                                      <a:pt x="275" y="231"/>
                                      <a:pt x="236" y="280"/>
                                    </a:cubicBezTo>
                                    <a:cubicBezTo>
                                      <a:pt x="197" y="329"/>
                                      <a:pt x="104" y="365"/>
                                      <a:pt x="68" y="400"/>
                                    </a:cubicBezTo>
                                    <a:cubicBezTo>
                                      <a:pt x="32" y="435"/>
                                      <a:pt x="0" y="490"/>
                                      <a:pt x="20" y="490"/>
                                    </a:cubicBezTo>
                                    <a:cubicBezTo>
                                      <a:pt x="40" y="490"/>
                                      <a:pt x="141" y="430"/>
                                      <a:pt x="188" y="400"/>
                                    </a:cubicBezTo>
                                    <a:cubicBezTo>
                                      <a:pt x="235" y="370"/>
                                      <a:pt x="276" y="351"/>
                                      <a:pt x="302" y="310"/>
                                    </a:cubicBezTo>
                                    <a:cubicBezTo>
                                      <a:pt x="328" y="269"/>
                                      <a:pt x="347" y="202"/>
                                      <a:pt x="344" y="154"/>
                                    </a:cubicBezTo>
                                    <a:cubicBezTo>
                                      <a:pt x="341" y="106"/>
                                      <a:pt x="304" y="44"/>
                                      <a:pt x="284" y="22"/>
                                    </a:cubicBezTo>
                                    <a:cubicBezTo>
                                      <a:pt x="264" y="0"/>
                                      <a:pt x="197" y="2"/>
                                      <a:pt x="200" y="1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1D822C" id="Freeform 590" o:spid="_x0000_s1026" style="position:absolute;margin-left:186.6pt;margin-top:316.45pt;width:17.4pt;height:24.6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47,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" path="m200,16v3,14,96,46,102,90c308,150,275,231,236,280,197,329,104,365,68,400,32,435,,490,20,490v20,,121,-60,168,-90c235,370,276,351,302,310v26,-41,45,-108,42,-156c341,106,304,44,284,22,264,,197,2,200,16xe" fillcolor="#ddd" stroked="f">
                      <v:path arrowok="t" o:connecttype="custom" o:connectlocs="127366,10222;192323,67722;150292,178889;43304,255555;12737,313055;119724,255555;192323,198055;219070,98389;180860,14056;127366,10222" o:connectangles="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>
                      <wp:simplePos x="0" y="0"/>
                      <wp:positionH relativeFrom="column">
                        <wp:posOffset>1969135</wp:posOffset>
                      </wp:positionH>
                      <wp:positionV relativeFrom="paragraph">
                        <wp:posOffset>3803650</wp:posOffset>
                      </wp:positionV>
                      <wp:extent cx="377825" cy="801370"/>
                      <wp:effectExtent l="3175" t="4445" r="0" b="3810"/>
                      <wp:wrapNone/>
                      <wp:docPr id="56" name="Freeform 5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77825" cy="801370"/>
                              </a:xfrm>
                              <a:custGeom>
                                <a:avLst/>
                                <a:gdLst>
                                  <a:gd name="T0" fmla="*/ 581 w 591"/>
                                  <a:gd name="T1" fmla="*/ 443 h 1255"/>
                                  <a:gd name="T2" fmla="*/ 497 w 591"/>
                                  <a:gd name="T3" fmla="*/ 305 h 1255"/>
                                  <a:gd name="T4" fmla="*/ 377 w 591"/>
                                  <a:gd name="T5" fmla="*/ 245 h 1255"/>
                                  <a:gd name="T6" fmla="*/ 95 w 591"/>
                                  <a:gd name="T7" fmla="*/ 23 h 1255"/>
                                  <a:gd name="T8" fmla="*/ 95 w 591"/>
                                  <a:gd name="T9" fmla="*/ 383 h 1255"/>
                                  <a:gd name="T10" fmla="*/ 11 w 591"/>
                                  <a:gd name="T11" fmla="*/ 857 h 1255"/>
                                  <a:gd name="T12" fmla="*/ 29 w 591"/>
                                  <a:gd name="T13" fmla="*/ 1073 h 1255"/>
                                  <a:gd name="T14" fmla="*/ 155 w 591"/>
                                  <a:gd name="T15" fmla="*/ 1187 h 1255"/>
                                  <a:gd name="T16" fmla="*/ 329 w 591"/>
                                  <a:gd name="T17" fmla="*/ 1247 h 1255"/>
                                  <a:gd name="T18" fmla="*/ 395 w 591"/>
                                  <a:gd name="T19" fmla="*/ 1139 h 1255"/>
                                  <a:gd name="T20" fmla="*/ 401 w 591"/>
                                  <a:gd name="T21" fmla="*/ 935 h 1255"/>
                                  <a:gd name="T22" fmla="*/ 287 w 591"/>
                                  <a:gd name="T23" fmla="*/ 1001 h 1255"/>
                                  <a:gd name="T24" fmla="*/ 203 w 591"/>
                                  <a:gd name="T25" fmla="*/ 1061 h 1255"/>
                                  <a:gd name="T26" fmla="*/ 47 w 591"/>
                                  <a:gd name="T27" fmla="*/ 917 h 1255"/>
                                  <a:gd name="T28" fmla="*/ 59 w 591"/>
                                  <a:gd name="T29" fmla="*/ 713 h 1255"/>
                                  <a:gd name="T30" fmla="*/ 203 w 591"/>
                                  <a:gd name="T31" fmla="*/ 713 h 1255"/>
                                  <a:gd name="T32" fmla="*/ 119 w 591"/>
                                  <a:gd name="T33" fmla="*/ 605 h 1255"/>
                                  <a:gd name="T34" fmla="*/ 167 w 591"/>
                                  <a:gd name="T35" fmla="*/ 473 h 1255"/>
                                  <a:gd name="T36" fmla="*/ 323 w 591"/>
                                  <a:gd name="T37" fmla="*/ 503 h 1255"/>
                                  <a:gd name="T38" fmla="*/ 323 w 591"/>
                                  <a:gd name="T39" fmla="*/ 377 h 1255"/>
                                  <a:gd name="T40" fmla="*/ 437 w 591"/>
                                  <a:gd name="T41" fmla="*/ 395 h 1255"/>
                                  <a:gd name="T42" fmla="*/ 581 w 591"/>
                                  <a:gd name="T43" fmla="*/ 443 h 12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591" h="1255">
                                    <a:moveTo>
                                      <a:pt x="581" y="443"/>
                                    </a:moveTo>
                                    <a:cubicBezTo>
                                      <a:pt x="591" y="428"/>
                                      <a:pt x="531" y="338"/>
                                      <a:pt x="497" y="305"/>
                                    </a:cubicBezTo>
                                    <a:cubicBezTo>
                                      <a:pt x="463" y="272"/>
                                      <a:pt x="444" y="292"/>
                                      <a:pt x="377" y="245"/>
                                    </a:cubicBezTo>
                                    <a:cubicBezTo>
                                      <a:pt x="310" y="198"/>
                                      <a:pt x="142" y="0"/>
                                      <a:pt x="95" y="23"/>
                                    </a:cubicBezTo>
                                    <a:cubicBezTo>
                                      <a:pt x="48" y="46"/>
                                      <a:pt x="109" y="244"/>
                                      <a:pt x="95" y="383"/>
                                    </a:cubicBezTo>
                                    <a:cubicBezTo>
                                      <a:pt x="81" y="522"/>
                                      <a:pt x="22" y="742"/>
                                      <a:pt x="11" y="857"/>
                                    </a:cubicBezTo>
                                    <a:cubicBezTo>
                                      <a:pt x="0" y="972"/>
                                      <a:pt x="5" y="1018"/>
                                      <a:pt x="29" y="1073"/>
                                    </a:cubicBezTo>
                                    <a:cubicBezTo>
                                      <a:pt x="53" y="1128"/>
                                      <a:pt x="105" y="1158"/>
                                      <a:pt x="155" y="1187"/>
                                    </a:cubicBezTo>
                                    <a:cubicBezTo>
                                      <a:pt x="205" y="1216"/>
                                      <a:pt x="289" y="1255"/>
                                      <a:pt x="329" y="1247"/>
                                    </a:cubicBezTo>
                                    <a:cubicBezTo>
                                      <a:pt x="369" y="1239"/>
                                      <a:pt x="383" y="1191"/>
                                      <a:pt x="395" y="1139"/>
                                    </a:cubicBezTo>
                                    <a:cubicBezTo>
                                      <a:pt x="407" y="1087"/>
                                      <a:pt x="419" y="958"/>
                                      <a:pt x="401" y="935"/>
                                    </a:cubicBezTo>
                                    <a:cubicBezTo>
                                      <a:pt x="383" y="912"/>
                                      <a:pt x="320" y="980"/>
                                      <a:pt x="287" y="1001"/>
                                    </a:cubicBezTo>
                                    <a:cubicBezTo>
                                      <a:pt x="254" y="1022"/>
                                      <a:pt x="243" y="1075"/>
                                      <a:pt x="203" y="1061"/>
                                    </a:cubicBezTo>
                                    <a:cubicBezTo>
                                      <a:pt x="163" y="1047"/>
                                      <a:pt x="71" y="975"/>
                                      <a:pt x="47" y="917"/>
                                    </a:cubicBezTo>
                                    <a:cubicBezTo>
                                      <a:pt x="23" y="859"/>
                                      <a:pt x="33" y="747"/>
                                      <a:pt x="59" y="713"/>
                                    </a:cubicBezTo>
                                    <a:cubicBezTo>
                                      <a:pt x="85" y="679"/>
                                      <a:pt x="193" y="731"/>
                                      <a:pt x="203" y="713"/>
                                    </a:cubicBezTo>
                                    <a:cubicBezTo>
                                      <a:pt x="213" y="695"/>
                                      <a:pt x="125" y="645"/>
                                      <a:pt x="119" y="605"/>
                                    </a:cubicBezTo>
                                    <a:cubicBezTo>
                                      <a:pt x="113" y="565"/>
                                      <a:pt x="133" y="490"/>
                                      <a:pt x="167" y="473"/>
                                    </a:cubicBezTo>
                                    <a:cubicBezTo>
                                      <a:pt x="201" y="456"/>
                                      <a:pt x="297" y="519"/>
                                      <a:pt x="323" y="503"/>
                                    </a:cubicBezTo>
                                    <a:cubicBezTo>
                                      <a:pt x="349" y="487"/>
                                      <a:pt x="304" y="395"/>
                                      <a:pt x="323" y="377"/>
                                    </a:cubicBezTo>
                                    <a:cubicBezTo>
                                      <a:pt x="342" y="359"/>
                                      <a:pt x="399" y="386"/>
                                      <a:pt x="437" y="395"/>
                                    </a:cubicBezTo>
                                    <a:cubicBezTo>
                                      <a:pt x="475" y="404"/>
                                      <a:pt x="571" y="458"/>
                                      <a:pt x="581" y="44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DF18A" id="Freeform 589" o:spid="_x0000_s1026" style="position:absolute;margin-left:155.05pt;margin-top:299.5pt;width:29.75pt;height:63.1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1,1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" path="m581,443c591,428,531,338,497,305,463,272,444,292,377,245,310,198,142,,95,23v-47,23,14,221,,360c81,522,22,742,11,857,,972,5,1018,29,1073v24,55,76,85,126,114c205,1216,289,1255,329,1247v40,-8,54,-56,66,-108c407,1087,419,958,401,935v-18,-23,-81,45,-114,66c254,1022,243,1075,203,1061,163,1047,71,975,47,917,23,859,33,747,59,713v26,-34,134,18,144,c213,695,125,645,119,605v-6,-40,14,-115,48,-132c201,456,297,519,323,503v26,-16,-19,-108,,-126c342,359,399,386,437,395v38,9,134,63,144,48xe" fillcolor="#ddd" stroked="f">
                      <v:path arrowok="t" o:connecttype="custom" o:connectlocs="371432,282874;317731,194755;241015,156443;60733,14686;60733,244562;7032,547230;18540,685155;99091,757949;210329,796262;252523,727299;256358,597037;183478,639180;129777,677493;30047,585543;37719,455280;129777,455280;76076,386318;106763,302030;206493,321187;206493,240730;279373,252224;371432,282874" o:connectangles="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2096770</wp:posOffset>
                      </wp:positionH>
                      <wp:positionV relativeFrom="paragraph">
                        <wp:posOffset>-9525</wp:posOffset>
                      </wp:positionV>
                      <wp:extent cx="133350" cy="584835"/>
                      <wp:effectExtent l="6985" t="1270" r="2540" b="4445"/>
                      <wp:wrapNone/>
                      <wp:docPr id="55" name="Freeform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3350" cy="584835"/>
                              </a:xfrm>
                              <a:custGeom>
                                <a:avLst/>
                                <a:gdLst>
                                  <a:gd name="T0" fmla="*/ 197 w 210"/>
                                  <a:gd name="T1" fmla="*/ 81 h 921"/>
                                  <a:gd name="T2" fmla="*/ 148 w 210"/>
                                  <a:gd name="T3" fmla="*/ 399 h 921"/>
                                  <a:gd name="T4" fmla="*/ 54 w 210"/>
                                  <a:gd name="T5" fmla="*/ 757 h 921"/>
                                  <a:gd name="T6" fmla="*/ 4 w 210"/>
                                  <a:gd name="T7" fmla="*/ 815 h 921"/>
                                  <a:gd name="T8" fmla="*/ 77 w 210"/>
                                  <a:gd name="T9" fmla="*/ 122 h 921"/>
                                  <a:gd name="T10" fmla="*/ 197 w 210"/>
                                  <a:gd name="T11" fmla="*/ 81 h 9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10" h="921">
                                    <a:moveTo>
                                      <a:pt x="197" y="81"/>
                                    </a:moveTo>
                                    <a:cubicBezTo>
                                      <a:pt x="210" y="143"/>
                                      <a:pt x="171" y="286"/>
                                      <a:pt x="148" y="399"/>
                                    </a:cubicBezTo>
                                    <a:cubicBezTo>
                                      <a:pt x="123" y="510"/>
                                      <a:pt x="78" y="687"/>
                                      <a:pt x="54" y="757"/>
                                    </a:cubicBezTo>
                                    <a:cubicBezTo>
                                      <a:pt x="30" y="827"/>
                                      <a:pt x="0" y="921"/>
                                      <a:pt x="4" y="815"/>
                                    </a:cubicBezTo>
                                    <a:cubicBezTo>
                                      <a:pt x="8" y="709"/>
                                      <a:pt x="45" y="244"/>
                                      <a:pt x="77" y="122"/>
                                    </a:cubicBezTo>
                                    <a:cubicBezTo>
                                      <a:pt x="109" y="0"/>
                                      <a:pt x="172" y="90"/>
                                      <a:pt x="197" y="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ADA59F" id="Freeform 588" o:spid="_x0000_s1026" style="position:absolute;margin-left:165.1pt;margin-top:-.75pt;width:10.5pt;height:46.0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0,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" path="m197,81v13,62,-26,205,-49,318c123,510,78,687,54,757,30,827,,921,4,815,8,709,45,244,77,122,109,,172,90,197,81xe" fillcolor="#ddd" stroked="f">
                      <v:path arrowok="t" o:connecttype="custom" o:connectlocs="125095,51435;93980,253365;34290,480695;2540,517525;48895,77470;125095,51435" o:connectangles="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1666875</wp:posOffset>
                      </wp:positionH>
                      <wp:positionV relativeFrom="paragraph">
                        <wp:posOffset>2309495</wp:posOffset>
                      </wp:positionV>
                      <wp:extent cx="97155" cy="181610"/>
                      <wp:effectExtent l="5715" t="5715" r="1905" b="3175"/>
                      <wp:wrapNone/>
                      <wp:docPr id="54" name="Freeform 5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97155" cy="181610"/>
                              </a:xfrm>
                              <a:custGeom>
                                <a:avLst/>
                                <a:gdLst>
                                  <a:gd name="T0" fmla="*/ 9 w 179"/>
                                  <a:gd name="T1" fmla="*/ 247 h 309"/>
                                  <a:gd name="T2" fmla="*/ 4 w 179"/>
                                  <a:gd name="T3" fmla="*/ 204 h 309"/>
                                  <a:gd name="T4" fmla="*/ 35 w 179"/>
                                  <a:gd name="T5" fmla="*/ 148 h 309"/>
                                  <a:gd name="T6" fmla="*/ 62 w 179"/>
                                  <a:gd name="T7" fmla="*/ 4 h 309"/>
                                  <a:gd name="T8" fmla="*/ 131 w 179"/>
                                  <a:gd name="T9" fmla="*/ 124 h 309"/>
                                  <a:gd name="T10" fmla="*/ 179 w 179"/>
                                  <a:gd name="T11" fmla="*/ 290 h 309"/>
                                  <a:gd name="T12" fmla="*/ 131 w 179"/>
                                  <a:gd name="T13" fmla="*/ 237 h 309"/>
                                  <a:gd name="T14" fmla="*/ 47 w 179"/>
                                  <a:gd name="T15" fmla="*/ 228 h 309"/>
                                  <a:gd name="T16" fmla="*/ 9 w 179"/>
                                  <a:gd name="T17" fmla="*/ 247 h 3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79" h="309">
                                    <a:moveTo>
                                      <a:pt x="9" y="247"/>
                                    </a:moveTo>
                                    <a:cubicBezTo>
                                      <a:pt x="2" y="243"/>
                                      <a:pt x="0" y="220"/>
                                      <a:pt x="4" y="204"/>
                                    </a:cubicBezTo>
                                    <a:cubicBezTo>
                                      <a:pt x="8" y="188"/>
                                      <a:pt x="25" y="181"/>
                                      <a:pt x="35" y="148"/>
                                    </a:cubicBezTo>
                                    <a:cubicBezTo>
                                      <a:pt x="45" y="115"/>
                                      <a:pt x="46" y="8"/>
                                      <a:pt x="62" y="4"/>
                                    </a:cubicBezTo>
                                    <a:cubicBezTo>
                                      <a:pt x="78" y="0"/>
                                      <a:pt x="112" y="76"/>
                                      <a:pt x="131" y="124"/>
                                    </a:cubicBezTo>
                                    <a:cubicBezTo>
                                      <a:pt x="150" y="172"/>
                                      <a:pt x="179" y="271"/>
                                      <a:pt x="179" y="290"/>
                                    </a:cubicBezTo>
                                    <a:cubicBezTo>
                                      <a:pt x="179" y="309"/>
                                      <a:pt x="153" y="247"/>
                                      <a:pt x="131" y="237"/>
                                    </a:cubicBezTo>
                                    <a:cubicBezTo>
                                      <a:pt x="109" y="227"/>
                                      <a:pt x="68" y="227"/>
                                      <a:pt x="47" y="228"/>
                                    </a:cubicBezTo>
                                    <a:cubicBezTo>
                                      <a:pt x="26" y="229"/>
                                      <a:pt x="16" y="251"/>
                                      <a:pt x="9" y="2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B26156" id="Freeform 587" o:spid="_x0000_s1026" style="position:absolute;margin-left:131.25pt;margin-top:181.85pt;width:7.65pt;height:14.3pt;flip:x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9,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" path="m9,247c2,243,,220,4,204,8,188,25,181,35,148,45,115,46,8,62,4,78,,112,76,131,124v19,48,48,147,48,166c179,309,153,247,131,237,109,227,68,227,47,228,26,229,16,251,9,247xe" fillcolor="#ddd" stroked="f">
                      <v:path arrowok="t" o:connecttype="custom" o:connectlocs="4885,145170;2171,119898;18997,86985;33651,2351;71102,72879;97155,170443;71102,139293;25510,134003;4885,145170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1817370</wp:posOffset>
                      </wp:positionH>
                      <wp:positionV relativeFrom="paragraph">
                        <wp:posOffset>2609215</wp:posOffset>
                      </wp:positionV>
                      <wp:extent cx="92075" cy="77470"/>
                      <wp:effectExtent l="3810" t="635" r="8890" b="7620"/>
                      <wp:wrapNone/>
                      <wp:docPr id="53" name="Freeform 5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92075" cy="77470"/>
                              </a:xfrm>
                              <a:custGeom>
                                <a:avLst/>
                                <a:gdLst>
                                  <a:gd name="T0" fmla="*/ 139 w 169"/>
                                  <a:gd name="T1" fmla="*/ 131 h 131"/>
                                  <a:gd name="T2" fmla="*/ 144 w 169"/>
                                  <a:gd name="T3" fmla="*/ 62 h 131"/>
                                  <a:gd name="T4" fmla="*/ 99 w 169"/>
                                  <a:gd name="T5" fmla="*/ 33 h 131"/>
                                  <a:gd name="T6" fmla="*/ 43 w 169"/>
                                  <a:gd name="T7" fmla="*/ 33 h 131"/>
                                  <a:gd name="T8" fmla="*/ 5 w 169"/>
                                  <a:gd name="T9" fmla="*/ 95 h 131"/>
                                  <a:gd name="T10" fmla="*/ 12 w 169"/>
                                  <a:gd name="T11" fmla="*/ 45 h 131"/>
                                  <a:gd name="T12" fmla="*/ 36 w 169"/>
                                  <a:gd name="T13" fmla="*/ 4 h 131"/>
                                  <a:gd name="T14" fmla="*/ 111 w 169"/>
                                  <a:gd name="T15" fmla="*/ 21 h 131"/>
                                  <a:gd name="T16" fmla="*/ 166 w 169"/>
                                  <a:gd name="T17" fmla="*/ 59 h 131"/>
                                  <a:gd name="T18" fmla="*/ 139 w 169"/>
                                  <a:gd name="T19" fmla="*/ 131 h 1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69" h="131">
                                    <a:moveTo>
                                      <a:pt x="139" y="131"/>
                                    </a:moveTo>
                                    <a:cubicBezTo>
                                      <a:pt x="135" y="131"/>
                                      <a:pt x="151" y="78"/>
                                      <a:pt x="144" y="62"/>
                                    </a:cubicBezTo>
                                    <a:cubicBezTo>
                                      <a:pt x="137" y="46"/>
                                      <a:pt x="116" y="38"/>
                                      <a:pt x="99" y="33"/>
                                    </a:cubicBezTo>
                                    <a:cubicBezTo>
                                      <a:pt x="82" y="28"/>
                                      <a:pt x="59" y="23"/>
                                      <a:pt x="43" y="33"/>
                                    </a:cubicBezTo>
                                    <a:cubicBezTo>
                                      <a:pt x="27" y="43"/>
                                      <a:pt x="10" y="93"/>
                                      <a:pt x="5" y="95"/>
                                    </a:cubicBezTo>
                                    <a:cubicBezTo>
                                      <a:pt x="0" y="97"/>
                                      <a:pt x="7" y="60"/>
                                      <a:pt x="12" y="45"/>
                                    </a:cubicBezTo>
                                    <a:cubicBezTo>
                                      <a:pt x="17" y="30"/>
                                      <a:pt x="20" y="8"/>
                                      <a:pt x="36" y="4"/>
                                    </a:cubicBezTo>
                                    <a:cubicBezTo>
                                      <a:pt x="52" y="0"/>
                                      <a:pt x="89" y="12"/>
                                      <a:pt x="111" y="21"/>
                                    </a:cubicBezTo>
                                    <a:cubicBezTo>
                                      <a:pt x="133" y="30"/>
                                      <a:pt x="163" y="40"/>
                                      <a:pt x="166" y="59"/>
                                    </a:cubicBezTo>
                                    <a:cubicBezTo>
                                      <a:pt x="169" y="78"/>
                                      <a:pt x="143" y="131"/>
                                      <a:pt x="139" y="13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9AE468" id="Freeform 586" o:spid="_x0000_s1026" style="position:absolute;margin-left:143.1pt;margin-top:205.45pt;width:7.25pt;height:6.1pt;flip:x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9,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" path="m139,131v-4,,12,-53,5,-69c137,46,116,38,99,33,82,28,59,23,43,33,27,43,10,93,5,95,,97,7,60,12,45,17,30,20,8,36,4,52,,89,12,111,21v22,9,52,19,55,38c169,78,143,131,139,131xe" fillcolor="#ddd" stroked="f">
                      <v:path arrowok="t" o:connecttype="custom" o:connectlocs="75730,77470;78454,36665;53937,19515;23427,19515;2724,56181;6538,26612;19614,2365;60475,12419;90441,34891;75730,77470" o:connectangles="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1674495</wp:posOffset>
                      </wp:positionH>
                      <wp:positionV relativeFrom="paragraph">
                        <wp:posOffset>2842895</wp:posOffset>
                      </wp:positionV>
                      <wp:extent cx="64770" cy="48895"/>
                      <wp:effectExtent l="3810" t="5715" r="7620" b="2540"/>
                      <wp:wrapNone/>
                      <wp:docPr id="52" name="Freeform 5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64770" cy="48895"/>
                              </a:xfrm>
                              <a:custGeom>
                                <a:avLst/>
                                <a:gdLst>
                                  <a:gd name="T0" fmla="*/ 65 w 118"/>
                                  <a:gd name="T1" fmla="*/ 0 h 82"/>
                                  <a:gd name="T2" fmla="*/ 65 w 118"/>
                                  <a:gd name="T3" fmla="*/ 46 h 82"/>
                                  <a:gd name="T4" fmla="*/ 118 w 118"/>
                                  <a:gd name="T5" fmla="*/ 56 h 82"/>
                                  <a:gd name="T6" fmla="*/ 65 w 118"/>
                                  <a:gd name="T7" fmla="*/ 58 h 82"/>
                                  <a:gd name="T8" fmla="*/ 3 w 118"/>
                                  <a:gd name="T9" fmla="*/ 80 h 82"/>
                                  <a:gd name="T10" fmla="*/ 46 w 118"/>
                                  <a:gd name="T11" fmla="*/ 44 h 82"/>
                                  <a:gd name="T12" fmla="*/ 65 w 118"/>
                                  <a:gd name="T13" fmla="*/ 0 h 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18" h="82">
                                    <a:moveTo>
                                      <a:pt x="65" y="0"/>
                                    </a:moveTo>
                                    <a:cubicBezTo>
                                      <a:pt x="68" y="0"/>
                                      <a:pt x="56" y="37"/>
                                      <a:pt x="65" y="46"/>
                                    </a:cubicBezTo>
                                    <a:cubicBezTo>
                                      <a:pt x="74" y="55"/>
                                      <a:pt x="118" y="54"/>
                                      <a:pt x="118" y="56"/>
                                    </a:cubicBezTo>
                                    <a:cubicBezTo>
                                      <a:pt x="118" y="58"/>
                                      <a:pt x="84" y="54"/>
                                      <a:pt x="65" y="58"/>
                                    </a:cubicBezTo>
                                    <a:cubicBezTo>
                                      <a:pt x="46" y="62"/>
                                      <a:pt x="6" y="82"/>
                                      <a:pt x="3" y="80"/>
                                    </a:cubicBezTo>
                                    <a:cubicBezTo>
                                      <a:pt x="0" y="78"/>
                                      <a:pt x="36" y="56"/>
                                      <a:pt x="46" y="44"/>
                                    </a:cubicBezTo>
                                    <a:cubicBezTo>
                                      <a:pt x="56" y="32"/>
                                      <a:pt x="62" y="0"/>
                                      <a:pt x="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987BEB" id="Freeform 585" o:spid="_x0000_s1026" style="position:absolute;margin-left:131.85pt;margin-top:223.85pt;width:5.1pt;height:3.85pt;flip:x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,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" path="m65,v3,,-9,37,,46c74,55,118,54,118,56v,2,-34,-2,-53,2c46,62,6,82,3,80,,78,36,56,46,44,56,32,62,,65,xe" fillcolor="#ddd" stroked="f">
                      <v:path arrowok="t" o:connecttype="custom" o:connectlocs="35678,0;35678,27429;64770,33392;35678,34584;1647,47702;25249,26236;35678,0" o:connectangles="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1645920</wp:posOffset>
                      </wp:positionH>
                      <wp:positionV relativeFrom="paragraph">
                        <wp:posOffset>2690495</wp:posOffset>
                      </wp:positionV>
                      <wp:extent cx="38735" cy="83185"/>
                      <wp:effectExtent l="3810" t="5715" r="5080" b="6350"/>
                      <wp:wrapNone/>
                      <wp:docPr id="51" name="Freeform 5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38735" cy="83185"/>
                              </a:xfrm>
                              <a:custGeom>
                                <a:avLst/>
                                <a:gdLst>
                                  <a:gd name="T0" fmla="*/ 4 w 70"/>
                                  <a:gd name="T1" fmla="*/ 2 h 140"/>
                                  <a:gd name="T2" fmla="*/ 21 w 70"/>
                                  <a:gd name="T3" fmla="*/ 71 h 140"/>
                                  <a:gd name="T4" fmla="*/ 69 w 70"/>
                                  <a:gd name="T5" fmla="*/ 124 h 140"/>
                                  <a:gd name="T6" fmla="*/ 14 w 70"/>
                                  <a:gd name="T7" fmla="*/ 129 h 140"/>
                                  <a:gd name="T8" fmla="*/ 2 w 70"/>
                                  <a:gd name="T9" fmla="*/ 57 h 140"/>
                                  <a:gd name="T10" fmla="*/ 4 w 70"/>
                                  <a:gd name="T11" fmla="*/ 2 h 1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0" h="140">
                                    <a:moveTo>
                                      <a:pt x="4" y="2"/>
                                    </a:moveTo>
                                    <a:cubicBezTo>
                                      <a:pt x="7" y="4"/>
                                      <a:pt x="10" y="51"/>
                                      <a:pt x="21" y="71"/>
                                    </a:cubicBezTo>
                                    <a:cubicBezTo>
                                      <a:pt x="32" y="91"/>
                                      <a:pt x="70" y="114"/>
                                      <a:pt x="69" y="124"/>
                                    </a:cubicBezTo>
                                    <a:cubicBezTo>
                                      <a:pt x="68" y="134"/>
                                      <a:pt x="25" y="140"/>
                                      <a:pt x="14" y="129"/>
                                    </a:cubicBezTo>
                                    <a:cubicBezTo>
                                      <a:pt x="3" y="118"/>
                                      <a:pt x="4" y="76"/>
                                      <a:pt x="2" y="57"/>
                                    </a:cubicBezTo>
                                    <a:cubicBezTo>
                                      <a:pt x="0" y="38"/>
                                      <a:pt x="1" y="0"/>
                                      <a:pt x="4" y="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387316" id="Freeform 584" o:spid="_x0000_s1026" style="position:absolute;margin-left:129.6pt;margin-top:211.85pt;width:3.05pt;height:6.55pt;flip:x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" path="m4,2v3,2,6,49,17,69c32,91,70,114,69,124v-1,10,-44,16,-55,5c3,118,4,76,2,57,,38,1,,4,2xe" fillcolor="#ddd" stroked="f">
                      <v:path arrowok="t" o:connecttype="custom" o:connectlocs="2213,1188;11621,42187;38182,73678;7747,76649;1107,33868;2213,1188" o:connectangles="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1626870</wp:posOffset>
                      </wp:positionH>
                      <wp:positionV relativeFrom="paragraph">
                        <wp:posOffset>2529840</wp:posOffset>
                      </wp:positionV>
                      <wp:extent cx="51435" cy="100330"/>
                      <wp:effectExtent l="3810" t="6985" r="1905" b="6985"/>
                      <wp:wrapNone/>
                      <wp:docPr id="50" name="Freeform 5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51435" cy="100330"/>
                              </a:xfrm>
                              <a:custGeom>
                                <a:avLst/>
                                <a:gdLst>
                                  <a:gd name="T0" fmla="*/ 28 w 94"/>
                                  <a:gd name="T1" fmla="*/ 170 h 171"/>
                                  <a:gd name="T2" fmla="*/ 93 w 94"/>
                                  <a:gd name="T3" fmla="*/ 115 h 171"/>
                                  <a:gd name="T4" fmla="*/ 36 w 94"/>
                                  <a:gd name="T5" fmla="*/ 70 h 171"/>
                                  <a:gd name="T6" fmla="*/ 4 w 94"/>
                                  <a:gd name="T7" fmla="*/ 0 h 171"/>
                                  <a:gd name="T8" fmla="*/ 12 w 94"/>
                                  <a:gd name="T9" fmla="*/ 67 h 171"/>
                                  <a:gd name="T10" fmla="*/ 36 w 94"/>
                                  <a:gd name="T11" fmla="*/ 120 h 171"/>
                                  <a:gd name="T12" fmla="*/ 28 w 94"/>
                                  <a:gd name="T13" fmla="*/ 170 h 1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94" h="171">
                                    <a:moveTo>
                                      <a:pt x="28" y="170"/>
                                    </a:moveTo>
                                    <a:cubicBezTo>
                                      <a:pt x="37" y="169"/>
                                      <a:pt x="92" y="132"/>
                                      <a:pt x="93" y="115"/>
                                    </a:cubicBezTo>
                                    <a:cubicBezTo>
                                      <a:pt x="94" y="98"/>
                                      <a:pt x="51" y="89"/>
                                      <a:pt x="36" y="70"/>
                                    </a:cubicBezTo>
                                    <a:cubicBezTo>
                                      <a:pt x="21" y="51"/>
                                      <a:pt x="8" y="0"/>
                                      <a:pt x="4" y="0"/>
                                    </a:cubicBezTo>
                                    <a:cubicBezTo>
                                      <a:pt x="0" y="0"/>
                                      <a:pt x="7" y="47"/>
                                      <a:pt x="12" y="67"/>
                                    </a:cubicBezTo>
                                    <a:cubicBezTo>
                                      <a:pt x="17" y="87"/>
                                      <a:pt x="33" y="103"/>
                                      <a:pt x="36" y="120"/>
                                    </a:cubicBezTo>
                                    <a:cubicBezTo>
                                      <a:pt x="39" y="137"/>
                                      <a:pt x="19" y="171"/>
                                      <a:pt x="28" y="1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0BCA3E" id="Freeform 583" o:spid="_x0000_s1026" style="position:absolute;margin-left:128.1pt;margin-top:199.2pt;width:4.05pt;height:7.9pt;flip:x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" path="m28,170v9,-1,64,-38,65,-55c94,98,51,89,36,70,21,51,8,,4,,,,7,47,12,67v5,20,21,36,24,53c39,137,19,171,28,170xe" fillcolor="#ddd" stroked="f">
                      <v:path arrowok="t" o:connecttype="custom" o:connectlocs="15321,99743;50888,67473;19699,41071;2189,0;6566,39311;19699,70407;15321,99743" o:connectangles="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1537970</wp:posOffset>
                      </wp:positionH>
                      <wp:positionV relativeFrom="paragraph">
                        <wp:posOffset>2546985</wp:posOffset>
                      </wp:positionV>
                      <wp:extent cx="125095" cy="426085"/>
                      <wp:effectExtent l="10160" t="5080" r="7620" b="6985"/>
                      <wp:wrapNone/>
                      <wp:docPr id="49" name="Freeform 5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25095" cy="426085"/>
                              </a:xfrm>
                              <a:custGeom>
                                <a:avLst/>
                                <a:gdLst>
                                  <a:gd name="T0" fmla="*/ 0 w 228"/>
                                  <a:gd name="T1" fmla="*/ 722 h 722"/>
                                  <a:gd name="T2" fmla="*/ 99 w 228"/>
                                  <a:gd name="T3" fmla="*/ 487 h 722"/>
                                  <a:gd name="T4" fmla="*/ 228 w 228"/>
                                  <a:gd name="T5" fmla="*/ 0 h 72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28" h="722">
                                    <a:moveTo>
                                      <a:pt x="0" y="722"/>
                                    </a:moveTo>
                                    <a:cubicBezTo>
                                      <a:pt x="17" y="683"/>
                                      <a:pt x="61" y="607"/>
                                      <a:pt x="99" y="487"/>
                                    </a:cubicBezTo>
                                    <a:cubicBezTo>
                                      <a:pt x="137" y="367"/>
                                      <a:pt x="183" y="185"/>
                                      <a:pt x="228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1997B1" id="Freeform 582" o:spid="_x0000_s1026" style="position:absolute;margin-left:121.1pt;margin-top:200.55pt;width:9.85pt;height:33.55pt;flip:x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8,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" path="m,722c17,683,61,607,99,487,137,367,183,185,228,e" filled="f" strokecolor="gray">
                      <v:path arrowok="t" o:connecttype="custom" o:connectlocs="0,426085;54318,287401;125095,0" o:connectangles="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>
                      <wp:simplePos x="0" y="0"/>
                      <wp:positionH relativeFrom="column">
                        <wp:posOffset>2290445</wp:posOffset>
                      </wp:positionH>
                      <wp:positionV relativeFrom="paragraph">
                        <wp:posOffset>-1905</wp:posOffset>
                      </wp:positionV>
                      <wp:extent cx="329565" cy="1922145"/>
                      <wp:effectExtent l="635" t="8890" r="3175" b="2540"/>
                      <wp:wrapNone/>
                      <wp:docPr id="48" name="Freeform 5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329565" cy="1922145"/>
                              </a:xfrm>
                              <a:custGeom>
                                <a:avLst/>
                                <a:gdLst>
                                  <a:gd name="T0" fmla="*/ 118 w 604"/>
                                  <a:gd name="T1" fmla="*/ 350 h 3254"/>
                                  <a:gd name="T2" fmla="*/ 202 w 604"/>
                                  <a:gd name="T3" fmla="*/ 662 h 3254"/>
                                  <a:gd name="T4" fmla="*/ 178 w 604"/>
                                  <a:gd name="T5" fmla="*/ 1022 h 3254"/>
                                  <a:gd name="T6" fmla="*/ 94 w 604"/>
                                  <a:gd name="T7" fmla="*/ 1334 h 3254"/>
                                  <a:gd name="T8" fmla="*/ 166 w 604"/>
                                  <a:gd name="T9" fmla="*/ 1802 h 3254"/>
                                  <a:gd name="T10" fmla="*/ 214 w 604"/>
                                  <a:gd name="T11" fmla="*/ 2522 h 3254"/>
                                  <a:gd name="T12" fmla="*/ 10 w 604"/>
                                  <a:gd name="T13" fmla="*/ 3206 h 3254"/>
                                  <a:gd name="T14" fmla="*/ 274 w 604"/>
                                  <a:gd name="T15" fmla="*/ 2810 h 3254"/>
                                  <a:gd name="T16" fmla="*/ 286 w 604"/>
                                  <a:gd name="T17" fmla="*/ 2258 h 3254"/>
                                  <a:gd name="T18" fmla="*/ 226 w 604"/>
                                  <a:gd name="T19" fmla="*/ 1586 h 3254"/>
                                  <a:gd name="T20" fmla="*/ 310 w 604"/>
                                  <a:gd name="T21" fmla="*/ 1238 h 3254"/>
                                  <a:gd name="T22" fmla="*/ 562 w 604"/>
                                  <a:gd name="T23" fmla="*/ 830 h 3254"/>
                                  <a:gd name="T24" fmla="*/ 562 w 604"/>
                                  <a:gd name="T25" fmla="*/ 506 h 3254"/>
                                  <a:gd name="T26" fmla="*/ 406 w 604"/>
                                  <a:gd name="T27" fmla="*/ 830 h 3254"/>
                                  <a:gd name="T28" fmla="*/ 286 w 604"/>
                                  <a:gd name="T29" fmla="*/ 938 h 3254"/>
                                  <a:gd name="T30" fmla="*/ 334 w 604"/>
                                  <a:gd name="T31" fmla="*/ 662 h 3254"/>
                                  <a:gd name="T32" fmla="*/ 586 w 604"/>
                                  <a:gd name="T33" fmla="*/ 74 h 3254"/>
                                  <a:gd name="T34" fmla="*/ 346 w 604"/>
                                  <a:gd name="T35" fmla="*/ 218 h 3254"/>
                                  <a:gd name="T36" fmla="*/ 118 w 604"/>
                                  <a:gd name="T37" fmla="*/ 350 h 32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604" h="3254">
                                    <a:moveTo>
                                      <a:pt x="118" y="350"/>
                                    </a:moveTo>
                                    <a:cubicBezTo>
                                      <a:pt x="94" y="424"/>
                                      <a:pt x="192" y="550"/>
                                      <a:pt x="202" y="662"/>
                                    </a:cubicBezTo>
                                    <a:cubicBezTo>
                                      <a:pt x="212" y="774"/>
                                      <a:pt x="196" y="910"/>
                                      <a:pt x="178" y="1022"/>
                                    </a:cubicBezTo>
                                    <a:cubicBezTo>
                                      <a:pt x="160" y="1134"/>
                                      <a:pt x="96" y="1204"/>
                                      <a:pt x="94" y="1334"/>
                                    </a:cubicBezTo>
                                    <a:cubicBezTo>
                                      <a:pt x="92" y="1464"/>
                                      <a:pt x="146" y="1604"/>
                                      <a:pt x="166" y="1802"/>
                                    </a:cubicBezTo>
                                    <a:cubicBezTo>
                                      <a:pt x="186" y="2000"/>
                                      <a:pt x="240" y="2288"/>
                                      <a:pt x="214" y="2522"/>
                                    </a:cubicBezTo>
                                    <a:cubicBezTo>
                                      <a:pt x="188" y="2756"/>
                                      <a:pt x="0" y="3158"/>
                                      <a:pt x="10" y="3206"/>
                                    </a:cubicBezTo>
                                    <a:cubicBezTo>
                                      <a:pt x="20" y="3254"/>
                                      <a:pt x="228" y="2968"/>
                                      <a:pt x="274" y="2810"/>
                                    </a:cubicBezTo>
                                    <a:cubicBezTo>
                                      <a:pt x="320" y="2652"/>
                                      <a:pt x="294" y="2462"/>
                                      <a:pt x="286" y="2258"/>
                                    </a:cubicBezTo>
                                    <a:cubicBezTo>
                                      <a:pt x="278" y="2054"/>
                                      <a:pt x="222" y="1756"/>
                                      <a:pt x="226" y="1586"/>
                                    </a:cubicBezTo>
                                    <a:cubicBezTo>
                                      <a:pt x="230" y="1416"/>
                                      <a:pt x="254" y="1364"/>
                                      <a:pt x="310" y="1238"/>
                                    </a:cubicBezTo>
                                    <a:cubicBezTo>
                                      <a:pt x="366" y="1112"/>
                                      <a:pt x="520" y="952"/>
                                      <a:pt x="562" y="830"/>
                                    </a:cubicBezTo>
                                    <a:cubicBezTo>
                                      <a:pt x="604" y="708"/>
                                      <a:pt x="588" y="506"/>
                                      <a:pt x="562" y="506"/>
                                    </a:cubicBezTo>
                                    <a:cubicBezTo>
                                      <a:pt x="536" y="506"/>
                                      <a:pt x="452" y="758"/>
                                      <a:pt x="406" y="830"/>
                                    </a:cubicBezTo>
                                    <a:cubicBezTo>
                                      <a:pt x="360" y="902"/>
                                      <a:pt x="298" y="966"/>
                                      <a:pt x="286" y="938"/>
                                    </a:cubicBezTo>
                                    <a:cubicBezTo>
                                      <a:pt x="274" y="910"/>
                                      <a:pt x="284" y="806"/>
                                      <a:pt x="334" y="662"/>
                                    </a:cubicBezTo>
                                    <a:cubicBezTo>
                                      <a:pt x="384" y="518"/>
                                      <a:pt x="584" y="148"/>
                                      <a:pt x="586" y="74"/>
                                    </a:cubicBezTo>
                                    <a:cubicBezTo>
                                      <a:pt x="588" y="0"/>
                                      <a:pt x="424" y="176"/>
                                      <a:pt x="346" y="218"/>
                                    </a:cubicBezTo>
                                    <a:cubicBezTo>
                                      <a:pt x="268" y="260"/>
                                      <a:pt x="142" y="276"/>
                                      <a:pt x="118" y="35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98E5E5" id="Freeform 579" o:spid="_x0000_s1026" style="position:absolute;margin-left:180.35pt;margin-top:-.15pt;width:25.95pt;height:151.35pt;flip:x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04,3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" path="m118,350v-24,74,74,200,84,312c212,774,196,910,178,1022v-18,112,-82,182,-84,312c92,1464,146,1604,166,1802v20,198,74,486,48,720c188,2756,,3158,10,3206v10,48,218,-238,264,-396c320,2652,294,2462,286,2258v-8,-204,-64,-502,-60,-672c230,1416,254,1364,310,1238,366,1112,520,952,562,830v42,-122,26,-324,,-324c536,506,452,758,406,830,360,902,298,966,286,938,274,910,284,806,334,662,384,518,584,148,586,74,588,,424,176,346,218,268,260,142,276,118,350xe" fillcolor="#ddd" stroked="f">
                      <v:path arrowok="t" o:connecttype="custom" o:connectlocs="64385,206746;110219,391045;97123,603698;51290,787997;90576,1064445;116766,1489751;5456,1893791;149505,1659873;156052,1333806;123314,936854;169148,731289;306648,490283;306648,298895;221529,490283;156052,554079;182243,391045;319744,43712;188791,128773;64385,206746" o:connectangles="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2178685</wp:posOffset>
                      </wp:positionH>
                      <wp:positionV relativeFrom="paragraph">
                        <wp:posOffset>1242060</wp:posOffset>
                      </wp:positionV>
                      <wp:extent cx="191135" cy="747395"/>
                      <wp:effectExtent l="3175" t="5080" r="5715" b="0"/>
                      <wp:wrapNone/>
                      <wp:docPr id="47" name="Freeform 5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91135" cy="747395"/>
                              </a:xfrm>
                              <a:custGeom>
                                <a:avLst/>
                                <a:gdLst>
                                  <a:gd name="T0" fmla="*/ 212 w 350"/>
                                  <a:gd name="T1" fmla="*/ 20 h 1266"/>
                                  <a:gd name="T2" fmla="*/ 140 w 350"/>
                                  <a:gd name="T3" fmla="*/ 524 h 1266"/>
                                  <a:gd name="T4" fmla="*/ 8 w 350"/>
                                  <a:gd name="T5" fmla="*/ 1172 h 1266"/>
                                  <a:gd name="T6" fmla="*/ 92 w 350"/>
                                  <a:gd name="T7" fmla="*/ 1088 h 1266"/>
                                  <a:gd name="T8" fmla="*/ 320 w 350"/>
                                  <a:gd name="T9" fmla="*/ 704 h 1266"/>
                                  <a:gd name="T10" fmla="*/ 272 w 350"/>
                                  <a:gd name="T11" fmla="*/ 404 h 1266"/>
                                  <a:gd name="T12" fmla="*/ 212 w 350"/>
                                  <a:gd name="T13" fmla="*/ 20 h 12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350" h="1266">
                                    <a:moveTo>
                                      <a:pt x="212" y="20"/>
                                    </a:moveTo>
                                    <a:cubicBezTo>
                                      <a:pt x="190" y="40"/>
                                      <a:pt x="174" y="332"/>
                                      <a:pt x="140" y="524"/>
                                    </a:cubicBezTo>
                                    <a:cubicBezTo>
                                      <a:pt x="106" y="716"/>
                                      <a:pt x="16" y="1078"/>
                                      <a:pt x="8" y="1172"/>
                                    </a:cubicBezTo>
                                    <a:cubicBezTo>
                                      <a:pt x="0" y="1266"/>
                                      <a:pt x="40" y="1166"/>
                                      <a:pt x="92" y="1088"/>
                                    </a:cubicBezTo>
                                    <a:cubicBezTo>
                                      <a:pt x="144" y="1010"/>
                                      <a:pt x="290" y="818"/>
                                      <a:pt x="320" y="704"/>
                                    </a:cubicBezTo>
                                    <a:cubicBezTo>
                                      <a:pt x="350" y="590"/>
                                      <a:pt x="286" y="516"/>
                                      <a:pt x="272" y="404"/>
                                    </a:cubicBezTo>
                                    <a:cubicBezTo>
                                      <a:pt x="258" y="292"/>
                                      <a:pt x="234" y="0"/>
                                      <a:pt x="212" y="2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17DBB4" id="Freeform 578" o:spid="_x0000_s1026" style="position:absolute;margin-left:171.55pt;margin-top:97.8pt;width:15.05pt;height:58.85pt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0,1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" path="m212,20c190,40,174,332,140,524,106,716,16,1078,8,1172v-8,94,32,-6,84,-84c144,1010,290,818,320,704,350,590,286,516,272,404,258,292,234,,212,20xe" fillcolor="#ddd" stroked="f">
                      <v:path arrowok="t" o:connecttype="custom" o:connectlocs="115773,11807;76454,309348;4369,691901;50241,642311;174752,415613;148539,238505;115773,11807" o:connectangles="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>
                      <wp:simplePos x="0" y="0"/>
                      <wp:positionH relativeFrom="column">
                        <wp:posOffset>2600325</wp:posOffset>
                      </wp:positionH>
                      <wp:positionV relativeFrom="paragraph">
                        <wp:posOffset>2164080</wp:posOffset>
                      </wp:positionV>
                      <wp:extent cx="396240" cy="1054100"/>
                      <wp:effectExtent l="5715" t="3175" r="7620" b="0"/>
                      <wp:wrapNone/>
                      <wp:docPr id="46" name="Freeform 5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396240" cy="1054100"/>
                              </a:xfrm>
                              <a:custGeom>
                                <a:avLst/>
                                <a:gdLst>
                                  <a:gd name="T0" fmla="*/ 338 w 724"/>
                                  <a:gd name="T1" fmla="*/ 1759 h 1785"/>
                                  <a:gd name="T2" fmla="*/ 350 w 724"/>
                                  <a:gd name="T3" fmla="*/ 1159 h 1785"/>
                                  <a:gd name="T4" fmla="*/ 350 w 724"/>
                                  <a:gd name="T5" fmla="*/ 655 h 1785"/>
                                  <a:gd name="T6" fmla="*/ 724 w 724"/>
                                  <a:gd name="T7" fmla="*/ 38 h 1785"/>
                                  <a:gd name="T8" fmla="*/ 350 w 724"/>
                                  <a:gd name="T9" fmla="*/ 427 h 1785"/>
                                  <a:gd name="T10" fmla="*/ 38 w 724"/>
                                  <a:gd name="T11" fmla="*/ 691 h 1785"/>
                                  <a:gd name="T12" fmla="*/ 122 w 724"/>
                                  <a:gd name="T13" fmla="*/ 1087 h 1785"/>
                                  <a:gd name="T14" fmla="*/ 146 w 724"/>
                                  <a:gd name="T15" fmla="*/ 1315 h 1785"/>
                                  <a:gd name="T16" fmla="*/ 338 w 724"/>
                                  <a:gd name="T17" fmla="*/ 1759 h 17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724" h="1785">
                                    <a:moveTo>
                                      <a:pt x="338" y="1759"/>
                                    </a:moveTo>
                                    <a:cubicBezTo>
                                      <a:pt x="372" y="1733"/>
                                      <a:pt x="348" y="1343"/>
                                      <a:pt x="350" y="1159"/>
                                    </a:cubicBezTo>
                                    <a:cubicBezTo>
                                      <a:pt x="352" y="975"/>
                                      <a:pt x="288" y="842"/>
                                      <a:pt x="350" y="655"/>
                                    </a:cubicBezTo>
                                    <a:cubicBezTo>
                                      <a:pt x="412" y="468"/>
                                      <a:pt x="724" y="76"/>
                                      <a:pt x="724" y="38"/>
                                    </a:cubicBezTo>
                                    <a:cubicBezTo>
                                      <a:pt x="724" y="0"/>
                                      <a:pt x="464" y="318"/>
                                      <a:pt x="350" y="427"/>
                                    </a:cubicBezTo>
                                    <a:cubicBezTo>
                                      <a:pt x="236" y="536"/>
                                      <a:pt x="76" y="581"/>
                                      <a:pt x="38" y="691"/>
                                    </a:cubicBezTo>
                                    <a:cubicBezTo>
                                      <a:pt x="0" y="801"/>
                                      <a:pt x="104" y="983"/>
                                      <a:pt x="122" y="1087"/>
                                    </a:cubicBezTo>
                                    <a:cubicBezTo>
                                      <a:pt x="140" y="1191"/>
                                      <a:pt x="114" y="1203"/>
                                      <a:pt x="146" y="1315"/>
                                    </a:cubicBezTo>
                                    <a:cubicBezTo>
                                      <a:pt x="178" y="1427"/>
                                      <a:pt x="304" y="1785"/>
                                      <a:pt x="338" y="17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E50AE0" id="Freeform 577" o:spid="_x0000_s1026" style="position:absolute;margin-left:204.75pt;margin-top:170.4pt;width:31.2pt;height:83pt;flip:x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4,1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" path="m338,1759v34,-26,10,-416,12,-600c352,975,288,842,350,655,412,468,724,76,724,38,724,,464,318,350,427,236,536,76,581,38,691,,801,104,983,122,1087v18,104,-8,116,24,228c178,1427,304,1785,338,1759xe" fillcolor="#ddd" stroked="f">
                      <v:path arrowok="t" o:connecttype="custom" o:connectlocs="184985,1038746;191552,684427;191552,386799;396240,22440;191552,252157;20797,408058;66770,641909;79905,776550;184985,1038746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2424430</wp:posOffset>
                      </wp:positionH>
                      <wp:positionV relativeFrom="paragraph">
                        <wp:posOffset>2581275</wp:posOffset>
                      </wp:positionV>
                      <wp:extent cx="597535" cy="2466975"/>
                      <wp:effectExtent l="10795" t="10795" r="10795" b="8255"/>
                      <wp:wrapNone/>
                      <wp:docPr id="45" name="Freeform 5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7535" cy="2466975"/>
                              </a:xfrm>
                              <a:custGeom>
                                <a:avLst/>
                                <a:gdLst>
                                  <a:gd name="T0" fmla="*/ 0 w 936"/>
                                  <a:gd name="T1" fmla="*/ 3864 h 3864"/>
                                  <a:gd name="T2" fmla="*/ 30 w 936"/>
                                  <a:gd name="T3" fmla="*/ 3462 h 3864"/>
                                  <a:gd name="T4" fmla="*/ 24 w 936"/>
                                  <a:gd name="T5" fmla="*/ 3150 h 3864"/>
                                  <a:gd name="T6" fmla="*/ 300 w 936"/>
                                  <a:gd name="T7" fmla="*/ 2640 h 3864"/>
                                  <a:gd name="T8" fmla="*/ 486 w 936"/>
                                  <a:gd name="T9" fmla="*/ 1770 h 3864"/>
                                  <a:gd name="T10" fmla="*/ 816 w 936"/>
                                  <a:gd name="T11" fmla="*/ 714 h 3864"/>
                                  <a:gd name="T12" fmla="*/ 936 w 936"/>
                                  <a:gd name="T13" fmla="*/ 0 h 38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936" h="3864">
                                    <a:moveTo>
                                      <a:pt x="0" y="3864"/>
                                    </a:moveTo>
                                    <a:lnTo>
                                      <a:pt x="30" y="3462"/>
                                    </a:lnTo>
                                    <a:lnTo>
                                      <a:pt x="24" y="3150"/>
                                    </a:lnTo>
                                    <a:lnTo>
                                      <a:pt x="300" y="2640"/>
                                    </a:lnTo>
                                    <a:lnTo>
                                      <a:pt x="486" y="1770"/>
                                    </a:lnTo>
                                    <a:lnTo>
                                      <a:pt x="816" y="714"/>
                                    </a:lnTo>
                                    <a:lnTo>
                                      <a:pt x="936" y="0"/>
                                    </a:ln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BA11F0" id="Freeform 576" o:spid="_x0000_s1026" style="position:absolute;margin-left:190.9pt;margin-top:203.25pt;width:47.05pt;height:194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,3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" path="m,3864l30,3462,24,3150,300,2640,486,1770,816,714,936,e" filled="f" strokecolor="gray" strokeweight="1pt">
                      <v:path arrowok="t" o:connecttype="custom" o:connectlocs="0,2466975;19152,2210318;15321,2011121;191518,1685511;310259,1130058;520928,455854;597535,0" o:connectangles="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1445895</wp:posOffset>
                      </wp:positionH>
                      <wp:positionV relativeFrom="paragraph">
                        <wp:posOffset>5080</wp:posOffset>
                      </wp:positionV>
                      <wp:extent cx="854075" cy="5035550"/>
                      <wp:effectExtent l="13335" t="6350" r="8890" b="6350"/>
                      <wp:wrapNone/>
                      <wp:docPr id="44" name="Freeform 5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54075" cy="5035550"/>
                              </a:xfrm>
                              <a:custGeom>
                                <a:avLst/>
                                <a:gdLst>
                                  <a:gd name="T0" fmla="*/ 511 w 1194"/>
                                  <a:gd name="T1" fmla="*/ 7041 h 7041"/>
                                  <a:gd name="T2" fmla="*/ 560 w 1194"/>
                                  <a:gd name="T3" fmla="*/ 6655 h 7041"/>
                                  <a:gd name="T4" fmla="*/ 672 w 1194"/>
                                  <a:gd name="T5" fmla="*/ 6248 h 7041"/>
                                  <a:gd name="T6" fmla="*/ 784 w 1194"/>
                                  <a:gd name="T7" fmla="*/ 5520 h 7041"/>
                                  <a:gd name="T8" fmla="*/ 767 w 1194"/>
                                  <a:gd name="T9" fmla="*/ 4133 h 7041"/>
                                  <a:gd name="T10" fmla="*/ 817 w 1194"/>
                                  <a:gd name="T11" fmla="*/ 3628 h 7041"/>
                                  <a:gd name="T12" fmla="*/ 866 w 1194"/>
                                  <a:gd name="T13" fmla="*/ 2811 h 7041"/>
                                  <a:gd name="T14" fmla="*/ 1058 w 1194"/>
                                  <a:gd name="T15" fmla="*/ 1934 h 7041"/>
                                  <a:gd name="T16" fmla="*/ 1084 w 1194"/>
                                  <a:gd name="T17" fmla="*/ 1586 h 7041"/>
                                  <a:gd name="T18" fmla="*/ 1185 w 1194"/>
                                  <a:gd name="T19" fmla="*/ 1102 h 7041"/>
                                  <a:gd name="T20" fmla="*/ 1139 w 1194"/>
                                  <a:gd name="T21" fmla="*/ 548 h 7041"/>
                                  <a:gd name="T22" fmla="*/ 1130 w 1194"/>
                                  <a:gd name="T23" fmla="*/ 251 h 7041"/>
                                  <a:gd name="T24" fmla="*/ 1093 w 1194"/>
                                  <a:gd name="T25" fmla="*/ 22 h 7041"/>
                                  <a:gd name="T26" fmla="*/ 1084 w 1194"/>
                                  <a:gd name="T27" fmla="*/ 121 h 7041"/>
                                  <a:gd name="T28" fmla="*/ 992 w 1194"/>
                                  <a:gd name="T29" fmla="*/ 558 h 7041"/>
                                  <a:gd name="T30" fmla="*/ 910 w 1194"/>
                                  <a:gd name="T31" fmla="*/ 904 h 7041"/>
                                  <a:gd name="T32" fmla="*/ 791 w 1194"/>
                                  <a:gd name="T33" fmla="*/ 1687 h 7041"/>
                                  <a:gd name="T34" fmla="*/ 479 w 1194"/>
                                  <a:gd name="T35" fmla="*/ 2559 h 7041"/>
                                  <a:gd name="T36" fmla="*/ 433 w 1194"/>
                                  <a:gd name="T37" fmla="*/ 2797 h 7041"/>
                                  <a:gd name="T38" fmla="*/ 570 w 1194"/>
                                  <a:gd name="T39" fmla="*/ 3006 h 7041"/>
                                  <a:gd name="T40" fmla="*/ 644 w 1194"/>
                                  <a:gd name="T41" fmla="*/ 3441 h 7041"/>
                                  <a:gd name="T42" fmla="*/ 671 w 1194"/>
                                  <a:gd name="T43" fmla="*/ 3739 h 7041"/>
                                  <a:gd name="T44" fmla="*/ 570 w 1194"/>
                                  <a:gd name="T45" fmla="*/ 3808 h 7041"/>
                                  <a:gd name="T46" fmla="*/ 460 w 1194"/>
                                  <a:gd name="T47" fmla="*/ 3649 h 7041"/>
                                  <a:gd name="T48" fmla="*/ 446 w 1194"/>
                                  <a:gd name="T49" fmla="*/ 3466 h 7041"/>
                                  <a:gd name="T50" fmla="*/ 404 w 1194"/>
                                  <a:gd name="T51" fmla="*/ 3424 h 7041"/>
                                  <a:gd name="T52" fmla="*/ 361 w 1194"/>
                                  <a:gd name="T53" fmla="*/ 3433 h 7041"/>
                                  <a:gd name="T54" fmla="*/ 306 w 1194"/>
                                  <a:gd name="T55" fmla="*/ 3481 h 7041"/>
                                  <a:gd name="T56" fmla="*/ 319 w 1194"/>
                                  <a:gd name="T57" fmla="*/ 3535 h 7041"/>
                                  <a:gd name="T58" fmla="*/ 319 w 1194"/>
                                  <a:gd name="T59" fmla="*/ 3595 h 7041"/>
                                  <a:gd name="T60" fmla="*/ 319 w 1194"/>
                                  <a:gd name="T61" fmla="*/ 3655 h 7041"/>
                                  <a:gd name="T62" fmla="*/ 328 w 1194"/>
                                  <a:gd name="T63" fmla="*/ 3758 h 7041"/>
                                  <a:gd name="T64" fmla="*/ 342 w 1194"/>
                                  <a:gd name="T65" fmla="*/ 3848 h 7041"/>
                                  <a:gd name="T66" fmla="*/ 360 w 1194"/>
                                  <a:gd name="T67" fmla="*/ 3911 h 7041"/>
                                  <a:gd name="T68" fmla="*/ 377 w 1194"/>
                                  <a:gd name="T69" fmla="*/ 3982 h 7041"/>
                                  <a:gd name="T70" fmla="*/ 410 w 1194"/>
                                  <a:gd name="T71" fmla="*/ 4046 h 7041"/>
                                  <a:gd name="T72" fmla="*/ 448 w 1194"/>
                                  <a:gd name="T73" fmla="*/ 4207 h 7041"/>
                                  <a:gd name="T74" fmla="*/ 343 w 1194"/>
                                  <a:gd name="T75" fmla="*/ 4207 h 7041"/>
                                  <a:gd name="T76" fmla="*/ 278 w 1194"/>
                                  <a:gd name="T77" fmla="*/ 4129 h 7041"/>
                                  <a:gd name="T78" fmla="*/ 123 w 1194"/>
                                  <a:gd name="T79" fmla="*/ 3942 h 7041"/>
                                  <a:gd name="T80" fmla="*/ 37 w 1194"/>
                                  <a:gd name="T81" fmla="*/ 3664 h 7041"/>
                                  <a:gd name="T82" fmla="*/ 4 w 1194"/>
                                  <a:gd name="T83" fmla="*/ 3360 h 7041"/>
                                  <a:gd name="T84" fmla="*/ 62 w 1194"/>
                                  <a:gd name="T85" fmla="*/ 2818 h 7041"/>
                                  <a:gd name="T86" fmla="*/ 48 w 1194"/>
                                  <a:gd name="T87" fmla="*/ 2678 h 7041"/>
                                  <a:gd name="T88" fmla="*/ 88 w 1194"/>
                                  <a:gd name="T89" fmla="*/ 2524 h 7041"/>
                                  <a:gd name="T90" fmla="*/ 158 w 1194"/>
                                  <a:gd name="T91" fmla="*/ 1677 h 7041"/>
                                  <a:gd name="T92" fmla="*/ 267 w 1194"/>
                                  <a:gd name="T93" fmla="*/ 880 h 7041"/>
                                  <a:gd name="T94" fmla="*/ 351 w 1194"/>
                                  <a:gd name="T95" fmla="*/ 552 h 7041"/>
                                  <a:gd name="T96" fmla="*/ 415 w 1194"/>
                                  <a:gd name="T97" fmla="*/ 25 h 70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194" h="7041">
                                    <a:moveTo>
                                      <a:pt x="511" y="7041"/>
                                    </a:moveTo>
                                    <a:cubicBezTo>
                                      <a:pt x="519" y="6977"/>
                                      <a:pt x="533" y="6787"/>
                                      <a:pt x="560" y="6655"/>
                                    </a:cubicBezTo>
                                    <a:cubicBezTo>
                                      <a:pt x="586" y="6523"/>
                                      <a:pt x="634" y="6438"/>
                                      <a:pt x="672" y="6248"/>
                                    </a:cubicBezTo>
                                    <a:cubicBezTo>
                                      <a:pt x="709" y="6059"/>
                                      <a:pt x="768" y="5872"/>
                                      <a:pt x="784" y="5520"/>
                                    </a:cubicBezTo>
                                    <a:cubicBezTo>
                                      <a:pt x="800" y="5167"/>
                                      <a:pt x="761" y="4448"/>
                                      <a:pt x="767" y="4133"/>
                                    </a:cubicBezTo>
                                    <a:cubicBezTo>
                                      <a:pt x="772" y="3818"/>
                                      <a:pt x="800" y="3849"/>
                                      <a:pt x="817" y="3628"/>
                                    </a:cubicBezTo>
                                    <a:cubicBezTo>
                                      <a:pt x="833" y="3408"/>
                                      <a:pt x="825" y="3094"/>
                                      <a:pt x="866" y="2811"/>
                                    </a:cubicBezTo>
                                    <a:cubicBezTo>
                                      <a:pt x="906" y="2529"/>
                                      <a:pt x="1022" y="2137"/>
                                      <a:pt x="1058" y="1934"/>
                                    </a:cubicBezTo>
                                    <a:cubicBezTo>
                                      <a:pt x="1095" y="1729"/>
                                      <a:pt x="1063" y="1726"/>
                                      <a:pt x="1084" y="1586"/>
                                    </a:cubicBezTo>
                                    <a:cubicBezTo>
                                      <a:pt x="1106" y="1448"/>
                                      <a:pt x="1175" y="1277"/>
                                      <a:pt x="1185" y="1102"/>
                                    </a:cubicBezTo>
                                    <a:cubicBezTo>
                                      <a:pt x="1194" y="929"/>
                                      <a:pt x="1148" y="690"/>
                                      <a:pt x="1139" y="548"/>
                                    </a:cubicBezTo>
                                    <a:cubicBezTo>
                                      <a:pt x="1130" y="406"/>
                                      <a:pt x="1138" y="338"/>
                                      <a:pt x="1130" y="251"/>
                                    </a:cubicBezTo>
                                    <a:cubicBezTo>
                                      <a:pt x="1123" y="163"/>
                                      <a:pt x="1101" y="44"/>
                                      <a:pt x="1093" y="22"/>
                                    </a:cubicBezTo>
                                    <a:cubicBezTo>
                                      <a:pt x="1085" y="0"/>
                                      <a:pt x="1101" y="32"/>
                                      <a:pt x="1084" y="121"/>
                                    </a:cubicBezTo>
                                    <a:cubicBezTo>
                                      <a:pt x="1067" y="210"/>
                                      <a:pt x="1022" y="428"/>
                                      <a:pt x="992" y="558"/>
                                    </a:cubicBezTo>
                                    <a:cubicBezTo>
                                      <a:pt x="963" y="688"/>
                                      <a:pt x="943" y="716"/>
                                      <a:pt x="910" y="904"/>
                                    </a:cubicBezTo>
                                    <a:cubicBezTo>
                                      <a:pt x="876" y="1093"/>
                                      <a:pt x="862" y="1411"/>
                                      <a:pt x="791" y="1687"/>
                                    </a:cubicBezTo>
                                    <a:cubicBezTo>
                                      <a:pt x="719" y="1963"/>
                                      <a:pt x="539" y="2375"/>
                                      <a:pt x="479" y="2559"/>
                                    </a:cubicBezTo>
                                    <a:cubicBezTo>
                                      <a:pt x="419" y="2744"/>
                                      <a:pt x="418" y="2723"/>
                                      <a:pt x="433" y="2797"/>
                                    </a:cubicBezTo>
                                    <a:cubicBezTo>
                                      <a:pt x="448" y="2872"/>
                                      <a:pt x="535" y="2898"/>
                                      <a:pt x="570" y="3006"/>
                                    </a:cubicBezTo>
                                    <a:cubicBezTo>
                                      <a:pt x="606" y="3113"/>
                                      <a:pt x="627" y="3319"/>
                                      <a:pt x="644" y="3441"/>
                                    </a:cubicBezTo>
                                    <a:cubicBezTo>
                                      <a:pt x="660" y="3564"/>
                                      <a:pt x="684" y="3677"/>
                                      <a:pt x="671" y="3739"/>
                                    </a:cubicBezTo>
                                    <a:cubicBezTo>
                                      <a:pt x="659" y="3799"/>
                                      <a:pt x="606" y="3823"/>
                                      <a:pt x="570" y="3808"/>
                                    </a:cubicBezTo>
                                    <a:cubicBezTo>
                                      <a:pt x="535" y="3793"/>
                                      <a:pt x="481" y="3707"/>
                                      <a:pt x="460" y="3649"/>
                                    </a:cubicBezTo>
                                    <a:cubicBezTo>
                                      <a:pt x="440" y="3592"/>
                                      <a:pt x="455" y="3503"/>
                                      <a:pt x="446" y="3466"/>
                                    </a:cubicBezTo>
                                    <a:cubicBezTo>
                                      <a:pt x="437" y="3427"/>
                                      <a:pt x="418" y="3428"/>
                                      <a:pt x="404" y="3424"/>
                                    </a:cubicBezTo>
                                    <a:cubicBezTo>
                                      <a:pt x="390" y="3418"/>
                                      <a:pt x="377" y="3424"/>
                                      <a:pt x="361" y="3433"/>
                                    </a:cubicBezTo>
                                    <a:cubicBezTo>
                                      <a:pt x="345" y="3443"/>
                                      <a:pt x="313" y="3464"/>
                                      <a:pt x="306" y="3481"/>
                                    </a:cubicBezTo>
                                    <a:cubicBezTo>
                                      <a:pt x="300" y="3499"/>
                                      <a:pt x="316" y="3516"/>
                                      <a:pt x="319" y="3535"/>
                                    </a:cubicBezTo>
                                    <a:cubicBezTo>
                                      <a:pt x="321" y="3555"/>
                                      <a:pt x="319" y="3575"/>
                                      <a:pt x="319" y="3595"/>
                                    </a:cubicBezTo>
                                    <a:cubicBezTo>
                                      <a:pt x="319" y="3615"/>
                                      <a:pt x="317" y="3627"/>
                                      <a:pt x="319" y="3655"/>
                                    </a:cubicBezTo>
                                    <a:cubicBezTo>
                                      <a:pt x="320" y="3682"/>
                                      <a:pt x="324" y="3726"/>
                                      <a:pt x="328" y="3758"/>
                                    </a:cubicBezTo>
                                    <a:cubicBezTo>
                                      <a:pt x="332" y="3791"/>
                                      <a:pt x="336" y="3822"/>
                                      <a:pt x="342" y="3848"/>
                                    </a:cubicBezTo>
                                    <a:cubicBezTo>
                                      <a:pt x="347" y="3874"/>
                                      <a:pt x="353" y="3889"/>
                                      <a:pt x="360" y="3911"/>
                                    </a:cubicBezTo>
                                    <a:cubicBezTo>
                                      <a:pt x="366" y="3933"/>
                                      <a:pt x="369" y="3960"/>
                                      <a:pt x="377" y="3982"/>
                                    </a:cubicBezTo>
                                    <a:cubicBezTo>
                                      <a:pt x="385" y="4005"/>
                                      <a:pt x="399" y="4008"/>
                                      <a:pt x="410" y="4046"/>
                                    </a:cubicBezTo>
                                    <a:cubicBezTo>
                                      <a:pt x="422" y="4083"/>
                                      <a:pt x="459" y="4180"/>
                                      <a:pt x="448" y="4207"/>
                                    </a:cubicBezTo>
                                    <a:cubicBezTo>
                                      <a:pt x="436" y="4232"/>
                                      <a:pt x="371" y="4218"/>
                                      <a:pt x="343" y="4207"/>
                                    </a:cubicBezTo>
                                    <a:cubicBezTo>
                                      <a:pt x="315" y="4194"/>
                                      <a:pt x="316" y="4173"/>
                                      <a:pt x="278" y="4129"/>
                                    </a:cubicBezTo>
                                    <a:cubicBezTo>
                                      <a:pt x="242" y="4085"/>
                                      <a:pt x="163" y="4020"/>
                                      <a:pt x="123" y="3942"/>
                                    </a:cubicBezTo>
                                    <a:cubicBezTo>
                                      <a:pt x="82" y="3865"/>
                                      <a:pt x="57" y="3760"/>
                                      <a:pt x="37" y="3664"/>
                                    </a:cubicBezTo>
                                    <a:cubicBezTo>
                                      <a:pt x="18" y="3567"/>
                                      <a:pt x="0" y="3501"/>
                                      <a:pt x="4" y="3360"/>
                                    </a:cubicBezTo>
                                    <a:cubicBezTo>
                                      <a:pt x="8" y="3220"/>
                                      <a:pt x="55" y="2933"/>
                                      <a:pt x="62" y="2818"/>
                                    </a:cubicBezTo>
                                    <a:cubicBezTo>
                                      <a:pt x="70" y="2705"/>
                                      <a:pt x="44" y="2727"/>
                                      <a:pt x="48" y="2678"/>
                                    </a:cubicBezTo>
                                    <a:cubicBezTo>
                                      <a:pt x="53" y="2630"/>
                                      <a:pt x="70" y="2691"/>
                                      <a:pt x="88" y="2524"/>
                                    </a:cubicBezTo>
                                    <a:cubicBezTo>
                                      <a:pt x="107" y="2357"/>
                                      <a:pt x="129" y="1951"/>
                                      <a:pt x="158" y="1677"/>
                                    </a:cubicBezTo>
                                    <a:cubicBezTo>
                                      <a:pt x="188" y="1403"/>
                                      <a:pt x="235" y="1068"/>
                                      <a:pt x="267" y="880"/>
                                    </a:cubicBezTo>
                                    <a:cubicBezTo>
                                      <a:pt x="299" y="693"/>
                                      <a:pt x="326" y="694"/>
                                      <a:pt x="351" y="552"/>
                                    </a:cubicBezTo>
                                    <a:cubicBezTo>
                                      <a:pt x="376" y="410"/>
                                      <a:pt x="402" y="135"/>
                                      <a:pt x="415" y="25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B56085" id="Freeform 575" o:spid="_x0000_s1026" style="position:absolute;margin-left:113.85pt;margin-top:.4pt;width:67.25pt;height:396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4,7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" path="m511,7041v8,-64,22,-254,49,-386c586,6523,634,6438,672,6248v37,-189,96,-376,112,-728c800,5167,761,4448,767,4133v5,-315,33,-284,50,-505c833,3408,825,3094,866,2811v40,-282,156,-674,192,-877c1095,1729,1063,1726,1084,1586v22,-138,91,-309,101,-484c1194,929,1148,690,1139,548v-9,-142,-1,-210,-9,-297c1123,163,1101,44,1093,22v-8,-22,8,10,-9,99c1067,210,1022,428,992,558,963,688,943,716,910,904v-34,189,-48,507,-119,783c719,1963,539,2375,479,2559v-60,185,-61,164,-46,238c448,2872,535,2898,570,3006v36,107,57,313,74,435c660,3564,684,3677,671,3739v-12,60,-65,84,-101,69c535,3793,481,3707,460,3649v-20,-57,-5,-146,-14,-183c437,3427,418,3428,404,3424v-14,-6,-27,,-43,9c345,3443,313,3464,306,3481v-6,18,10,35,13,54c321,3555,319,3575,319,3595v,20,-2,32,,60c320,3682,324,3726,328,3758v4,33,8,64,14,90c347,3874,353,3889,360,3911v6,22,9,49,17,71c385,4005,399,4008,410,4046v12,37,49,134,38,161c436,4232,371,4218,343,4207v-28,-13,-27,-34,-65,-78c242,4085,163,4020,123,3942,82,3865,57,3760,37,3664,18,3567,,3501,4,3360,8,3220,55,2933,62,2818,70,2705,44,2727,48,2678v5,-48,22,13,40,-154c107,2357,129,1951,158,1677v30,-274,77,-609,109,-797c299,693,326,694,351,552,376,410,402,135,415,25e" filled="f" strokecolor="gray" strokeweight="1pt">
                      <v:path arrowok="t" o:connecttype="custom" o:connectlocs="365521,5035550;400571,4759492;480685,4468416;560800,3947768;548639,2955820;584405,2594656;619455,2010358;756793,1383149;775391,1134268;847637,788123;814733,391916;808295,179509;781829,15734;775391,86536;709583,399068;650928,646519;565807,1206501;342631,1830134;309727,2000346;407724,2149817;460657,2460919;479970,2674041;407724,2723388;329041,2609675;319026,2478798;288984,2448761;258225,2455197;218884,2489526;228183,2528145;228183,2571056;228183,2613966;234620,2687629;244635,2751995;257510,2797051;269670,2847828;293275,2893600;320457,3008743;245350,3008743;198855,2952959;87983,2819221;26466,2620403;2861,2402989;44349,2015364;34335,1915240;62947,1805103;113018,1199349;190987,629354;251072,394777;296852,17879" o:connectangles="0,0,0,0,0,0,0,0,0,0,0,0,0,0,0,0,0,0,0,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3947795</wp:posOffset>
                      </wp:positionH>
                      <wp:positionV relativeFrom="paragraph">
                        <wp:posOffset>6350</wp:posOffset>
                      </wp:positionV>
                      <wp:extent cx="134620" cy="566420"/>
                      <wp:effectExtent l="635" t="7620" r="7620" b="6985"/>
                      <wp:wrapNone/>
                      <wp:docPr id="43" name="Freeform 5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4620" cy="566420"/>
                              </a:xfrm>
                              <a:custGeom>
                                <a:avLst/>
                                <a:gdLst>
                                  <a:gd name="T0" fmla="*/ 9 w 188"/>
                                  <a:gd name="T1" fmla="*/ 50 h 792"/>
                                  <a:gd name="T2" fmla="*/ 53 w 188"/>
                                  <a:gd name="T3" fmla="*/ 332 h 792"/>
                                  <a:gd name="T4" fmla="*/ 136 w 188"/>
                                  <a:gd name="T5" fmla="*/ 650 h 792"/>
                                  <a:gd name="T6" fmla="*/ 180 w 188"/>
                                  <a:gd name="T7" fmla="*/ 702 h 792"/>
                                  <a:gd name="T8" fmla="*/ 87 w 188"/>
                                  <a:gd name="T9" fmla="*/ 109 h 792"/>
                                  <a:gd name="T10" fmla="*/ 9 w 188"/>
                                  <a:gd name="T11" fmla="*/ 50 h 7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88" h="792">
                                    <a:moveTo>
                                      <a:pt x="9" y="50"/>
                                    </a:moveTo>
                                    <a:cubicBezTo>
                                      <a:pt x="0" y="38"/>
                                      <a:pt x="32" y="232"/>
                                      <a:pt x="53" y="332"/>
                                    </a:cubicBezTo>
                                    <a:cubicBezTo>
                                      <a:pt x="75" y="431"/>
                                      <a:pt x="115" y="588"/>
                                      <a:pt x="136" y="650"/>
                                    </a:cubicBezTo>
                                    <a:cubicBezTo>
                                      <a:pt x="157" y="712"/>
                                      <a:pt x="188" y="792"/>
                                      <a:pt x="180" y="702"/>
                                    </a:cubicBezTo>
                                    <a:cubicBezTo>
                                      <a:pt x="172" y="612"/>
                                      <a:pt x="115" y="218"/>
                                      <a:pt x="87" y="109"/>
                                    </a:cubicBezTo>
                                    <a:cubicBezTo>
                                      <a:pt x="59" y="0"/>
                                      <a:pt x="25" y="62"/>
                                      <a:pt x="9" y="5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FD77B1" id="Freeform 574" o:spid="_x0000_s1026" style="position:absolute;margin-left:310.85pt;margin-top:.5pt;width:10.6pt;height:44.6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8,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" path="m9,50c,38,32,232,53,332v22,99,62,256,83,318c157,712,188,792,180,702,172,612,115,218,87,109,59,,25,62,9,50xe" fillcolor="#ddd" stroked="f">
                      <v:path arrowok="t" o:connecttype="custom" o:connectlocs="6445,35759;37951,237439;97385,464865;128891,502054;62298,77954;6445,35759" o:connectangles="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2309495</wp:posOffset>
                      </wp:positionV>
                      <wp:extent cx="97155" cy="181610"/>
                      <wp:effectExtent l="6985" t="5715" r="635" b="3175"/>
                      <wp:wrapNone/>
                      <wp:docPr id="42" name="Freeform 5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7155" cy="181610"/>
                              </a:xfrm>
                              <a:custGeom>
                                <a:avLst/>
                                <a:gdLst>
                                  <a:gd name="T0" fmla="*/ 9 w 179"/>
                                  <a:gd name="T1" fmla="*/ 247 h 309"/>
                                  <a:gd name="T2" fmla="*/ 4 w 179"/>
                                  <a:gd name="T3" fmla="*/ 204 h 309"/>
                                  <a:gd name="T4" fmla="*/ 35 w 179"/>
                                  <a:gd name="T5" fmla="*/ 148 h 309"/>
                                  <a:gd name="T6" fmla="*/ 62 w 179"/>
                                  <a:gd name="T7" fmla="*/ 4 h 309"/>
                                  <a:gd name="T8" fmla="*/ 131 w 179"/>
                                  <a:gd name="T9" fmla="*/ 124 h 309"/>
                                  <a:gd name="T10" fmla="*/ 179 w 179"/>
                                  <a:gd name="T11" fmla="*/ 290 h 309"/>
                                  <a:gd name="T12" fmla="*/ 131 w 179"/>
                                  <a:gd name="T13" fmla="*/ 237 h 309"/>
                                  <a:gd name="T14" fmla="*/ 47 w 179"/>
                                  <a:gd name="T15" fmla="*/ 228 h 309"/>
                                  <a:gd name="T16" fmla="*/ 9 w 179"/>
                                  <a:gd name="T17" fmla="*/ 247 h 3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79" h="309">
                                    <a:moveTo>
                                      <a:pt x="9" y="247"/>
                                    </a:moveTo>
                                    <a:cubicBezTo>
                                      <a:pt x="2" y="243"/>
                                      <a:pt x="0" y="220"/>
                                      <a:pt x="4" y="204"/>
                                    </a:cubicBezTo>
                                    <a:cubicBezTo>
                                      <a:pt x="8" y="188"/>
                                      <a:pt x="25" y="181"/>
                                      <a:pt x="35" y="148"/>
                                    </a:cubicBezTo>
                                    <a:cubicBezTo>
                                      <a:pt x="45" y="115"/>
                                      <a:pt x="46" y="8"/>
                                      <a:pt x="62" y="4"/>
                                    </a:cubicBezTo>
                                    <a:cubicBezTo>
                                      <a:pt x="78" y="0"/>
                                      <a:pt x="112" y="76"/>
                                      <a:pt x="131" y="124"/>
                                    </a:cubicBezTo>
                                    <a:cubicBezTo>
                                      <a:pt x="150" y="172"/>
                                      <a:pt x="179" y="271"/>
                                      <a:pt x="179" y="290"/>
                                    </a:cubicBezTo>
                                    <a:cubicBezTo>
                                      <a:pt x="179" y="309"/>
                                      <a:pt x="153" y="247"/>
                                      <a:pt x="131" y="237"/>
                                    </a:cubicBezTo>
                                    <a:cubicBezTo>
                                      <a:pt x="109" y="227"/>
                                      <a:pt x="68" y="227"/>
                                      <a:pt x="47" y="228"/>
                                    </a:cubicBezTo>
                                    <a:cubicBezTo>
                                      <a:pt x="26" y="229"/>
                                      <a:pt x="16" y="251"/>
                                      <a:pt x="9" y="2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C1FF12" id="Freeform 573" o:spid="_x0000_s1026" style="position:absolute;margin-left:347.35pt;margin-top:181.85pt;width:7.65pt;height:14.3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9,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" path="m9,247c2,243,,220,4,204,8,188,25,181,35,148,45,115,46,8,62,4,78,,112,76,131,124v19,48,48,147,48,166c179,309,153,247,131,237,109,227,68,227,47,228,26,229,16,251,9,247xe" fillcolor="#ddd" stroked="f">
                      <v:path arrowok="t" o:connecttype="custom" o:connectlocs="4885,145170;2171,119898;18997,86985;33651,2351;71102,72879;97155,170443;71102,139293;25510,134003;4885,145170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4266565</wp:posOffset>
                      </wp:positionH>
                      <wp:positionV relativeFrom="paragraph">
                        <wp:posOffset>2609215</wp:posOffset>
                      </wp:positionV>
                      <wp:extent cx="91440" cy="77470"/>
                      <wp:effectExtent l="5080" t="635" r="8255" b="7620"/>
                      <wp:wrapNone/>
                      <wp:docPr id="41" name="Freeform 5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1440" cy="77470"/>
                              </a:xfrm>
                              <a:custGeom>
                                <a:avLst/>
                                <a:gdLst>
                                  <a:gd name="T0" fmla="*/ 139 w 169"/>
                                  <a:gd name="T1" fmla="*/ 131 h 131"/>
                                  <a:gd name="T2" fmla="*/ 144 w 169"/>
                                  <a:gd name="T3" fmla="*/ 62 h 131"/>
                                  <a:gd name="T4" fmla="*/ 99 w 169"/>
                                  <a:gd name="T5" fmla="*/ 33 h 131"/>
                                  <a:gd name="T6" fmla="*/ 43 w 169"/>
                                  <a:gd name="T7" fmla="*/ 33 h 131"/>
                                  <a:gd name="T8" fmla="*/ 5 w 169"/>
                                  <a:gd name="T9" fmla="*/ 95 h 131"/>
                                  <a:gd name="T10" fmla="*/ 12 w 169"/>
                                  <a:gd name="T11" fmla="*/ 45 h 131"/>
                                  <a:gd name="T12" fmla="*/ 36 w 169"/>
                                  <a:gd name="T13" fmla="*/ 4 h 131"/>
                                  <a:gd name="T14" fmla="*/ 111 w 169"/>
                                  <a:gd name="T15" fmla="*/ 21 h 131"/>
                                  <a:gd name="T16" fmla="*/ 166 w 169"/>
                                  <a:gd name="T17" fmla="*/ 59 h 131"/>
                                  <a:gd name="T18" fmla="*/ 139 w 169"/>
                                  <a:gd name="T19" fmla="*/ 131 h 1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69" h="131">
                                    <a:moveTo>
                                      <a:pt x="139" y="131"/>
                                    </a:moveTo>
                                    <a:cubicBezTo>
                                      <a:pt x="135" y="131"/>
                                      <a:pt x="151" y="78"/>
                                      <a:pt x="144" y="62"/>
                                    </a:cubicBezTo>
                                    <a:cubicBezTo>
                                      <a:pt x="137" y="46"/>
                                      <a:pt x="116" y="38"/>
                                      <a:pt x="99" y="33"/>
                                    </a:cubicBezTo>
                                    <a:cubicBezTo>
                                      <a:pt x="82" y="28"/>
                                      <a:pt x="59" y="23"/>
                                      <a:pt x="43" y="33"/>
                                    </a:cubicBezTo>
                                    <a:cubicBezTo>
                                      <a:pt x="27" y="43"/>
                                      <a:pt x="10" y="93"/>
                                      <a:pt x="5" y="95"/>
                                    </a:cubicBezTo>
                                    <a:cubicBezTo>
                                      <a:pt x="0" y="97"/>
                                      <a:pt x="7" y="60"/>
                                      <a:pt x="12" y="45"/>
                                    </a:cubicBezTo>
                                    <a:cubicBezTo>
                                      <a:pt x="17" y="30"/>
                                      <a:pt x="20" y="8"/>
                                      <a:pt x="36" y="4"/>
                                    </a:cubicBezTo>
                                    <a:cubicBezTo>
                                      <a:pt x="52" y="0"/>
                                      <a:pt x="89" y="12"/>
                                      <a:pt x="111" y="21"/>
                                    </a:cubicBezTo>
                                    <a:cubicBezTo>
                                      <a:pt x="133" y="30"/>
                                      <a:pt x="163" y="40"/>
                                      <a:pt x="166" y="59"/>
                                    </a:cubicBezTo>
                                    <a:cubicBezTo>
                                      <a:pt x="169" y="78"/>
                                      <a:pt x="143" y="131"/>
                                      <a:pt x="139" y="13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0B07AD" id="Freeform 572" o:spid="_x0000_s1026" style="position:absolute;margin-left:335.95pt;margin-top:205.45pt;width:7.2pt;height:6.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9,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" path="m139,131v-4,,12,-53,5,-69c137,46,116,38,99,33,82,28,59,23,43,33,27,43,10,93,5,95,,97,7,60,12,45,17,30,20,8,36,4,52,,89,12,111,21v22,9,52,19,55,38c169,78,143,131,139,131xe" fillcolor="#ddd" stroked="f">
                      <v:path arrowok="t" o:connecttype="custom" o:connectlocs="75208,77470;77913,36665;53565,19515;23266,19515;2705,56181;6493,26612;19478,2365;60058,12419;89817,34891;75208,77470" o:connectangles="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4436110</wp:posOffset>
                      </wp:positionH>
                      <wp:positionV relativeFrom="paragraph">
                        <wp:posOffset>2842895</wp:posOffset>
                      </wp:positionV>
                      <wp:extent cx="64770" cy="48895"/>
                      <wp:effectExtent l="3175" t="5715" r="8255" b="2540"/>
                      <wp:wrapNone/>
                      <wp:docPr id="40" name="Freeform 5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4770" cy="48895"/>
                              </a:xfrm>
                              <a:custGeom>
                                <a:avLst/>
                                <a:gdLst>
                                  <a:gd name="T0" fmla="*/ 65 w 118"/>
                                  <a:gd name="T1" fmla="*/ 0 h 82"/>
                                  <a:gd name="T2" fmla="*/ 65 w 118"/>
                                  <a:gd name="T3" fmla="*/ 46 h 82"/>
                                  <a:gd name="T4" fmla="*/ 118 w 118"/>
                                  <a:gd name="T5" fmla="*/ 56 h 82"/>
                                  <a:gd name="T6" fmla="*/ 65 w 118"/>
                                  <a:gd name="T7" fmla="*/ 58 h 82"/>
                                  <a:gd name="T8" fmla="*/ 3 w 118"/>
                                  <a:gd name="T9" fmla="*/ 80 h 82"/>
                                  <a:gd name="T10" fmla="*/ 46 w 118"/>
                                  <a:gd name="T11" fmla="*/ 44 h 82"/>
                                  <a:gd name="T12" fmla="*/ 65 w 118"/>
                                  <a:gd name="T13" fmla="*/ 0 h 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18" h="82">
                                    <a:moveTo>
                                      <a:pt x="65" y="0"/>
                                    </a:moveTo>
                                    <a:cubicBezTo>
                                      <a:pt x="68" y="0"/>
                                      <a:pt x="56" y="37"/>
                                      <a:pt x="65" y="46"/>
                                    </a:cubicBezTo>
                                    <a:cubicBezTo>
                                      <a:pt x="74" y="55"/>
                                      <a:pt x="118" y="54"/>
                                      <a:pt x="118" y="56"/>
                                    </a:cubicBezTo>
                                    <a:cubicBezTo>
                                      <a:pt x="118" y="58"/>
                                      <a:pt x="84" y="54"/>
                                      <a:pt x="65" y="58"/>
                                    </a:cubicBezTo>
                                    <a:cubicBezTo>
                                      <a:pt x="46" y="62"/>
                                      <a:pt x="6" y="82"/>
                                      <a:pt x="3" y="80"/>
                                    </a:cubicBezTo>
                                    <a:cubicBezTo>
                                      <a:pt x="0" y="78"/>
                                      <a:pt x="36" y="56"/>
                                      <a:pt x="46" y="44"/>
                                    </a:cubicBezTo>
                                    <a:cubicBezTo>
                                      <a:pt x="56" y="32"/>
                                      <a:pt x="62" y="0"/>
                                      <a:pt x="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1064F8" id="Freeform 571" o:spid="_x0000_s1026" style="position:absolute;margin-left:349.3pt;margin-top:223.85pt;width:5.1pt;height:3.8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,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" path="m65,v3,,-9,37,,46c74,55,118,54,118,56v,2,-34,-2,-53,2c46,62,6,82,3,80,,78,36,56,46,44,56,32,62,,65,xe" fillcolor="#ddd" stroked="f">
                      <v:path arrowok="t" o:connecttype="custom" o:connectlocs="35678,0;35678,27429;64770,33392;35678,34584;1647,47702;25249,26236;35678,0" o:connectangles="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4490720</wp:posOffset>
                      </wp:positionH>
                      <wp:positionV relativeFrom="paragraph">
                        <wp:posOffset>2690495</wp:posOffset>
                      </wp:positionV>
                      <wp:extent cx="38735" cy="83185"/>
                      <wp:effectExtent l="635" t="5715" r="8255" b="6350"/>
                      <wp:wrapNone/>
                      <wp:docPr id="39" name="Freeform 5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735" cy="83185"/>
                              </a:xfrm>
                              <a:custGeom>
                                <a:avLst/>
                                <a:gdLst>
                                  <a:gd name="T0" fmla="*/ 4 w 70"/>
                                  <a:gd name="T1" fmla="*/ 2 h 140"/>
                                  <a:gd name="T2" fmla="*/ 21 w 70"/>
                                  <a:gd name="T3" fmla="*/ 71 h 140"/>
                                  <a:gd name="T4" fmla="*/ 69 w 70"/>
                                  <a:gd name="T5" fmla="*/ 124 h 140"/>
                                  <a:gd name="T6" fmla="*/ 14 w 70"/>
                                  <a:gd name="T7" fmla="*/ 129 h 140"/>
                                  <a:gd name="T8" fmla="*/ 2 w 70"/>
                                  <a:gd name="T9" fmla="*/ 57 h 140"/>
                                  <a:gd name="T10" fmla="*/ 4 w 70"/>
                                  <a:gd name="T11" fmla="*/ 2 h 1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0" h="140">
                                    <a:moveTo>
                                      <a:pt x="4" y="2"/>
                                    </a:moveTo>
                                    <a:cubicBezTo>
                                      <a:pt x="7" y="4"/>
                                      <a:pt x="10" y="51"/>
                                      <a:pt x="21" y="71"/>
                                    </a:cubicBezTo>
                                    <a:cubicBezTo>
                                      <a:pt x="32" y="91"/>
                                      <a:pt x="70" y="114"/>
                                      <a:pt x="69" y="124"/>
                                    </a:cubicBezTo>
                                    <a:cubicBezTo>
                                      <a:pt x="68" y="134"/>
                                      <a:pt x="25" y="140"/>
                                      <a:pt x="14" y="129"/>
                                    </a:cubicBezTo>
                                    <a:cubicBezTo>
                                      <a:pt x="3" y="118"/>
                                      <a:pt x="4" y="76"/>
                                      <a:pt x="2" y="57"/>
                                    </a:cubicBezTo>
                                    <a:cubicBezTo>
                                      <a:pt x="0" y="38"/>
                                      <a:pt x="1" y="0"/>
                                      <a:pt x="4" y="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07FC7" id="Freeform 570" o:spid="_x0000_s1026" style="position:absolute;margin-left:353.6pt;margin-top:211.85pt;width:3.05pt;height:6.5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" path="m4,2v3,2,6,49,17,69c32,91,70,114,69,124v-1,10,-44,16,-55,5c3,118,4,76,2,57,,38,1,,4,2xe" fillcolor="#ddd" stroked="f">
                      <v:path arrowok="t" o:connecttype="custom" o:connectlocs="2213,1188;11621,42187;38182,73678;7747,76649;1107,33868;2213,1188" o:connectangles="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4497070</wp:posOffset>
                      </wp:positionH>
                      <wp:positionV relativeFrom="paragraph">
                        <wp:posOffset>2529840</wp:posOffset>
                      </wp:positionV>
                      <wp:extent cx="51435" cy="100330"/>
                      <wp:effectExtent l="6985" t="6985" r="8255" b="6985"/>
                      <wp:wrapNone/>
                      <wp:docPr id="38" name="Freeform 5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1435" cy="100330"/>
                              </a:xfrm>
                              <a:custGeom>
                                <a:avLst/>
                                <a:gdLst>
                                  <a:gd name="T0" fmla="*/ 28 w 94"/>
                                  <a:gd name="T1" fmla="*/ 170 h 171"/>
                                  <a:gd name="T2" fmla="*/ 93 w 94"/>
                                  <a:gd name="T3" fmla="*/ 115 h 171"/>
                                  <a:gd name="T4" fmla="*/ 36 w 94"/>
                                  <a:gd name="T5" fmla="*/ 70 h 171"/>
                                  <a:gd name="T6" fmla="*/ 4 w 94"/>
                                  <a:gd name="T7" fmla="*/ 0 h 171"/>
                                  <a:gd name="T8" fmla="*/ 12 w 94"/>
                                  <a:gd name="T9" fmla="*/ 67 h 171"/>
                                  <a:gd name="T10" fmla="*/ 36 w 94"/>
                                  <a:gd name="T11" fmla="*/ 120 h 171"/>
                                  <a:gd name="T12" fmla="*/ 28 w 94"/>
                                  <a:gd name="T13" fmla="*/ 170 h 1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94" h="171">
                                    <a:moveTo>
                                      <a:pt x="28" y="170"/>
                                    </a:moveTo>
                                    <a:cubicBezTo>
                                      <a:pt x="37" y="169"/>
                                      <a:pt x="92" y="132"/>
                                      <a:pt x="93" y="115"/>
                                    </a:cubicBezTo>
                                    <a:cubicBezTo>
                                      <a:pt x="94" y="98"/>
                                      <a:pt x="51" y="89"/>
                                      <a:pt x="36" y="70"/>
                                    </a:cubicBezTo>
                                    <a:cubicBezTo>
                                      <a:pt x="21" y="51"/>
                                      <a:pt x="8" y="0"/>
                                      <a:pt x="4" y="0"/>
                                    </a:cubicBezTo>
                                    <a:cubicBezTo>
                                      <a:pt x="0" y="0"/>
                                      <a:pt x="7" y="47"/>
                                      <a:pt x="12" y="67"/>
                                    </a:cubicBezTo>
                                    <a:cubicBezTo>
                                      <a:pt x="17" y="87"/>
                                      <a:pt x="33" y="103"/>
                                      <a:pt x="36" y="120"/>
                                    </a:cubicBezTo>
                                    <a:cubicBezTo>
                                      <a:pt x="39" y="137"/>
                                      <a:pt x="19" y="171"/>
                                      <a:pt x="28" y="1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0BA7F1" id="Freeform 569" o:spid="_x0000_s1026" style="position:absolute;margin-left:354.1pt;margin-top:199.2pt;width:4.05pt;height:7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" path="m28,170v9,-1,64,-38,65,-55c94,98,51,89,36,70,21,51,8,,4,,,,7,47,12,67v5,20,21,36,24,53c39,137,19,171,28,170xe" fillcolor="#ddd" stroked="f">
                      <v:path arrowok="t" o:connecttype="custom" o:connectlocs="15321,99743;50888,67473;19699,41071;2189,0;6566,39311;19699,70407;15321,99743" o:connectangles="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4512310</wp:posOffset>
                      </wp:positionH>
                      <wp:positionV relativeFrom="paragraph">
                        <wp:posOffset>2546985</wp:posOffset>
                      </wp:positionV>
                      <wp:extent cx="125095" cy="426085"/>
                      <wp:effectExtent l="12700" t="5080" r="5080" b="6985"/>
                      <wp:wrapNone/>
                      <wp:docPr id="37" name="Freeform 5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5095" cy="426085"/>
                              </a:xfrm>
                              <a:custGeom>
                                <a:avLst/>
                                <a:gdLst>
                                  <a:gd name="T0" fmla="*/ 0 w 228"/>
                                  <a:gd name="T1" fmla="*/ 722 h 722"/>
                                  <a:gd name="T2" fmla="*/ 99 w 228"/>
                                  <a:gd name="T3" fmla="*/ 487 h 722"/>
                                  <a:gd name="T4" fmla="*/ 228 w 228"/>
                                  <a:gd name="T5" fmla="*/ 0 h 72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28" h="722">
                                    <a:moveTo>
                                      <a:pt x="0" y="722"/>
                                    </a:moveTo>
                                    <a:cubicBezTo>
                                      <a:pt x="17" y="683"/>
                                      <a:pt x="61" y="607"/>
                                      <a:pt x="99" y="487"/>
                                    </a:cubicBezTo>
                                    <a:cubicBezTo>
                                      <a:pt x="137" y="367"/>
                                      <a:pt x="183" y="185"/>
                                      <a:pt x="228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B82D2" id="Freeform 568" o:spid="_x0000_s1026" style="position:absolute;margin-left:355.3pt;margin-top:200.55pt;width:9.85pt;height:33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8,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" path="m,722c17,683,61,607,99,487,137,367,183,185,228,e" filled="f" strokecolor="gray">
                      <v:path arrowok="t" o:connecttype="custom" o:connectlocs="0,426085;54318,287401;125095,0" o:connectangles="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>
                      <wp:simplePos x="0" y="0"/>
                      <wp:positionH relativeFrom="column">
                        <wp:posOffset>3556000</wp:posOffset>
                      </wp:positionH>
                      <wp:positionV relativeFrom="paragraph">
                        <wp:posOffset>-1905</wp:posOffset>
                      </wp:positionV>
                      <wp:extent cx="329565" cy="1922145"/>
                      <wp:effectExtent l="8890" t="8890" r="4445" b="2540"/>
                      <wp:wrapNone/>
                      <wp:docPr id="36" name="Freeform 5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9565" cy="1922145"/>
                              </a:xfrm>
                              <a:custGeom>
                                <a:avLst/>
                                <a:gdLst>
                                  <a:gd name="T0" fmla="*/ 118 w 604"/>
                                  <a:gd name="T1" fmla="*/ 350 h 3254"/>
                                  <a:gd name="T2" fmla="*/ 202 w 604"/>
                                  <a:gd name="T3" fmla="*/ 662 h 3254"/>
                                  <a:gd name="T4" fmla="*/ 178 w 604"/>
                                  <a:gd name="T5" fmla="*/ 1022 h 3254"/>
                                  <a:gd name="T6" fmla="*/ 94 w 604"/>
                                  <a:gd name="T7" fmla="*/ 1334 h 3254"/>
                                  <a:gd name="T8" fmla="*/ 166 w 604"/>
                                  <a:gd name="T9" fmla="*/ 1802 h 3254"/>
                                  <a:gd name="T10" fmla="*/ 214 w 604"/>
                                  <a:gd name="T11" fmla="*/ 2522 h 3254"/>
                                  <a:gd name="T12" fmla="*/ 10 w 604"/>
                                  <a:gd name="T13" fmla="*/ 3206 h 3254"/>
                                  <a:gd name="T14" fmla="*/ 274 w 604"/>
                                  <a:gd name="T15" fmla="*/ 2810 h 3254"/>
                                  <a:gd name="T16" fmla="*/ 286 w 604"/>
                                  <a:gd name="T17" fmla="*/ 2258 h 3254"/>
                                  <a:gd name="T18" fmla="*/ 226 w 604"/>
                                  <a:gd name="T19" fmla="*/ 1586 h 3254"/>
                                  <a:gd name="T20" fmla="*/ 310 w 604"/>
                                  <a:gd name="T21" fmla="*/ 1238 h 3254"/>
                                  <a:gd name="T22" fmla="*/ 562 w 604"/>
                                  <a:gd name="T23" fmla="*/ 830 h 3254"/>
                                  <a:gd name="T24" fmla="*/ 562 w 604"/>
                                  <a:gd name="T25" fmla="*/ 506 h 3254"/>
                                  <a:gd name="T26" fmla="*/ 406 w 604"/>
                                  <a:gd name="T27" fmla="*/ 830 h 3254"/>
                                  <a:gd name="T28" fmla="*/ 286 w 604"/>
                                  <a:gd name="T29" fmla="*/ 938 h 3254"/>
                                  <a:gd name="T30" fmla="*/ 334 w 604"/>
                                  <a:gd name="T31" fmla="*/ 662 h 3254"/>
                                  <a:gd name="T32" fmla="*/ 586 w 604"/>
                                  <a:gd name="T33" fmla="*/ 74 h 3254"/>
                                  <a:gd name="T34" fmla="*/ 346 w 604"/>
                                  <a:gd name="T35" fmla="*/ 218 h 3254"/>
                                  <a:gd name="T36" fmla="*/ 118 w 604"/>
                                  <a:gd name="T37" fmla="*/ 350 h 32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604" h="3254">
                                    <a:moveTo>
                                      <a:pt x="118" y="350"/>
                                    </a:moveTo>
                                    <a:cubicBezTo>
                                      <a:pt x="94" y="424"/>
                                      <a:pt x="192" y="550"/>
                                      <a:pt x="202" y="662"/>
                                    </a:cubicBezTo>
                                    <a:cubicBezTo>
                                      <a:pt x="212" y="774"/>
                                      <a:pt x="196" y="910"/>
                                      <a:pt x="178" y="1022"/>
                                    </a:cubicBezTo>
                                    <a:cubicBezTo>
                                      <a:pt x="160" y="1134"/>
                                      <a:pt x="96" y="1204"/>
                                      <a:pt x="94" y="1334"/>
                                    </a:cubicBezTo>
                                    <a:cubicBezTo>
                                      <a:pt x="92" y="1464"/>
                                      <a:pt x="146" y="1604"/>
                                      <a:pt x="166" y="1802"/>
                                    </a:cubicBezTo>
                                    <a:cubicBezTo>
                                      <a:pt x="186" y="2000"/>
                                      <a:pt x="240" y="2288"/>
                                      <a:pt x="214" y="2522"/>
                                    </a:cubicBezTo>
                                    <a:cubicBezTo>
                                      <a:pt x="188" y="2756"/>
                                      <a:pt x="0" y="3158"/>
                                      <a:pt x="10" y="3206"/>
                                    </a:cubicBezTo>
                                    <a:cubicBezTo>
                                      <a:pt x="20" y="3254"/>
                                      <a:pt x="228" y="2968"/>
                                      <a:pt x="274" y="2810"/>
                                    </a:cubicBezTo>
                                    <a:cubicBezTo>
                                      <a:pt x="320" y="2652"/>
                                      <a:pt x="294" y="2462"/>
                                      <a:pt x="286" y="2258"/>
                                    </a:cubicBezTo>
                                    <a:cubicBezTo>
                                      <a:pt x="278" y="2054"/>
                                      <a:pt x="222" y="1756"/>
                                      <a:pt x="226" y="1586"/>
                                    </a:cubicBezTo>
                                    <a:cubicBezTo>
                                      <a:pt x="230" y="1416"/>
                                      <a:pt x="254" y="1364"/>
                                      <a:pt x="310" y="1238"/>
                                    </a:cubicBezTo>
                                    <a:cubicBezTo>
                                      <a:pt x="366" y="1112"/>
                                      <a:pt x="520" y="952"/>
                                      <a:pt x="562" y="830"/>
                                    </a:cubicBezTo>
                                    <a:cubicBezTo>
                                      <a:pt x="604" y="708"/>
                                      <a:pt x="588" y="506"/>
                                      <a:pt x="562" y="506"/>
                                    </a:cubicBezTo>
                                    <a:cubicBezTo>
                                      <a:pt x="536" y="506"/>
                                      <a:pt x="452" y="758"/>
                                      <a:pt x="406" y="830"/>
                                    </a:cubicBezTo>
                                    <a:cubicBezTo>
                                      <a:pt x="360" y="902"/>
                                      <a:pt x="298" y="966"/>
                                      <a:pt x="286" y="938"/>
                                    </a:cubicBezTo>
                                    <a:cubicBezTo>
                                      <a:pt x="274" y="910"/>
                                      <a:pt x="284" y="806"/>
                                      <a:pt x="334" y="662"/>
                                    </a:cubicBezTo>
                                    <a:cubicBezTo>
                                      <a:pt x="384" y="518"/>
                                      <a:pt x="584" y="148"/>
                                      <a:pt x="586" y="74"/>
                                    </a:cubicBezTo>
                                    <a:cubicBezTo>
                                      <a:pt x="588" y="0"/>
                                      <a:pt x="424" y="176"/>
                                      <a:pt x="346" y="218"/>
                                    </a:cubicBezTo>
                                    <a:cubicBezTo>
                                      <a:pt x="268" y="260"/>
                                      <a:pt x="142" y="276"/>
                                      <a:pt x="118" y="35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BD893C" id="Freeform 565" o:spid="_x0000_s1026" style="position:absolute;margin-left:280pt;margin-top:-.15pt;width:25.95pt;height:151.3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04,3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" path="m118,350v-24,74,74,200,84,312c212,774,196,910,178,1022v-18,112,-82,182,-84,312c92,1464,146,1604,166,1802v20,198,74,486,48,720c188,2756,,3158,10,3206v10,48,218,-238,264,-396c320,2652,294,2462,286,2258v-8,-204,-64,-502,-60,-672c230,1416,254,1364,310,1238,366,1112,520,952,562,830v42,-122,26,-324,,-324c536,506,452,758,406,830,360,902,298,966,286,938,274,910,284,806,334,662,384,518,584,148,586,74,588,,424,176,346,218,268,260,142,276,118,350xe" fillcolor="#ddd" stroked="f">
                      <v:path arrowok="t" o:connecttype="custom" o:connectlocs="64385,206746;110219,391045;97123,603698;51290,787997;90576,1064445;116766,1489751;5456,1893791;149505,1659873;156052,1333806;123314,936854;169148,731289;306648,490283;306648,298895;221529,490283;156052,554079;182243,391045;319744,43712;188791,128773;64385,206746" o:connectangles="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3805555</wp:posOffset>
                      </wp:positionH>
                      <wp:positionV relativeFrom="paragraph">
                        <wp:posOffset>1242060</wp:posOffset>
                      </wp:positionV>
                      <wp:extent cx="191770" cy="747395"/>
                      <wp:effectExtent l="1270" t="5080" r="6985" b="0"/>
                      <wp:wrapNone/>
                      <wp:docPr id="35" name="Freeform 5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1770" cy="747395"/>
                              </a:xfrm>
                              <a:custGeom>
                                <a:avLst/>
                                <a:gdLst>
                                  <a:gd name="T0" fmla="*/ 212 w 350"/>
                                  <a:gd name="T1" fmla="*/ 20 h 1266"/>
                                  <a:gd name="T2" fmla="*/ 140 w 350"/>
                                  <a:gd name="T3" fmla="*/ 524 h 1266"/>
                                  <a:gd name="T4" fmla="*/ 8 w 350"/>
                                  <a:gd name="T5" fmla="*/ 1172 h 1266"/>
                                  <a:gd name="T6" fmla="*/ 92 w 350"/>
                                  <a:gd name="T7" fmla="*/ 1088 h 1266"/>
                                  <a:gd name="T8" fmla="*/ 320 w 350"/>
                                  <a:gd name="T9" fmla="*/ 704 h 1266"/>
                                  <a:gd name="T10" fmla="*/ 272 w 350"/>
                                  <a:gd name="T11" fmla="*/ 404 h 1266"/>
                                  <a:gd name="T12" fmla="*/ 212 w 350"/>
                                  <a:gd name="T13" fmla="*/ 20 h 12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350" h="1266">
                                    <a:moveTo>
                                      <a:pt x="212" y="20"/>
                                    </a:moveTo>
                                    <a:cubicBezTo>
                                      <a:pt x="190" y="40"/>
                                      <a:pt x="174" y="332"/>
                                      <a:pt x="140" y="524"/>
                                    </a:cubicBezTo>
                                    <a:cubicBezTo>
                                      <a:pt x="106" y="716"/>
                                      <a:pt x="16" y="1078"/>
                                      <a:pt x="8" y="1172"/>
                                    </a:cubicBezTo>
                                    <a:cubicBezTo>
                                      <a:pt x="0" y="1266"/>
                                      <a:pt x="40" y="1166"/>
                                      <a:pt x="92" y="1088"/>
                                    </a:cubicBezTo>
                                    <a:cubicBezTo>
                                      <a:pt x="144" y="1010"/>
                                      <a:pt x="290" y="818"/>
                                      <a:pt x="320" y="704"/>
                                    </a:cubicBezTo>
                                    <a:cubicBezTo>
                                      <a:pt x="350" y="590"/>
                                      <a:pt x="286" y="516"/>
                                      <a:pt x="272" y="404"/>
                                    </a:cubicBezTo>
                                    <a:cubicBezTo>
                                      <a:pt x="258" y="292"/>
                                      <a:pt x="234" y="0"/>
                                      <a:pt x="212" y="2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B28A03" id="Freeform 564" o:spid="_x0000_s1026" style="position:absolute;margin-left:299.65pt;margin-top:97.8pt;width:15.1pt;height:58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0,1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" path="m212,20c190,40,174,332,140,524,106,716,16,1078,8,1172v-8,94,32,-6,84,-84c144,1010,290,818,320,704,350,590,286,516,272,404,258,292,234,,212,20xe" fillcolor="#ddd" stroked="f">
                      <v:path arrowok="t" o:connecttype="custom" o:connectlocs="116158,11807;76708,309348;4383,691901;50408,642311;175333,415613;149033,238505;116158,11807" o:connectangles="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>
                      <wp:simplePos x="0" y="0"/>
                      <wp:positionH relativeFrom="column">
                        <wp:posOffset>3179445</wp:posOffset>
                      </wp:positionH>
                      <wp:positionV relativeFrom="paragraph">
                        <wp:posOffset>2164080</wp:posOffset>
                      </wp:positionV>
                      <wp:extent cx="395605" cy="1054100"/>
                      <wp:effectExtent l="3810" t="3175" r="635" b="0"/>
                      <wp:wrapNone/>
                      <wp:docPr id="34" name="Freeform 5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1054100"/>
                              </a:xfrm>
                              <a:custGeom>
                                <a:avLst/>
                                <a:gdLst>
                                  <a:gd name="T0" fmla="*/ 338 w 724"/>
                                  <a:gd name="T1" fmla="*/ 1759 h 1785"/>
                                  <a:gd name="T2" fmla="*/ 350 w 724"/>
                                  <a:gd name="T3" fmla="*/ 1159 h 1785"/>
                                  <a:gd name="T4" fmla="*/ 350 w 724"/>
                                  <a:gd name="T5" fmla="*/ 655 h 1785"/>
                                  <a:gd name="T6" fmla="*/ 724 w 724"/>
                                  <a:gd name="T7" fmla="*/ 38 h 1785"/>
                                  <a:gd name="T8" fmla="*/ 350 w 724"/>
                                  <a:gd name="T9" fmla="*/ 427 h 1785"/>
                                  <a:gd name="T10" fmla="*/ 38 w 724"/>
                                  <a:gd name="T11" fmla="*/ 691 h 1785"/>
                                  <a:gd name="T12" fmla="*/ 122 w 724"/>
                                  <a:gd name="T13" fmla="*/ 1087 h 1785"/>
                                  <a:gd name="T14" fmla="*/ 146 w 724"/>
                                  <a:gd name="T15" fmla="*/ 1315 h 1785"/>
                                  <a:gd name="T16" fmla="*/ 338 w 724"/>
                                  <a:gd name="T17" fmla="*/ 1759 h 17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724" h="1785">
                                    <a:moveTo>
                                      <a:pt x="338" y="1759"/>
                                    </a:moveTo>
                                    <a:cubicBezTo>
                                      <a:pt x="372" y="1733"/>
                                      <a:pt x="348" y="1343"/>
                                      <a:pt x="350" y="1159"/>
                                    </a:cubicBezTo>
                                    <a:cubicBezTo>
                                      <a:pt x="352" y="975"/>
                                      <a:pt x="288" y="842"/>
                                      <a:pt x="350" y="655"/>
                                    </a:cubicBezTo>
                                    <a:cubicBezTo>
                                      <a:pt x="412" y="468"/>
                                      <a:pt x="724" y="76"/>
                                      <a:pt x="724" y="38"/>
                                    </a:cubicBezTo>
                                    <a:cubicBezTo>
                                      <a:pt x="724" y="0"/>
                                      <a:pt x="464" y="318"/>
                                      <a:pt x="350" y="427"/>
                                    </a:cubicBezTo>
                                    <a:cubicBezTo>
                                      <a:pt x="236" y="536"/>
                                      <a:pt x="76" y="581"/>
                                      <a:pt x="38" y="691"/>
                                    </a:cubicBezTo>
                                    <a:cubicBezTo>
                                      <a:pt x="0" y="801"/>
                                      <a:pt x="104" y="983"/>
                                      <a:pt x="122" y="1087"/>
                                    </a:cubicBezTo>
                                    <a:cubicBezTo>
                                      <a:pt x="140" y="1191"/>
                                      <a:pt x="114" y="1203"/>
                                      <a:pt x="146" y="1315"/>
                                    </a:cubicBezTo>
                                    <a:cubicBezTo>
                                      <a:pt x="178" y="1427"/>
                                      <a:pt x="304" y="1785"/>
                                      <a:pt x="338" y="17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6835F1" id="Freeform 563" o:spid="_x0000_s1026" style="position:absolute;margin-left:250.35pt;margin-top:170.4pt;width:31.15pt;height:83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4,1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" path="m338,1759v34,-26,10,-416,12,-600c352,975,288,842,350,655,412,468,724,76,724,38,724,,464,318,350,427,236,536,76,581,38,691,,801,104,983,122,1087v18,104,-8,116,24,228c178,1427,304,1785,338,1759xe" fillcolor="#ddd" stroked="f">
                      <v:path arrowok="t" o:connecttype="custom" o:connectlocs="184689,1038746;191246,684427;191246,386799;395605,22440;191246,252157;20764,408058;66663,641909;79777,776550;184689,1038746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3019425</wp:posOffset>
                      </wp:positionH>
                      <wp:positionV relativeFrom="paragraph">
                        <wp:posOffset>2553335</wp:posOffset>
                      </wp:positionV>
                      <wp:extent cx="715010" cy="2502535"/>
                      <wp:effectExtent l="15240" t="20955" r="12700" b="10160"/>
                      <wp:wrapNone/>
                      <wp:docPr id="33" name="Freeform 5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5010" cy="2502535"/>
                              </a:xfrm>
                              <a:custGeom>
                                <a:avLst/>
                                <a:gdLst>
                                  <a:gd name="T0" fmla="*/ 1121 w 1121"/>
                                  <a:gd name="T1" fmla="*/ 3919 h 3919"/>
                                  <a:gd name="T2" fmla="*/ 1085 w 1121"/>
                                  <a:gd name="T3" fmla="*/ 3715 h 3919"/>
                                  <a:gd name="T4" fmla="*/ 1085 w 1121"/>
                                  <a:gd name="T5" fmla="*/ 3343 h 3919"/>
                                  <a:gd name="T6" fmla="*/ 893 w 1121"/>
                                  <a:gd name="T7" fmla="*/ 2953 h 3919"/>
                                  <a:gd name="T8" fmla="*/ 761 w 1121"/>
                                  <a:gd name="T9" fmla="*/ 2623 h 3919"/>
                                  <a:gd name="T10" fmla="*/ 623 w 1121"/>
                                  <a:gd name="T11" fmla="*/ 1939 h 3919"/>
                                  <a:gd name="T12" fmla="*/ 323 w 1121"/>
                                  <a:gd name="T13" fmla="*/ 811 h 3919"/>
                                  <a:gd name="T14" fmla="*/ 221 w 1121"/>
                                  <a:gd name="T15" fmla="*/ 55 h 3919"/>
                                  <a:gd name="T16" fmla="*/ 120 w 1121"/>
                                  <a:gd name="T17" fmla="*/ 0 h 3919"/>
                                  <a:gd name="T18" fmla="*/ 0 w 1121"/>
                                  <a:gd name="T19" fmla="*/ 45 h 39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121" h="3919">
                                    <a:moveTo>
                                      <a:pt x="1121" y="3919"/>
                                    </a:moveTo>
                                    <a:lnTo>
                                      <a:pt x="1085" y="3715"/>
                                    </a:lnTo>
                                    <a:lnTo>
                                      <a:pt x="1085" y="3343"/>
                                    </a:lnTo>
                                    <a:lnTo>
                                      <a:pt x="893" y="2953"/>
                                    </a:lnTo>
                                    <a:lnTo>
                                      <a:pt x="761" y="2623"/>
                                    </a:lnTo>
                                    <a:lnTo>
                                      <a:pt x="623" y="1939"/>
                                    </a:lnTo>
                                    <a:lnTo>
                                      <a:pt x="323" y="811"/>
                                    </a:lnTo>
                                    <a:lnTo>
                                      <a:pt x="221" y="55"/>
                                    </a:lnTo>
                                    <a:lnTo>
                                      <a:pt x="120" y="0"/>
                                    </a:lnTo>
                                    <a:lnTo>
                                      <a:pt x="0" y="45"/>
                                    </a:ln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527E3" id="Freeform 562" o:spid="_x0000_s1026" style="position:absolute;margin-left:237.75pt;margin-top:201.05pt;width:56.3pt;height:197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1,3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" path="m1121,3919r-36,-204l1085,3343,893,2953,761,2623,623,1939,323,811,221,55,120,,,45e" filled="f" strokecolor="gray" strokeweight="1pt">
                      <v:path arrowok="t" o:connecttype="custom" o:connectlocs="715010,2502535;692048,2372268;692048,2134722;569584,1885682;485390,1674955;397370,1238177;206020,517876;140961,35121;76540,0;0,28735" o:connectangles="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3876040</wp:posOffset>
                      </wp:positionH>
                      <wp:positionV relativeFrom="paragraph">
                        <wp:posOffset>5080</wp:posOffset>
                      </wp:positionV>
                      <wp:extent cx="853440" cy="5035550"/>
                      <wp:effectExtent l="14605" t="6350" r="8255" b="6350"/>
                      <wp:wrapNone/>
                      <wp:docPr id="32" name="Freeform 5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53440" cy="5035550"/>
                              </a:xfrm>
                              <a:custGeom>
                                <a:avLst/>
                                <a:gdLst>
                                  <a:gd name="T0" fmla="*/ 649 w 1193"/>
                                  <a:gd name="T1" fmla="*/ 7041 h 7041"/>
                                  <a:gd name="T2" fmla="*/ 606 w 1193"/>
                                  <a:gd name="T3" fmla="*/ 6559 h 7041"/>
                                  <a:gd name="T4" fmla="*/ 402 w 1193"/>
                                  <a:gd name="T5" fmla="*/ 5980 h 7041"/>
                                  <a:gd name="T6" fmla="*/ 381 w 1193"/>
                                  <a:gd name="T7" fmla="*/ 5670 h 7041"/>
                                  <a:gd name="T8" fmla="*/ 456 w 1193"/>
                                  <a:gd name="T9" fmla="*/ 4845 h 7041"/>
                                  <a:gd name="T10" fmla="*/ 427 w 1193"/>
                                  <a:gd name="T11" fmla="*/ 4133 h 7041"/>
                                  <a:gd name="T12" fmla="*/ 377 w 1193"/>
                                  <a:gd name="T13" fmla="*/ 3628 h 7041"/>
                                  <a:gd name="T14" fmla="*/ 328 w 1193"/>
                                  <a:gd name="T15" fmla="*/ 2811 h 7041"/>
                                  <a:gd name="T16" fmla="*/ 136 w 1193"/>
                                  <a:gd name="T17" fmla="*/ 1934 h 7041"/>
                                  <a:gd name="T18" fmla="*/ 110 w 1193"/>
                                  <a:gd name="T19" fmla="*/ 1586 h 7041"/>
                                  <a:gd name="T20" fmla="*/ 9 w 1193"/>
                                  <a:gd name="T21" fmla="*/ 1102 h 7041"/>
                                  <a:gd name="T22" fmla="*/ 55 w 1193"/>
                                  <a:gd name="T23" fmla="*/ 548 h 7041"/>
                                  <a:gd name="T24" fmla="*/ 64 w 1193"/>
                                  <a:gd name="T25" fmla="*/ 251 h 7041"/>
                                  <a:gd name="T26" fmla="*/ 101 w 1193"/>
                                  <a:gd name="T27" fmla="*/ 22 h 7041"/>
                                  <a:gd name="T28" fmla="*/ 110 w 1193"/>
                                  <a:gd name="T29" fmla="*/ 121 h 7041"/>
                                  <a:gd name="T30" fmla="*/ 202 w 1193"/>
                                  <a:gd name="T31" fmla="*/ 558 h 7041"/>
                                  <a:gd name="T32" fmla="*/ 284 w 1193"/>
                                  <a:gd name="T33" fmla="*/ 904 h 7041"/>
                                  <a:gd name="T34" fmla="*/ 403 w 1193"/>
                                  <a:gd name="T35" fmla="*/ 1687 h 7041"/>
                                  <a:gd name="T36" fmla="*/ 715 w 1193"/>
                                  <a:gd name="T37" fmla="*/ 2559 h 7041"/>
                                  <a:gd name="T38" fmla="*/ 760 w 1193"/>
                                  <a:gd name="T39" fmla="*/ 2797 h 7041"/>
                                  <a:gd name="T40" fmla="*/ 623 w 1193"/>
                                  <a:gd name="T41" fmla="*/ 3006 h 7041"/>
                                  <a:gd name="T42" fmla="*/ 550 w 1193"/>
                                  <a:gd name="T43" fmla="*/ 3441 h 7041"/>
                                  <a:gd name="T44" fmla="*/ 522 w 1193"/>
                                  <a:gd name="T45" fmla="*/ 3739 h 7041"/>
                                  <a:gd name="T46" fmla="*/ 623 w 1193"/>
                                  <a:gd name="T47" fmla="*/ 3808 h 7041"/>
                                  <a:gd name="T48" fmla="*/ 733 w 1193"/>
                                  <a:gd name="T49" fmla="*/ 3649 h 7041"/>
                                  <a:gd name="T50" fmla="*/ 747 w 1193"/>
                                  <a:gd name="T51" fmla="*/ 3466 h 7041"/>
                                  <a:gd name="T52" fmla="*/ 789 w 1193"/>
                                  <a:gd name="T53" fmla="*/ 3424 h 7041"/>
                                  <a:gd name="T54" fmla="*/ 832 w 1193"/>
                                  <a:gd name="T55" fmla="*/ 3433 h 7041"/>
                                  <a:gd name="T56" fmla="*/ 887 w 1193"/>
                                  <a:gd name="T57" fmla="*/ 3481 h 7041"/>
                                  <a:gd name="T58" fmla="*/ 874 w 1193"/>
                                  <a:gd name="T59" fmla="*/ 3535 h 7041"/>
                                  <a:gd name="T60" fmla="*/ 874 w 1193"/>
                                  <a:gd name="T61" fmla="*/ 3595 h 7041"/>
                                  <a:gd name="T62" fmla="*/ 874 w 1193"/>
                                  <a:gd name="T63" fmla="*/ 3655 h 7041"/>
                                  <a:gd name="T64" fmla="*/ 866 w 1193"/>
                                  <a:gd name="T65" fmla="*/ 3758 h 7041"/>
                                  <a:gd name="T66" fmla="*/ 852 w 1193"/>
                                  <a:gd name="T67" fmla="*/ 3848 h 7041"/>
                                  <a:gd name="T68" fmla="*/ 833 w 1193"/>
                                  <a:gd name="T69" fmla="*/ 3911 h 7041"/>
                                  <a:gd name="T70" fmla="*/ 816 w 1193"/>
                                  <a:gd name="T71" fmla="*/ 3982 h 7041"/>
                                  <a:gd name="T72" fmla="*/ 783 w 1193"/>
                                  <a:gd name="T73" fmla="*/ 4046 h 7041"/>
                                  <a:gd name="T74" fmla="*/ 746 w 1193"/>
                                  <a:gd name="T75" fmla="*/ 4207 h 7041"/>
                                  <a:gd name="T76" fmla="*/ 850 w 1193"/>
                                  <a:gd name="T77" fmla="*/ 4207 h 7041"/>
                                  <a:gd name="T78" fmla="*/ 915 w 1193"/>
                                  <a:gd name="T79" fmla="*/ 4129 h 7041"/>
                                  <a:gd name="T80" fmla="*/ 1070 w 1193"/>
                                  <a:gd name="T81" fmla="*/ 3942 h 7041"/>
                                  <a:gd name="T82" fmla="*/ 1156 w 1193"/>
                                  <a:gd name="T83" fmla="*/ 3664 h 7041"/>
                                  <a:gd name="T84" fmla="*/ 1189 w 1193"/>
                                  <a:gd name="T85" fmla="*/ 3360 h 7041"/>
                                  <a:gd name="T86" fmla="*/ 1131 w 1193"/>
                                  <a:gd name="T87" fmla="*/ 2818 h 7041"/>
                                  <a:gd name="T88" fmla="*/ 1145 w 1193"/>
                                  <a:gd name="T89" fmla="*/ 2678 h 7041"/>
                                  <a:gd name="T90" fmla="*/ 1105 w 1193"/>
                                  <a:gd name="T91" fmla="*/ 2524 h 7041"/>
                                  <a:gd name="T92" fmla="*/ 1035 w 1193"/>
                                  <a:gd name="T93" fmla="*/ 1677 h 7041"/>
                                  <a:gd name="T94" fmla="*/ 926 w 1193"/>
                                  <a:gd name="T95" fmla="*/ 880 h 7041"/>
                                  <a:gd name="T96" fmla="*/ 842 w 1193"/>
                                  <a:gd name="T97" fmla="*/ 552 h 7041"/>
                                  <a:gd name="T98" fmla="*/ 767 w 1193"/>
                                  <a:gd name="T99" fmla="*/ 3 h 70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</a:cxnLst>
                                <a:rect l="0" t="0" r="r" b="b"/>
                                <a:pathLst>
                                  <a:path w="1193" h="7041">
                                    <a:moveTo>
                                      <a:pt x="649" y="7041"/>
                                    </a:moveTo>
                                    <a:cubicBezTo>
                                      <a:pt x="642" y="6961"/>
                                      <a:pt x="647" y="6736"/>
                                      <a:pt x="606" y="6559"/>
                                    </a:cubicBezTo>
                                    <a:cubicBezTo>
                                      <a:pt x="565" y="6382"/>
                                      <a:pt x="440" y="6129"/>
                                      <a:pt x="402" y="5980"/>
                                    </a:cubicBezTo>
                                    <a:cubicBezTo>
                                      <a:pt x="365" y="5832"/>
                                      <a:pt x="372" y="5859"/>
                                      <a:pt x="381" y="5670"/>
                                    </a:cubicBezTo>
                                    <a:cubicBezTo>
                                      <a:pt x="390" y="5480"/>
                                      <a:pt x="449" y="5101"/>
                                      <a:pt x="456" y="4845"/>
                                    </a:cubicBezTo>
                                    <a:cubicBezTo>
                                      <a:pt x="463" y="4589"/>
                                      <a:pt x="440" y="4336"/>
                                      <a:pt x="427" y="4133"/>
                                    </a:cubicBezTo>
                                    <a:cubicBezTo>
                                      <a:pt x="413" y="3931"/>
                                      <a:pt x="394" y="3849"/>
                                      <a:pt x="377" y="3628"/>
                                    </a:cubicBezTo>
                                    <a:cubicBezTo>
                                      <a:pt x="361" y="3408"/>
                                      <a:pt x="369" y="3094"/>
                                      <a:pt x="328" y="2811"/>
                                    </a:cubicBezTo>
                                    <a:cubicBezTo>
                                      <a:pt x="287" y="2529"/>
                                      <a:pt x="172" y="2137"/>
                                      <a:pt x="136" y="1934"/>
                                    </a:cubicBezTo>
                                    <a:cubicBezTo>
                                      <a:pt x="99" y="1729"/>
                                      <a:pt x="131" y="1726"/>
                                      <a:pt x="110" y="1586"/>
                                    </a:cubicBezTo>
                                    <a:cubicBezTo>
                                      <a:pt x="88" y="1448"/>
                                      <a:pt x="19" y="1277"/>
                                      <a:pt x="9" y="1102"/>
                                    </a:cubicBezTo>
                                    <a:cubicBezTo>
                                      <a:pt x="0" y="929"/>
                                      <a:pt x="46" y="690"/>
                                      <a:pt x="55" y="548"/>
                                    </a:cubicBezTo>
                                    <a:cubicBezTo>
                                      <a:pt x="64" y="406"/>
                                      <a:pt x="56" y="338"/>
                                      <a:pt x="64" y="251"/>
                                    </a:cubicBezTo>
                                    <a:cubicBezTo>
                                      <a:pt x="71" y="163"/>
                                      <a:pt x="93" y="44"/>
                                      <a:pt x="101" y="22"/>
                                    </a:cubicBezTo>
                                    <a:cubicBezTo>
                                      <a:pt x="109" y="0"/>
                                      <a:pt x="93" y="32"/>
                                      <a:pt x="110" y="121"/>
                                    </a:cubicBezTo>
                                    <a:cubicBezTo>
                                      <a:pt x="127" y="210"/>
                                      <a:pt x="172" y="428"/>
                                      <a:pt x="202" y="558"/>
                                    </a:cubicBezTo>
                                    <a:cubicBezTo>
                                      <a:pt x="230" y="688"/>
                                      <a:pt x="251" y="716"/>
                                      <a:pt x="284" y="904"/>
                                    </a:cubicBezTo>
                                    <a:cubicBezTo>
                                      <a:pt x="318" y="1093"/>
                                      <a:pt x="331" y="1411"/>
                                      <a:pt x="403" y="1687"/>
                                    </a:cubicBezTo>
                                    <a:cubicBezTo>
                                      <a:pt x="475" y="1963"/>
                                      <a:pt x="655" y="2375"/>
                                      <a:pt x="715" y="2559"/>
                                    </a:cubicBezTo>
                                    <a:cubicBezTo>
                                      <a:pt x="774" y="2744"/>
                                      <a:pt x="775" y="2723"/>
                                      <a:pt x="760" y="2797"/>
                                    </a:cubicBezTo>
                                    <a:cubicBezTo>
                                      <a:pt x="745" y="2872"/>
                                      <a:pt x="658" y="2898"/>
                                      <a:pt x="623" y="3006"/>
                                    </a:cubicBezTo>
                                    <a:cubicBezTo>
                                      <a:pt x="588" y="3113"/>
                                      <a:pt x="567" y="3319"/>
                                      <a:pt x="550" y="3441"/>
                                    </a:cubicBezTo>
                                    <a:cubicBezTo>
                                      <a:pt x="533" y="3564"/>
                                      <a:pt x="510" y="3677"/>
                                      <a:pt x="522" y="3739"/>
                                    </a:cubicBezTo>
                                    <a:cubicBezTo>
                                      <a:pt x="534" y="3799"/>
                                      <a:pt x="588" y="3823"/>
                                      <a:pt x="623" y="3808"/>
                                    </a:cubicBezTo>
                                    <a:cubicBezTo>
                                      <a:pt x="658" y="3793"/>
                                      <a:pt x="712" y="3707"/>
                                      <a:pt x="733" y="3649"/>
                                    </a:cubicBezTo>
                                    <a:cubicBezTo>
                                      <a:pt x="753" y="3592"/>
                                      <a:pt x="738" y="3503"/>
                                      <a:pt x="747" y="3466"/>
                                    </a:cubicBezTo>
                                    <a:cubicBezTo>
                                      <a:pt x="757" y="3427"/>
                                      <a:pt x="775" y="3428"/>
                                      <a:pt x="789" y="3424"/>
                                    </a:cubicBezTo>
                                    <a:cubicBezTo>
                                      <a:pt x="803" y="3418"/>
                                      <a:pt x="816" y="3424"/>
                                      <a:pt x="832" y="3433"/>
                                    </a:cubicBezTo>
                                    <a:cubicBezTo>
                                      <a:pt x="848" y="3443"/>
                                      <a:pt x="880" y="3464"/>
                                      <a:pt x="887" y="3481"/>
                                    </a:cubicBezTo>
                                    <a:cubicBezTo>
                                      <a:pt x="894" y="3499"/>
                                      <a:pt x="877" y="3516"/>
                                      <a:pt x="874" y="3535"/>
                                    </a:cubicBezTo>
                                    <a:cubicBezTo>
                                      <a:pt x="873" y="3555"/>
                                      <a:pt x="874" y="3575"/>
                                      <a:pt x="874" y="3595"/>
                                    </a:cubicBezTo>
                                    <a:cubicBezTo>
                                      <a:pt x="874" y="3615"/>
                                      <a:pt x="876" y="3627"/>
                                      <a:pt x="874" y="3655"/>
                                    </a:cubicBezTo>
                                    <a:cubicBezTo>
                                      <a:pt x="874" y="3682"/>
                                      <a:pt x="869" y="3726"/>
                                      <a:pt x="866" y="3758"/>
                                    </a:cubicBezTo>
                                    <a:cubicBezTo>
                                      <a:pt x="862" y="3791"/>
                                      <a:pt x="857" y="3822"/>
                                      <a:pt x="852" y="3848"/>
                                    </a:cubicBezTo>
                                    <a:cubicBezTo>
                                      <a:pt x="847" y="3874"/>
                                      <a:pt x="840" y="3889"/>
                                      <a:pt x="833" y="3911"/>
                                    </a:cubicBezTo>
                                    <a:cubicBezTo>
                                      <a:pt x="827" y="3933"/>
                                      <a:pt x="825" y="3960"/>
                                      <a:pt x="816" y="3982"/>
                                    </a:cubicBezTo>
                                    <a:cubicBezTo>
                                      <a:pt x="808" y="4005"/>
                                      <a:pt x="794" y="4008"/>
                                      <a:pt x="783" y="4046"/>
                                    </a:cubicBezTo>
                                    <a:cubicBezTo>
                                      <a:pt x="772" y="4083"/>
                                      <a:pt x="734" y="4180"/>
                                      <a:pt x="746" y="4207"/>
                                    </a:cubicBezTo>
                                    <a:cubicBezTo>
                                      <a:pt x="758" y="4232"/>
                                      <a:pt x="822" y="4218"/>
                                      <a:pt x="850" y="4207"/>
                                    </a:cubicBezTo>
                                    <a:cubicBezTo>
                                      <a:pt x="879" y="4194"/>
                                      <a:pt x="878" y="4173"/>
                                      <a:pt x="915" y="4129"/>
                                    </a:cubicBezTo>
                                    <a:cubicBezTo>
                                      <a:pt x="951" y="4085"/>
                                      <a:pt x="1030" y="4020"/>
                                      <a:pt x="1070" y="3942"/>
                                    </a:cubicBezTo>
                                    <a:cubicBezTo>
                                      <a:pt x="1111" y="3865"/>
                                      <a:pt x="1136" y="3760"/>
                                      <a:pt x="1156" y="3664"/>
                                    </a:cubicBezTo>
                                    <a:cubicBezTo>
                                      <a:pt x="1175" y="3567"/>
                                      <a:pt x="1193" y="3501"/>
                                      <a:pt x="1189" y="3360"/>
                                    </a:cubicBezTo>
                                    <a:cubicBezTo>
                                      <a:pt x="1185" y="3220"/>
                                      <a:pt x="1138" y="2933"/>
                                      <a:pt x="1131" y="2818"/>
                                    </a:cubicBezTo>
                                    <a:cubicBezTo>
                                      <a:pt x="1123" y="2705"/>
                                      <a:pt x="1149" y="2727"/>
                                      <a:pt x="1145" y="2678"/>
                                    </a:cubicBezTo>
                                    <a:cubicBezTo>
                                      <a:pt x="1140" y="2630"/>
                                      <a:pt x="1123" y="2691"/>
                                      <a:pt x="1105" y="2524"/>
                                    </a:cubicBezTo>
                                    <a:cubicBezTo>
                                      <a:pt x="1086" y="2357"/>
                                      <a:pt x="1065" y="1951"/>
                                      <a:pt x="1035" y="1677"/>
                                    </a:cubicBezTo>
                                    <a:cubicBezTo>
                                      <a:pt x="1006" y="1403"/>
                                      <a:pt x="958" y="1068"/>
                                      <a:pt x="926" y="880"/>
                                    </a:cubicBezTo>
                                    <a:cubicBezTo>
                                      <a:pt x="895" y="693"/>
                                      <a:pt x="868" y="698"/>
                                      <a:pt x="842" y="552"/>
                                    </a:cubicBezTo>
                                    <a:cubicBezTo>
                                      <a:pt x="816" y="406"/>
                                      <a:pt x="783" y="117"/>
                                      <a:pt x="767" y="3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9D3E7C" id="Freeform 561" o:spid="_x0000_s1026" style="position:absolute;margin-left:305.2pt;margin-top:.4pt;width:67.2pt;height:396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3,7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" path="m649,7041v-7,-80,-2,-305,-43,-482c565,6382,440,6129,402,5980,365,5832,372,5859,381,5670v9,-190,68,-569,75,-825c463,4589,440,4336,427,4133,413,3931,394,3849,377,3628v-16,-220,-8,-534,-49,-817c287,2529,172,2137,136,1934,99,1729,131,1726,110,1586,88,1448,19,1277,9,1102,,929,46,690,55,548,64,406,56,338,64,251,71,163,93,44,101,22v8,-22,-8,10,9,99c127,210,172,428,202,558v28,130,49,158,82,346c318,1093,331,1411,403,1687v72,276,252,688,312,872c774,2744,775,2723,760,2797v-15,75,-102,101,-137,209c588,3113,567,3319,550,3441v-17,123,-40,236,-28,298c534,3799,588,3823,623,3808v35,-15,89,-101,110,-159c753,3592,738,3503,747,3466v10,-39,28,-38,42,-42c803,3418,816,3424,832,3433v16,10,48,31,55,48c894,3499,877,3516,874,3535v-1,20,,40,,60c874,3615,876,3627,874,3655v,27,-5,71,-8,103c862,3791,857,3822,852,3848v-5,26,-12,41,-19,63c827,3933,825,3960,816,3982v-8,23,-22,26,-33,64c772,4083,734,4180,746,4207v12,25,76,11,104,c879,4194,878,4173,915,4129v36,-44,115,-109,155,-187c1111,3865,1136,3760,1156,3664v19,-97,37,-163,33,-304c1185,3220,1138,2933,1131,2818v-8,-113,18,-91,14,-140c1140,2630,1123,2691,1105,2524v-19,-167,-40,-573,-70,-847c1006,1403,958,1068,926,880,895,693,868,698,842,552,816,406,783,117,767,3e" filled="f" strokecolor="gray" strokeweight="1pt">
                      <v:path arrowok="t" o:connecttype="custom" o:connectlocs="464277,5035550;433516,4690835;287580,4276749;272557,4055045;326210,3465025;305464,2955820;269696,2594656;234642,2010358;97291,1383149;78691,1134268;6438,788123;39346,391916;45784,179509;72253,15734;78691,86536;144505,399068;203166,646519;288295,1206501;511492,1830134;543683,2000346;445677,2149817;393455,2460919;373425,2674041;445677,2723388;524368,2609675;534384,2478798;564429,2448761;595190,2455197;634536,2489526;625236,2528145;625236,2571056;625236,2613966;619513,2687629;609498,2751995;595906,2797051;583744,2847828;560137,2893600;533668,3008743;608067,3008743;654566,2952959;765449,2819221;826971,2620403;850579,2402989;809087,2015364;819102,1915240;790487,1805103;740411,1199349;662435,629354;602344,394777;548691,2146" o:connectangles="0,0,0,0,0,0,0,0,0,0,0,0,0,0,0,0,0,0,0,0,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2054860</wp:posOffset>
                      </wp:positionH>
                      <wp:positionV relativeFrom="paragraph">
                        <wp:posOffset>3733800</wp:posOffset>
                      </wp:positionV>
                      <wp:extent cx="306070" cy="152400"/>
                      <wp:effectExtent l="3175" t="1270" r="5080" b="8255"/>
                      <wp:wrapNone/>
                      <wp:docPr id="31" name="Text Box 6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CD5B46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T148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6" o:spid="_x0000_s1030" type="#_x0000_t202" style="position:absolute;left:0;text-align:left;margin-left:161.8pt;margin-top:294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DYooQ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CD5B46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T148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2131060</wp:posOffset>
                      </wp:positionH>
                      <wp:positionV relativeFrom="paragraph">
                        <wp:posOffset>3429000</wp:posOffset>
                      </wp:positionV>
                      <wp:extent cx="306070" cy="152400"/>
                      <wp:effectExtent l="3175" t="1270" r="5080" b="8255"/>
                      <wp:wrapNone/>
                      <wp:docPr id="30" name="Text Box 6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CD5B46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T150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5" o:spid="_x0000_s1031" type="#_x0000_t202" style="position:absolute;left:0;text-align:left;margin-left:167.8pt;margin-top:270pt;width:24.1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CD5B46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2165985</wp:posOffset>
                      </wp:positionH>
                      <wp:positionV relativeFrom="paragraph">
                        <wp:posOffset>3089275</wp:posOffset>
                      </wp:positionV>
                      <wp:extent cx="306070" cy="152400"/>
                      <wp:effectExtent l="0" t="4445" r="8255" b="5080"/>
                      <wp:wrapNone/>
                      <wp:docPr id="29" name="Text Box 6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CD5B46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T1433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4" o:spid="_x0000_s1032" type="#_x0000_t202" style="position:absolute;left:0;text-align:left;margin-left:170.55pt;margin-top:243.25pt;width:24.1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zf2oQIAAFM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CD5B46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T1433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2193290</wp:posOffset>
                      </wp:positionH>
                      <wp:positionV relativeFrom="paragraph">
                        <wp:posOffset>2729230</wp:posOffset>
                      </wp:positionV>
                      <wp:extent cx="306070" cy="152400"/>
                      <wp:effectExtent l="8255" t="6350" r="0" b="3175"/>
                      <wp:wrapNone/>
                      <wp:docPr id="28" name="Text Box 6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CD5B46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T148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3" o:spid="_x0000_s1033" type="#_x0000_t202" style="position:absolute;left:0;text-align:left;margin-left:172.7pt;margin-top:214.9pt;width:24.1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msJoQ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CD5B46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T148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3703320</wp:posOffset>
                      </wp:positionH>
                      <wp:positionV relativeFrom="paragraph">
                        <wp:posOffset>2369185</wp:posOffset>
                      </wp:positionV>
                      <wp:extent cx="306070" cy="152400"/>
                      <wp:effectExtent l="3810" t="8255" r="4445" b="1270"/>
                      <wp:wrapNone/>
                      <wp:docPr id="27" name="Text Box 6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CD5B46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T194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2" o:spid="_x0000_s1034" type="#_x0000_t202" style="position:absolute;left:0;text-align:left;margin-left:291.6pt;margin-top:186.55pt;width:24.1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Y8poQ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CD5B46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T194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2221230</wp:posOffset>
                      </wp:positionH>
                      <wp:positionV relativeFrom="paragraph">
                        <wp:posOffset>2376170</wp:posOffset>
                      </wp:positionV>
                      <wp:extent cx="306070" cy="152400"/>
                      <wp:effectExtent l="7620" t="5715" r="635" b="3810"/>
                      <wp:wrapNone/>
                      <wp:docPr id="26" name="Text Box 6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CD5B46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T164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1" o:spid="_x0000_s1035" type="#_x0000_t202" style="position:absolute;left:0;text-align:left;margin-left:174.9pt;margin-top:187.1pt;width:24.1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fixoAIAAFM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CD5B46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T164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3662045</wp:posOffset>
                      </wp:positionH>
                      <wp:positionV relativeFrom="paragraph">
                        <wp:posOffset>1988185</wp:posOffset>
                      </wp:positionV>
                      <wp:extent cx="306070" cy="152400"/>
                      <wp:effectExtent l="635" t="8255" r="7620" b="1270"/>
                      <wp:wrapNone/>
                      <wp:docPr id="25" name="Text Box 6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CD5B46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T157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0" o:spid="_x0000_s1036" type="#_x0000_t202" style="position:absolute;left:0;text-align:left;margin-left:288.35pt;margin-top:156.55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CD5B46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T157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2276475</wp:posOffset>
                      </wp:positionH>
                      <wp:positionV relativeFrom="paragraph">
                        <wp:posOffset>2008505</wp:posOffset>
                      </wp:positionV>
                      <wp:extent cx="306070" cy="152400"/>
                      <wp:effectExtent l="5715" t="0" r="2540" b="0"/>
                      <wp:wrapNone/>
                      <wp:docPr id="24" name="Text Box 6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CD5B46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T152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9" o:spid="_x0000_s1037" type="#_x0000_t202" style="position:absolute;left:0;text-align:left;margin-left:179.25pt;margin-top:158.15pt;width:24.1pt;height:1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CD5B46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T152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3523615</wp:posOffset>
                      </wp:positionH>
                      <wp:positionV relativeFrom="paragraph">
                        <wp:posOffset>1475740</wp:posOffset>
                      </wp:positionV>
                      <wp:extent cx="306070" cy="152400"/>
                      <wp:effectExtent l="5080" t="635" r="3175" b="8890"/>
                      <wp:wrapNone/>
                      <wp:docPr id="23" name="Text Box 6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CD5B46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T167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8" o:spid="_x0000_s1038" type="#_x0000_t202" style="position:absolute;left:0;text-align:left;margin-left:277.45pt;margin-top:116.2pt;width:24.1pt;height:1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CD5B46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T167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2519045</wp:posOffset>
                      </wp:positionH>
                      <wp:positionV relativeFrom="paragraph">
                        <wp:posOffset>1496060</wp:posOffset>
                      </wp:positionV>
                      <wp:extent cx="306070" cy="152400"/>
                      <wp:effectExtent l="635" t="1905" r="7620" b="7620"/>
                      <wp:wrapNone/>
                      <wp:docPr id="22" name="Text Box 6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CD5B46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T224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7" o:spid="_x0000_s1039" type="#_x0000_t202" style="position:absolute;left:0;text-align:left;margin-left:198.35pt;margin-top:117.8pt;width:24.1pt;height:1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CD5B46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T224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2699385</wp:posOffset>
                      </wp:positionH>
                      <wp:positionV relativeFrom="paragraph">
                        <wp:posOffset>983615</wp:posOffset>
                      </wp:positionV>
                      <wp:extent cx="306070" cy="152400"/>
                      <wp:effectExtent l="0" t="3810" r="8255" b="5715"/>
                      <wp:wrapNone/>
                      <wp:docPr id="21" name="Text Box 6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EF7" w:rsidRDefault="00CD5B46" w:rsidP="00150EF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T132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6" o:spid="_x0000_s1040" type="#_x0000_t202" style="position:absolute;left:0;text-align:left;margin-left:212.55pt;margin-top:77.45pt;width:24.1pt;height:1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50EF7" w:rsidRDefault="00CD5B46" w:rsidP="00150EF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T132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2304415</wp:posOffset>
                      </wp:positionH>
                      <wp:positionV relativeFrom="paragraph">
                        <wp:posOffset>4596130</wp:posOffset>
                      </wp:positionV>
                      <wp:extent cx="119380" cy="251460"/>
                      <wp:effectExtent l="5080" t="6350" r="8890" b="8890"/>
                      <wp:wrapNone/>
                      <wp:docPr id="20" name="Freeform 5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9380" cy="251460"/>
                              </a:xfrm>
                              <a:custGeom>
                                <a:avLst/>
                                <a:gdLst>
                                  <a:gd name="T0" fmla="*/ 9 w 187"/>
                                  <a:gd name="T1" fmla="*/ 378 h 394"/>
                                  <a:gd name="T2" fmla="*/ 33 w 187"/>
                                  <a:gd name="T3" fmla="*/ 156 h 394"/>
                                  <a:gd name="T4" fmla="*/ 153 w 187"/>
                                  <a:gd name="T5" fmla="*/ 0 h 394"/>
                                  <a:gd name="T6" fmla="*/ 183 w 187"/>
                                  <a:gd name="T7" fmla="*/ 156 h 394"/>
                                  <a:gd name="T8" fmla="*/ 171 w 187"/>
                                  <a:gd name="T9" fmla="*/ 222 h 394"/>
                                  <a:gd name="T10" fmla="*/ 87 w 187"/>
                                  <a:gd name="T11" fmla="*/ 252 h 394"/>
                                  <a:gd name="T12" fmla="*/ 9 w 187"/>
                                  <a:gd name="T13" fmla="*/ 378 h 3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87" h="394">
                                    <a:moveTo>
                                      <a:pt x="9" y="378"/>
                                    </a:moveTo>
                                    <a:cubicBezTo>
                                      <a:pt x="0" y="362"/>
                                      <a:pt x="9" y="219"/>
                                      <a:pt x="33" y="156"/>
                                    </a:cubicBezTo>
                                    <a:cubicBezTo>
                                      <a:pt x="57" y="93"/>
                                      <a:pt x="128" y="0"/>
                                      <a:pt x="153" y="0"/>
                                    </a:cubicBezTo>
                                    <a:cubicBezTo>
                                      <a:pt x="178" y="0"/>
                                      <a:pt x="180" y="119"/>
                                      <a:pt x="183" y="156"/>
                                    </a:cubicBezTo>
                                    <a:cubicBezTo>
                                      <a:pt x="186" y="193"/>
                                      <a:pt x="187" y="206"/>
                                      <a:pt x="171" y="222"/>
                                    </a:cubicBezTo>
                                    <a:cubicBezTo>
                                      <a:pt x="155" y="238"/>
                                      <a:pt x="111" y="225"/>
                                      <a:pt x="87" y="252"/>
                                    </a:cubicBezTo>
                                    <a:cubicBezTo>
                                      <a:pt x="63" y="279"/>
                                      <a:pt x="18" y="394"/>
                                      <a:pt x="9" y="37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45F219" id="Freeform 559" o:spid="_x0000_s1026" style="position:absolute;margin-left:181.45pt;margin-top:361.9pt;width:9.4pt;height:19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7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" path="m9,378c,362,9,219,33,156,57,93,128,,153,v25,,27,119,30,156c186,193,187,206,171,222v-16,16,-60,3,-84,30c63,279,18,394,9,378xe" fillcolor="#ddd" stroked="f">
                      <v:path arrowok="t" o:connecttype="custom" o:connectlocs="5746,241248;21067,99563;97675,0;116826,99563;109166,141686;55540,160832;5746,241248" o:connectangles="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2160270</wp:posOffset>
                      </wp:positionH>
                      <wp:positionV relativeFrom="paragraph">
                        <wp:posOffset>4845685</wp:posOffset>
                      </wp:positionV>
                      <wp:extent cx="96520" cy="156845"/>
                      <wp:effectExtent l="13335" t="8255" r="13970" b="6350"/>
                      <wp:wrapNone/>
                      <wp:docPr id="19" name="Freeform 5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6520" cy="156845"/>
                              </a:xfrm>
                              <a:custGeom>
                                <a:avLst/>
                                <a:gdLst>
                                  <a:gd name="T0" fmla="*/ 0 w 151"/>
                                  <a:gd name="T1" fmla="*/ 245 h 245"/>
                                  <a:gd name="T2" fmla="*/ 78 w 151"/>
                                  <a:gd name="T3" fmla="*/ 83 h 245"/>
                                  <a:gd name="T4" fmla="*/ 138 w 151"/>
                                  <a:gd name="T5" fmla="*/ 11 h 245"/>
                                  <a:gd name="T6" fmla="*/ 150 w 151"/>
                                  <a:gd name="T7" fmla="*/ 149 h 245"/>
                                  <a:gd name="T8" fmla="*/ 144 w 151"/>
                                  <a:gd name="T9" fmla="*/ 245 h 2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1" h="245">
                                    <a:moveTo>
                                      <a:pt x="0" y="245"/>
                                    </a:moveTo>
                                    <a:cubicBezTo>
                                      <a:pt x="27" y="183"/>
                                      <a:pt x="55" y="122"/>
                                      <a:pt x="78" y="83"/>
                                    </a:cubicBezTo>
                                    <a:cubicBezTo>
                                      <a:pt x="101" y="44"/>
                                      <a:pt x="126" y="0"/>
                                      <a:pt x="138" y="11"/>
                                    </a:cubicBezTo>
                                    <a:cubicBezTo>
                                      <a:pt x="150" y="22"/>
                                      <a:pt x="149" y="110"/>
                                      <a:pt x="150" y="149"/>
                                    </a:cubicBezTo>
                                    <a:cubicBezTo>
                                      <a:pt x="151" y="188"/>
                                      <a:pt x="145" y="229"/>
                                      <a:pt x="144" y="245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DCFADC" id="Freeform 558" o:spid="_x0000_s1026" style="position:absolute;margin-left:170.1pt;margin-top:381.55pt;width:7.6pt;height:12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1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" path="m,245c27,183,55,122,78,83,101,44,126,,138,11v12,11,11,99,12,138c151,188,145,229,144,245e" filled="f">
                      <v:path arrowok="t" o:connecttype="custom" o:connectlocs="0,156845;49858,53135;88210,7042;95881,95387;92046,156845" o:connectangles="0,0,0,0,0"/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2002790</wp:posOffset>
                      </wp:positionH>
                      <wp:positionV relativeFrom="paragraph">
                        <wp:posOffset>4701540</wp:posOffset>
                      </wp:positionV>
                      <wp:extent cx="242570" cy="297180"/>
                      <wp:effectExtent l="8255" t="6985" r="6350" b="10160"/>
                      <wp:wrapNone/>
                      <wp:docPr id="18" name="Freeform 5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2570" cy="297180"/>
                              </a:xfrm>
                              <a:custGeom>
                                <a:avLst/>
                                <a:gdLst>
                                  <a:gd name="T0" fmla="*/ 0 w 379"/>
                                  <a:gd name="T1" fmla="*/ 458 h 464"/>
                                  <a:gd name="T2" fmla="*/ 48 w 379"/>
                                  <a:gd name="T3" fmla="*/ 248 h 464"/>
                                  <a:gd name="T4" fmla="*/ 126 w 379"/>
                                  <a:gd name="T5" fmla="*/ 128 h 464"/>
                                  <a:gd name="T6" fmla="*/ 234 w 379"/>
                                  <a:gd name="T7" fmla="*/ 62 h 464"/>
                                  <a:gd name="T8" fmla="*/ 360 w 379"/>
                                  <a:gd name="T9" fmla="*/ 14 h 464"/>
                                  <a:gd name="T10" fmla="*/ 348 w 379"/>
                                  <a:gd name="T11" fmla="*/ 146 h 464"/>
                                  <a:gd name="T12" fmla="*/ 282 w 379"/>
                                  <a:gd name="T13" fmla="*/ 248 h 464"/>
                                  <a:gd name="T14" fmla="*/ 210 w 379"/>
                                  <a:gd name="T15" fmla="*/ 380 h 464"/>
                                  <a:gd name="T16" fmla="*/ 186 w 379"/>
                                  <a:gd name="T17" fmla="*/ 464 h 4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79" h="464">
                                    <a:moveTo>
                                      <a:pt x="0" y="458"/>
                                    </a:moveTo>
                                    <a:cubicBezTo>
                                      <a:pt x="9" y="423"/>
                                      <a:pt x="27" y="303"/>
                                      <a:pt x="48" y="248"/>
                                    </a:cubicBezTo>
                                    <a:cubicBezTo>
                                      <a:pt x="69" y="193"/>
                                      <a:pt x="95" y="159"/>
                                      <a:pt x="126" y="128"/>
                                    </a:cubicBezTo>
                                    <a:cubicBezTo>
                                      <a:pt x="157" y="97"/>
                                      <a:pt x="195" y="81"/>
                                      <a:pt x="234" y="62"/>
                                    </a:cubicBezTo>
                                    <a:cubicBezTo>
                                      <a:pt x="273" y="43"/>
                                      <a:pt x="341" y="0"/>
                                      <a:pt x="360" y="14"/>
                                    </a:cubicBezTo>
                                    <a:cubicBezTo>
                                      <a:pt x="379" y="28"/>
                                      <a:pt x="361" y="107"/>
                                      <a:pt x="348" y="146"/>
                                    </a:cubicBezTo>
                                    <a:cubicBezTo>
                                      <a:pt x="335" y="185"/>
                                      <a:pt x="305" y="209"/>
                                      <a:pt x="282" y="248"/>
                                    </a:cubicBezTo>
                                    <a:cubicBezTo>
                                      <a:pt x="259" y="287"/>
                                      <a:pt x="226" y="344"/>
                                      <a:pt x="210" y="380"/>
                                    </a:cubicBezTo>
                                    <a:cubicBezTo>
                                      <a:pt x="194" y="416"/>
                                      <a:pt x="190" y="440"/>
                                      <a:pt x="186" y="464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248027" id="Freeform 557" o:spid="_x0000_s1026" style="position:absolute;margin-left:157.7pt;margin-top:370.2pt;width:19.1pt;height:23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9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" path="m,458c9,423,27,303,48,248,69,193,95,159,126,128,157,97,195,81,234,62,273,43,341,,360,14v19,14,1,93,-12,132c335,185,305,209,282,248v-23,39,-56,96,-72,132c194,416,190,440,186,464e" filled="f">
                      <v:path arrowok="t" o:connecttype="custom" o:connectlocs="0,293337;30721,158838;80643,81981;149766,39709;230409,8967;222729,93509;180487,158838;134406,243380;119045,297180" o:connectangles="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3935730</wp:posOffset>
                      </wp:positionH>
                      <wp:positionV relativeFrom="paragraph">
                        <wp:posOffset>4719955</wp:posOffset>
                      </wp:positionV>
                      <wp:extent cx="285115" cy="290195"/>
                      <wp:effectExtent l="7620" t="6350" r="12065" b="8255"/>
                      <wp:wrapNone/>
                      <wp:docPr id="17" name="Freeform 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5115" cy="290195"/>
                              </a:xfrm>
                              <a:custGeom>
                                <a:avLst/>
                                <a:gdLst>
                                  <a:gd name="T0" fmla="*/ 191 w 399"/>
                                  <a:gd name="T1" fmla="*/ 406 h 406"/>
                                  <a:gd name="T2" fmla="*/ 143 w 399"/>
                                  <a:gd name="T3" fmla="*/ 277 h 406"/>
                                  <a:gd name="T4" fmla="*/ 62 w 399"/>
                                  <a:gd name="T5" fmla="*/ 170 h 406"/>
                                  <a:gd name="T6" fmla="*/ 9 w 399"/>
                                  <a:gd name="T7" fmla="*/ 84 h 406"/>
                                  <a:gd name="T8" fmla="*/ 30 w 399"/>
                                  <a:gd name="T9" fmla="*/ 4 h 406"/>
                                  <a:gd name="T10" fmla="*/ 191 w 399"/>
                                  <a:gd name="T11" fmla="*/ 63 h 406"/>
                                  <a:gd name="T12" fmla="*/ 287 w 399"/>
                                  <a:gd name="T13" fmla="*/ 143 h 406"/>
                                  <a:gd name="T14" fmla="*/ 350 w 399"/>
                                  <a:gd name="T15" fmla="*/ 248 h 406"/>
                                  <a:gd name="T16" fmla="*/ 399 w 399"/>
                                  <a:gd name="T17" fmla="*/ 390 h 4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99" h="406">
                                    <a:moveTo>
                                      <a:pt x="191" y="406"/>
                                    </a:moveTo>
                                    <a:cubicBezTo>
                                      <a:pt x="183" y="385"/>
                                      <a:pt x="164" y="317"/>
                                      <a:pt x="143" y="277"/>
                                    </a:cubicBezTo>
                                    <a:cubicBezTo>
                                      <a:pt x="121" y="238"/>
                                      <a:pt x="85" y="202"/>
                                      <a:pt x="62" y="170"/>
                                    </a:cubicBezTo>
                                    <a:cubicBezTo>
                                      <a:pt x="40" y="138"/>
                                      <a:pt x="14" y="112"/>
                                      <a:pt x="9" y="84"/>
                                    </a:cubicBezTo>
                                    <a:cubicBezTo>
                                      <a:pt x="4" y="56"/>
                                      <a:pt x="0" y="7"/>
                                      <a:pt x="30" y="4"/>
                                    </a:cubicBezTo>
                                    <a:cubicBezTo>
                                      <a:pt x="61" y="0"/>
                                      <a:pt x="148" y="39"/>
                                      <a:pt x="191" y="63"/>
                                    </a:cubicBezTo>
                                    <a:cubicBezTo>
                                      <a:pt x="233" y="86"/>
                                      <a:pt x="260" y="112"/>
                                      <a:pt x="287" y="143"/>
                                    </a:cubicBezTo>
                                    <a:cubicBezTo>
                                      <a:pt x="314" y="174"/>
                                      <a:pt x="331" y="207"/>
                                      <a:pt x="350" y="248"/>
                                    </a:cubicBezTo>
                                    <a:cubicBezTo>
                                      <a:pt x="369" y="289"/>
                                      <a:pt x="389" y="360"/>
                                      <a:pt x="399" y="39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CC544C" id="Freeform 556" o:spid="_x0000_s1026" style="position:absolute;margin-left:309.9pt;margin-top:371.65pt;width:22.45pt;height:22.8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99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" path="m191,406c183,385,164,317,143,277,121,238,85,202,62,170,40,138,14,112,9,84,4,56,,7,30,4,61,,148,39,191,63v42,23,69,49,96,80c314,174,331,207,350,248v19,41,39,112,49,142e" filled="f">
                      <v:path arrowok="t" o:connecttype="custom" o:connectlocs="136484,290195;102184,197990;44304,121510;6431,60040;21437,2859;136484,45030;205083,102212;250101,177262;285115,278759" o:connectangles="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3909695</wp:posOffset>
                      </wp:positionH>
                      <wp:positionV relativeFrom="paragraph">
                        <wp:posOffset>4844415</wp:posOffset>
                      </wp:positionV>
                      <wp:extent cx="127635" cy="172720"/>
                      <wp:effectExtent l="10160" t="6985" r="5080" b="10795"/>
                      <wp:wrapNone/>
                      <wp:docPr id="16" name="Freeform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7635" cy="172720"/>
                              </a:xfrm>
                              <a:custGeom>
                                <a:avLst/>
                                <a:gdLst>
                                  <a:gd name="T0" fmla="*/ 14 w 200"/>
                                  <a:gd name="T1" fmla="*/ 254 h 272"/>
                                  <a:gd name="T2" fmla="*/ 20 w 200"/>
                                  <a:gd name="T3" fmla="*/ 20 h 272"/>
                                  <a:gd name="T4" fmla="*/ 134 w 200"/>
                                  <a:gd name="T5" fmla="*/ 134 h 272"/>
                                  <a:gd name="T6" fmla="*/ 200 w 200"/>
                                  <a:gd name="T7" fmla="*/ 272 h 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00" h="272">
                                    <a:moveTo>
                                      <a:pt x="14" y="254"/>
                                    </a:moveTo>
                                    <a:cubicBezTo>
                                      <a:pt x="12" y="152"/>
                                      <a:pt x="0" y="40"/>
                                      <a:pt x="20" y="20"/>
                                    </a:cubicBezTo>
                                    <a:cubicBezTo>
                                      <a:pt x="40" y="0"/>
                                      <a:pt x="104" y="92"/>
                                      <a:pt x="134" y="134"/>
                                    </a:cubicBezTo>
                                    <a:cubicBezTo>
                                      <a:pt x="164" y="176"/>
                                      <a:pt x="186" y="243"/>
                                      <a:pt x="200" y="272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CBE866" id="Freeform 555" o:spid="_x0000_s1026" style="position:absolute;margin-left:307.85pt;margin-top:381.45pt;width:10.05pt;height:13.6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" path="m14,254c12,152,,40,20,20,40,,104,92,134,134v30,42,52,109,66,138e" filled="f">
                      <v:path arrowok="t" o:connecttype="custom" o:connectlocs="8934,161290;12764,12700;85515,85090;127635,172720" o:connectangles="0,0,0,0"/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3551555</wp:posOffset>
                      </wp:positionH>
                      <wp:positionV relativeFrom="paragraph">
                        <wp:posOffset>2660650</wp:posOffset>
                      </wp:positionV>
                      <wp:extent cx="351790" cy="2349500"/>
                      <wp:effectExtent l="13970" t="13970" r="5715" b="8255"/>
                      <wp:wrapNone/>
                      <wp:docPr id="15" name="Freeform 5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51790" cy="2349500"/>
                              </a:xfrm>
                              <a:custGeom>
                                <a:avLst/>
                                <a:gdLst>
                                  <a:gd name="T0" fmla="*/ 0 w 492"/>
                                  <a:gd name="T1" fmla="*/ 223 h 3285"/>
                                  <a:gd name="T2" fmla="*/ 28 w 492"/>
                                  <a:gd name="T3" fmla="*/ 89 h 3285"/>
                                  <a:gd name="T4" fmla="*/ 50 w 492"/>
                                  <a:gd name="T5" fmla="*/ 29 h 3285"/>
                                  <a:gd name="T6" fmla="*/ 55 w 492"/>
                                  <a:gd name="T7" fmla="*/ 268 h 3285"/>
                                  <a:gd name="T8" fmla="*/ 138 w 492"/>
                                  <a:gd name="T9" fmla="*/ 1426 h 3285"/>
                                  <a:gd name="T10" fmla="*/ 315 w 492"/>
                                  <a:gd name="T11" fmla="*/ 2171 h 3285"/>
                                  <a:gd name="T12" fmla="*/ 467 w 492"/>
                                  <a:gd name="T13" fmla="*/ 2749 h 3285"/>
                                  <a:gd name="T14" fmla="*/ 467 w 492"/>
                                  <a:gd name="T15" fmla="*/ 2983 h 3285"/>
                                  <a:gd name="T16" fmla="*/ 460 w 492"/>
                                  <a:gd name="T17" fmla="*/ 3285 h 32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92" h="3285">
                                    <a:moveTo>
                                      <a:pt x="0" y="223"/>
                                    </a:moveTo>
                                    <a:cubicBezTo>
                                      <a:pt x="4" y="202"/>
                                      <a:pt x="19" y="121"/>
                                      <a:pt x="28" y="89"/>
                                    </a:cubicBezTo>
                                    <a:cubicBezTo>
                                      <a:pt x="36" y="57"/>
                                      <a:pt x="46" y="0"/>
                                      <a:pt x="50" y="29"/>
                                    </a:cubicBezTo>
                                    <a:cubicBezTo>
                                      <a:pt x="55" y="60"/>
                                      <a:pt x="41" y="35"/>
                                      <a:pt x="55" y="268"/>
                                    </a:cubicBezTo>
                                    <a:cubicBezTo>
                                      <a:pt x="70" y="501"/>
                                      <a:pt x="96" y="1109"/>
                                      <a:pt x="138" y="1426"/>
                                    </a:cubicBezTo>
                                    <a:cubicBezTo>
                                      <a:pt x="181" y="1743"/>
                                      <a:pt x="260" y="1951"/>
                                      <a:pt x="315" y="2171"/>
                                    </a:cubicBezTo>
                                    <a:cubicBezTo>
                                      <a:pt x="370" y="2391"/>
                                      <a:pt x="442" y="2614"/>
                                      <a:pt x="467" y="2749"/>
                                    </a:cubicBezTo>
                                    <a:cubicBezTo>
                                      <a:pt x="492" y="2884"/>
                                      <a:pt x="468" y="2894"/>
                                      <a:pt x="467" y="2983"/>
                                    </a:cubicBezTo>
                                    <a:cubicBezTo>
                                      <a:pt x="466" y="3072"/>
                                      <a:pt x="461" y="3222"/>
                                      <a:pt x="460" y="3285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C0A36F" id="Freeform 532" o:spid="_x0000_s1026" style="position:absolute;margin-left:279.65pt;margin-top:209.5pt;width:27.7pt;height:1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2,3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" path="m,223c4,202,19,121,28,89,36,57,46,,50,29v5,31,-9,6,5,239c70,501,96,1109,138,1426v43,317,122,525,177,745c370,2391,442,2614,467,2749v25,135,1,145,,234c466,3072,461,3222,460,3285e" filled="f">
                      <v:path arrowok="t" o:connecttype="custom" o:connectlocs="0,159494;20021,63655;35751,20741;39326,191679;98673,1019905;225231,1552744;333914,1966142;333914,2133503;328909,2349500" o:connectangles="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3416935</wp:posOffset>
                      </wp:positionH>
                      <wp:positionV relativeFrom="paragraph">
                        <wp:posOffset>1892300</wp:posOffset>
                      </wp:positionV>
                      <wp:extent cx="160020" cy="903605"/>
                      <wp:effectExtent l="12700" t="7620" r="8255" b="12700"/>
                      <wp:wrapNone/>
                      <wp:docPr id="14" name="Freeform 5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0020" cy="903605"/>
                              </a:xfrm>
                              <a:custGeom>
                                <a:avLst/>
                                <a:gdLst>
                                  <a:gd name="T0" fmla="*/ 0 w 293"/>
                                  <a:gd name="T1" fmla="*/ 186 h 1530"/>
                                  <a:gd name="T2" fmla="*/ 42 w 293"/>
                                  <a:gd name="T3" fmla="*/ 12 h 1530"/>
                                  <a:gd name="T4" fmla="*/ 150 w 293"/>
                                  <a:gd name="T5" fmla="*/ 258 h 1530"/>
                                  <a:gd name="T6" fmla="*/ 252 w 293"/>
                                  <a:gd name="T7" fmla="*/ 612 h 1530"/>
                                  <a:gd name="T8" fmla="*/ 288 w 293"/>
                                  <a:gd name="T9" fmla="*/ 1020 h 1530"/>
                                  <a:gd name="T10" fmla="*/ 222 w 293"/>
                                  <a:gd name="T11" fmla="*/ 1296 h 1530"/>
                                  <a:gd name="T12" fmla="*/ 168 w 293"/>
                                  <a:gd name="T13" fmla="*/ 1530 h 15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93" h="1530">
                                    <a:moveTo>
                                      <a:pt x="0" y="186"/>
                                    </a:moveTo>
                                    <a:cubicBezTo>
                                      <a:pt x="6" y="157"/>
                                      <a:pt x="17" y="0"/>
                                      <a:pt x="42" y="12"/>
                                    </a:cubicBezTo>
                                    <a:cubicBezTo>
                                      <a:pt x="67" y="24"/>
                                      <a:pt x="115" y="158"/>
                                      <a:pt x="150" y="258"/>
                                    </a:cubicBezTo>
                                    <a:cubicBezTo>
                                      <a:pt x="185" y="358"/>
                                      <a:pt x="229" y="485"/>
                                      <a:pt x="252" y="612"/>
                                    </a:cubicBezTo>
                                    <a:cubicBezTo>
                                      <a:pt x="275" y="739"/>
                                      <a:pt x="293" y="906"/>
                                      <a:pt x="288" y="1020"/>
                                    </a:cubicBezTo>
                                    <a:cubicBezTo>
                                      <a:pt x="283" y="1134"/>
                                      <a:pt x="242" y="1211"/>
                                      <a:pt x="222" y="1296"/>
                                    </a:cubicBezTo>
                                    <a:cubicBezTo>
                                      <a:pt x="202" y="1381"/>
                                      <a:pt x="179" y="1481"/>
                                      <a:pt x="168" y="153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9F24AD" id="Freeform 531" o:spid="_x0000_s1026" style="position:absolute;margin-left:269.05pt;margin-top:149pt;width:12.6pt;height:71.1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3,1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" path="m,186c6,157,17,,42,12v25,12,73,146,108,246c185,358,229,485,252,612v23,127,41,294,36,408c283,1134,242,1211,222,1296v-20,85,-43,185,-54,234e" filled="f">
                      <v:path arrowok="t" o:connecttype="custom" o:connectlocs="0,109850;22938,7087;81922,152373;137628,361442;157289,602403;121244,765407;91752,903605" o:connectangles="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2673350</wp:posOffset>
                      </wp:positionH>
                      <wp:positionV relativeFrom="paragraph">
                        <wp:posOffset>1877060</wp:posOffset>
                      </wp:positionV>
                      <wp:extent cx="165100" cy="833755"/>
                      <wp:effectExtent l="12065" t="11430" r="13335" b="12065"/>
                      <wp:wrapNone/>
                      <wp:docPr id="13" name="Freeform 5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5100" cy="833755"/>
                              </a:xfrm>
                              <a:custGeom>
                                <a:avLst/>
                                <a:gdLst>
                                  <a:gd name="T0" fmla="*/ 84 w 303"/>
                                  <a:gd name="T1" fmla="*/ 1410 h 1410"/>
                                  <a:gd name="T2" fmla="*/ 30 w 303"/>
                                  <a:gd name="T3" fmla="*/ 1128 h 1410"/>
                                  <a:gd name="T4" fmla="*/ 6 w 303"/>
                                  <a:gd name="T5" fmla="*/ 888 h 1410"/>
                                  <a:gd name="T6" fmla="*/ 66 w 303"/>
                                  <a:gd name="T7" fmla="*/ 528 h 1410"/>
                                  <a:gd name="T8" fmla="*/ 210 w 303"/>
                                  <a:gd name="T9" fmla="*/ 138 h 1410"/>
                                  <a:gd name="T10" fmla="*/ 288 w 303"/>
                                  <a:gd name="T11" fmla="*/ 6 h 1410"/>
                                  <a:gd name="T12" fmla="*/ 300 w 303"/>
                                  <a:gd name="T13" fmla="*/ 102 h 1410"/>
                                  <a:gd name="T14" fmla="*/ 300 w 303"/>
                                  <a:gd name="T15" fmla="*/ 234 h 14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303" h="1410">
                                    <a:moveTo>
                                      <a:pt x="84" y="1410"/>
                                    </a:moveTo>
                                    <a:cubicBezTo>
                                      <a:pt x="75" y="1362"/>
                                      <a:pt x="43" y="1215"/>
                                      <a:pt x="30" y="1128"/>
                                    </a:cubicBezTo>
                                    <a:cubicBezTo>
                                      <a:pt x="17" y="1041"/>
                                      <a:pt x="0" y="988"/>
                                      <a:pt x="6" y="888"/>
                                    </a:cubicBezTo>
                                    <a:cubicBezTo>
                                      <a:pt x="12" y="788"/>
                                      <a:pt x="32" y="653"/>
                                      <a:pt x="66" y="528"/>
                                    </a:cubicBezTo>
                                    <a:cubicBezTo>
                                      <a:pt x="100" y="403"/>
                                      <a:pt x="173" y="225"/>
                                      <a:pt x="210" y="138"/>
                                    </a:cubicBezTo>
                                    <a:cubicBezTo>
                                      <a:pt x="247" y="51"/>
                                      <a:pt x="273" y="12"/>
                                      <a:pt x="288" y="6"/>
                                    </a:cubicBezTo>
                                    <a:cubicBezTo>
                                      <a:pt x="303" y="0"/>
                                      <a:pt x="298" y="64"/>
                                      <a:pt x="300" y="102"/>
                                    </a:cubicBezTo>
                                    <a:cubicBezTo>
                                      <a:pt x="302" y="140"/>
                                      <a:pt x="300" y="207"/>
                                      <a:pt x="300" y="234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1804F7" id="Freeform 530" o:spid="_x0000_s1026" style="position:absolute;margin-left:210.5pt;margin-top:147.8pt;width:13pt;height:65.6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3,1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" path="m84,1410c75,1362,43,1215,30,1128,17,1041,,988,6,888,12,788,32,653,66,528,100,403,173,225,210,138,247,51,273,12,288,6v15,-6,10,58,12,96c302,140,300,207,300,234e" filled="f">
                      <v:path arrowok="t" o:connecttype="custom" o:connectlocs="45770,833755;16347,667004;3269,525088;35962,312215;114426,81602;156927,3548;163465,60314;163465,138368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2276475</wp:posOffset>
                      </wp:positionH>
                      <wp:positionV relativeFrom="paragraph">
                        <wp:posOffset>2552700</wp:posOffset>
                      </wp:positionV>
                      <wp:extent cx="403225" cy="2453005"/>
                      <wp:effectExtent l="5715" t="10795" r="10160" b="12700"/>
                      <wp:wrapNone/>
                      <wp:docPr id="12" name="Freeform 5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03225" cy="2453005"/>
                              </a:xfrm>
                              <a:custGeom>
                                <a:avLst/>
                                <a:gdLst>
                                  <a:gd name="T0" fmla="*/ 31 w 564"/>
                                  <a:gd name="T1" fmla="*/ 3430 h 3430"/>
                                  <a:gd name="T2" fmla="*/ 26 w 564"/>
                                  <a:gd name="T3" fmla="*/ 3178 h 3430"/>
                                  <a:gd name="T4" fmla="*/ 18 w 564"/>
                                  <a:gd name="T5" fmla="*/ 3020 h 3430"/>
                                  <a:gd name="T6" fmla="*/ 26 w 564"/>
                                  <a:gd name="T7" fmla="*/ 2852 h 3430"/>
                                  <a:gd name="T8" fmla="*/ 176 w 564"/>
                                  <a:gd name="T9" fmla="*/ 2279 h 3430"/>
                                  <a:gd name="T10" fmla="*/ 417 w 564"/>
                                  <a:gd name="T11" fmla="*/ 1304 h 3430"/>
                                  <a:gd name="T12" fmla="*/ 510 w 564"/>
                                  <a:gd name="T13" fmla="*/ 211 h 3430"/>
                                  <a:gd name="T14" fmla="*/ 514 w 564"/>
                                  <a:gd name="T15" fmla="*/ 37 h 3430"/>
                                  <a:gd name="T16" fmla="*/ 546 w 564"/>
                                  <a:gd name="T17" fmla="*/ 171 h 3430"/>
                                  <a:gd name="T18" fmla="*/ 564 w 564"/>
                                  <a:gd name="T19" fmla="*/ 270 h 34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564" h="3430">
                                    <a:moveTo>
                                      <a:pt x="31" y="3430"/>
                                    </a:moveTo>
                                    <a:cubicBezTo>
                                      <a:pt x="31" y="3388"/>
                                      <a:pt x="28" y="3246"/>
                                      <a:pt x="26" y="3178"/>
                                    </a:cubicBezTo>
                                    <a:cubicBezTo>
                                      <a:pt x="24" y="3110"/>
                                      <a:pt x="18" y="3074"/>
                                      <a:pt x="18" y="3020"/>
                                    </a:cubicBezTo>
                                    <a:cubicBezTo>
                                      <a:pt x="18" y="2966"/>
                                      <a:pt x="0" y="2975"/>
                                      <a:pt x="26" y="2852"/>
                                    </a:cubicBezTo>
                                    <a:cubicBezTo>
                                      <a:pt x="52" y="2729"/>
                                      <a:pt x="110" y="2537"/>
                                      <a:pt x="176" y="2279"/>
                                    </a:cubicBezTo>
                                    <a:cubicBezTo>
                                      <a:pt x="241" y="2021"/>
                                      <a:pt x="361" y="1649"/>
                                      <a:pt x="417" y="1304"/>
                                    </a:cubicBezTo>
                                    <a:cubicBezTo>
                                      <a:pt x="472" y="959"/>
                                      <a:pt x="493" y="421"/>
                                      <a:pt x="510" y="211"/>
                                    </a:cubicBezTo>
                                    <a:cubicBezTo>
                                      <a:pt x="526" y="0"/>
                                      <a:pt x="508" y="45"/>
                                      <a:pt x="514" y="37"/>
                                    </a:cubicBezTo>
                                    <a:cubicBezTo>
                                      <a:pt x="520" y="31"/>
                                      <a:pt x="537" y="133"/>
                                      <a:pt x="546" y="171"/>
                                    </a:cubicBezTo>
                                    <a:cubicBezTo>
                                      <a:pt x="554" y="211"/>
                                      <a:pt x="560" y="250"/>
                                      <a:pt x="564" y="27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FF53B8" id="Freeform 529" o:spid="_x0000_s1026" style="position:absolute;margin-left:179.25pt;margin-top:201pt;width:31.75pt;height:193.1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64,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" path="m31,3430v,-42,-3,-184,-5,-252c24,3110,18,3074,18,3020v,-54,-18,-45,8,-168c52,2729,110,2537,176,2279v65,-258,185,-630,241,-975c472,959,493,421,510,211,526,,508,45,514,37v6,-6,23,96,32,134c554,211,560,250,564,270e" filled="f">
                      <v:path arrowok="t" o:connecttype="custom" o:connectlocs="22163,2453005;18588,2272784;12869,2159789;18588,2039641;125829,1629854;298129,932571;364618,150899;367478,26461;390356,122293;403225,193094" o:connectangles="0,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2882900</wp:posOffset>
                      </wp:positionH>
                      <wp:positionV relativeFrom="paragraph">
                        <wp:posOffset>1320800</wp:posOffset>
                      </wp:positionV>
                      <wp:extent cx="495935" cy="690245"/>
                      <wp:effectExtent l="12065" t="7620" r="6350" b="6985"/>
                      <wp:wrapNone/>
                      <wp:docPr id="11" name="Freeform 5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95935" cy="690245"/>
                              </a:xfrm>
                              <a:custGeom>
                                <a:avLst/>
                                <a:gdLst>
                                  <a:gd name="T0" fmla="*/ 5 w 694"/>
                                  <a:gd name="T1" fmla="*/ 965 h 965"/>
                                  <a:gd name="T2" fmla="*/ 8 w 694"/>
                                  <a:gd name="T3" fmla="*/ 777 h 965"/>
                                  <a:gd name="T4" fmla="*/ 55 w 694"/>
                                  <a:gd name="T5" fmla="*/ 550 h 965"/>
                                  <a:gd name="T6" fmla="*/ 188 w 694"/>
                                  <a:gd name="T7" fmla="*/ 348 h 965"/>
                                  <a:gd name="T8" fmla="*/ 312 w 694"/>
                                  <a:gd name="T9" fmla="*/ 184 h 965"/>
                                  <a:gd name="T10" fmla="*/ 408 w 694"/>
                                  <a:gd name="T11" fmla="*/ 25 h 965"/>
                                  <a:gd name="T12" fmla="*/ 467 w 694"/>
                                  <a:gd name="T13" fmla="*/ 35 h 965"/>
                                  <a:gd name="T14" fmla="*/ 536 w 694"/>
                                  <a:gd name="T15" fmla="*/ 208 h 965"/>
                                  <a:gd name="T16" fmla="*/ 650 w 694"/>
                                  <a:gd name="T17" fmla="*/ 496 h 965"/>
                                  <a:gd name="T18" fmla="*/ 687 w 694"/>
                                  <a:gd name="T19" fmla="*/ 694 h 965"/>
                                  <a:gd name="T20" fmla="*/ 690 w 694"/>
                                  <a:gd name="T21" fmla="*/ 943 h 9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694" h="965">
                                    <a:moveTo>
                                      <a:pt x="5" y="965"/>
                                    </a:moveTo>
                                    <a:cubicBezTo>
                                      <a:pt x="5" y="934"/>
                                      <a:pt x="0" y="846"/>
                                      <a:pt x="8" y="777"/>
                                    </a:cubicBezTo>
                                    <a:cubicBezTo>
                                      <a:pt x="17" y="707"/>
                                      <a:pt x="25" y="622"/>
                                      <a:pt x="55" y="550"/>
                                    </a:cubicBezTo>
                                    <a:cubicBezTo>
                                      <a:pt x="85" y="478"/>
                                      <a:pt x="145" y="409"/>
                                      <a:pt x="188" y="348"/>
                                    </a:cubicBezTo>
                                    <a:cubicBezTo>
                                      <a:pt x="231" y="287"/>
                                      <a:pt x="275" y="238"/>
                                      <a:pt x="312" y="184"/>
                                    </a:cubicBezTo>
                                    <a:cubicBezTo>
                                      <a:pt x="349" y="130"/>
                                      <a:pt x="382" y="50"/>
                                      <a:pt x="408" y="25"/>
                                    </a:cubicBezTo>
                                    <a:cubicBezTo>
                                      <a:pt x="434" y="0"/>
                                      <a:pt x="446" y="4"/>
                                      <a:pt x="467" y="35"/>
                                    </a:cubicBezTo>
                                    <a:cubicBezTo>
                                      <a:pt x="489" y="66"/>
                                      <a:pt x="505" y="132"/>
                                      <a:pt x="536" y="208"/>
                                    </a:cubicBezTo>
                                    <a:cubicBezTo>
                                      <a:pt x="566" y="285"/>
                                      <a:pt x="625" y="415"/>
                                      <a:pt x="650" y="496"/>
                                    </a:cubicBezTo>
                                    <a:cubicBezTo>
                                      <a:pt x="676" y="577"/>
                                      <a:pt x="680" y="620"/>
                                      <a:pt x="687" y="694"/>
                                    </a:cubicBezTo>
                                    <a:cubicBezTo>
                                      <a:pt x="694" y="768"/>
                                      <a:pt x="689" y="891"/>
                                      <a:pt x="690" y="94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2A7AE0" id="Freeform 528" o:spid="_x0000_s1026" style="position:absolute;margin-left:227pt;margin-top:104pt;width:39.05pt;height:54.3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94,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" path="m5,965c5,934,,846,8,777,17,707,25,622,55,550,85,478,145,409,188,348,231,287,275,238,312,184,349,130,382,50,408,25,434,,446,4,467,35v22,31,38,97,69,173c566,285,625,415,650,496v26,81,30,124,37,198c694,768,689,891,690,943e" filled="f">
                      <v:path arrowok="t" o:connecttype="custom" o:connectlocs="3573,690245;5717,555772;39303,393404;134346,248917;222956,131611;291558,17882;333720,25035;383028,148778;464492,354779;490933,496404;493077,674509" o:connectangles="0,0,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>
                      <wp:simplePos x="0" y="0"/>
                      <wp:positionH relativeFrom="column">
                        <wp:posOffset>3276600</wp:posOffset>
                      </wp:positionH>
                      <wp:positionV relativeFrom="paragraph">
                        <wp:posOffset>560070</wp:posOffset>
                      </wp:positionV>
                      <wp:extent cx="990600" cy="4438650"/>
                      <wp:effectExtent l="5715" t="8890" r="13335" b="10160"/>
                      <wp:wrapNone/>
                      <wp:docPr id="10" name="Freeform 5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90600" cy="4438650"/>
                              </a:xfrm>
                              <a:custGeom>
                                <a:avLst/>
                                <a:gdLst>
                                  <a:gd name="T0" fmla="*/ 498 w 1385"/>
                                  <a:gd name="T1" fmla="*/ 1 h 6206"/>
                                  <a:gd name="T2" fmla="*/ 122 w 1385"/>
                                  <a:gd name="T3" fmla="*/ 5 h 6206"/>
                                  <a:gd name="T4" fmla="*/ 21 w 1385"/>
                                  <a:gd name="T5" fmla="*/ 25 h 6206"/>
                                  <a:gd name="T6" fmla="*/ 8 w 1385"/>
                                  <a:gd name="T7" fmla="*/ 152 h 6206"/>
                                  <a:gd name="T8" fmla="*/ 11 w 1385"/>
                                  <a:gd name="T9" fmla="*/ 384 h 6206"/>
                                  <a:gd name="T10" fmla="*/ 13 w 1385"/>
                                  <a:gd name="T11" fmla="*/ 896 h 6206"/>
                                  <a:gd name="T12" fmla="*/ 86 w 1385"/>
                                  <a:gd name="T13" fmla="*/ 1268 h 6206"/>
                                  <a:gd name="T14" fmla="*/ 457 w 1385"/>
                                  <a:gd name="T15" fmla="*/ 2253 h 6206"/>
                                  <a:gd name="T16" fmla="*/ 533 w 1385"/>
                                  <a:gd name="T17" fmla="*/ 3436 h 6206"/>
                                  <a:gd name="T18" fmla="*/ 665 w 1385"/>
                                  <a:gd name="T19" fmla="*/ 4582 h 6206"/>
                                  <a:gd name="T20" fmla="*/ 881 w 1385"/>
                                  <a:gd name="T21" fmla="*/ 5402 h 6206"/>
                                  <a:gd name="T22" fmla="*/ 972 w 1385"/>
                                  <a:gd name="T23" fmla="*/ 5708 h 6206"/>
                                  <a:gd name="T24" fmla="*/ 1181 w 1385"/>
                                  <a:gd name="T25" fmla="*/ 5836 h 6206"/>
                                  <a:gd name="T26" fmla="*/ 1295 w 1385"/>
                                  <a:gd name="T27" fmla="*/ 5974 h 6206"/>
                                  <a:gd name="T28" fmla="*/ 1385 w 1385"/>
                                  <a:gd name="T29" fmla="*/ 6206 h 62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1385" h="6206">
                                    <a:moveTo>
                                      <a:pt x="498" y="1"/>
                                    </a:moveTo>
                                    <a:cubicBezTo>
                                      <a:pt x="436" y="2"/>
                                      <a:pt x="202" y="1"/>
                                      <a:pt x="122" y="5"/>
                                    </a:cubicBezTo>
                                    <a:cubicBezTo>
                                      <a:pt x="43" y="9"/>
                                      <a:pt x="40" y="0"/>
                                      <a:pt x="21" y="25"/>
                                    </a:cubicBezTo>
                                    <a:cubicBezTo>
                                      <a:pt x="3" y="50"/>
                                      <a:pt x="10" y="93"/>
                                      <a:pt x="8" y="152"/>
                                    </a:cubicBezTo>
                                    <a:cubicBezTo>
                                      <a:pt x="7" y="212"/>
                                      <a:pt x="10" y="260"/>
                                      <a:pt x="11" y="384"/>
                                    </a:cubicBezTo>
                                    <a:cubicBezTo>
                                      <a:pt x="12" y="508"/>
                                      <a:pt x="0" y="749"/>
                                      <a:pt x="13" y="896"/>
                                    </a:cubicBezTo>
                                    <a:cubicBezTo>
                                      <a:pt x="24" y="1043"/>
                                      <a:pt x="12" y="1041"/>
                                      <a:pt x="86" y="1268"/>
                                    </a:cubicBezTo>
                                    <a:cubicBezTo>
                                      <a:pt x="160" y="1494"/>
                                      <a:pt x="383" y="1892"/>
                                      <a:pt x="457" y="2253"/>
                                    </a:cubicBezTo>
                                    <a:cubicBezTo>
                                      <a:pt x="531" y="2615"/>
                                      <a:pt x="498" y="3048"/>
                                      <a:pt x="533" y="3436"/>
                                    </a:cubicBezTo>
                                    <a:cubicBezTo>
                                      <a:pt x="568" y="3824"/>
                                      <a:pt x="607" y="4254"/>
                                      <a:pt x="665" y="4582"/>
                                    </a:cubicBezTo>
                                    <a:cubicBezTo>
                                      <a:pt x="723" y="4910"/>
                                      <a:pt x="830" y="5214"/>
                                      <a:pt x="881" y="5402"/>
                                    </a:cubicBezTo>
                                    <a:cubicBezTo>
                                      <a:pt x="932" y="5590"/>
                                      <a:pt x="922" y="5636"/>
                                      <a:pt x="972" y="5708"/>
                                    </a:cubicBezTo>
                                    <a:cubicBezTo>
                                      <a:pt x="1022" y="5780"/>
                                      <a:pt x="1127" y="5792"/>
                                      <a:pt x="1181" y="5836"/>
                                    </a:cubicBezTo>
                                    <a:cubicBezTo>
                                      <a:pt x="1235" y="5880"/>
                                      <a:pt x="1261" y="5912"/>
                                      <a:pt x="1295" y="5974"/>
                                    </a:cubicBezTo>
                                    <a:cubicBezTo>
                                      <a:pt x="1329" y="6036"/>
                                      <a:pt x="1366" y="6158"/>
                                      <a:pt x="1385" y="6206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8A5C2D" id="Freeform 527" o:spid="_x0000_s1026" style="position:absolute;margin-left:258pt;margin-top:44.1pt;width:78pt;height:349.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85,6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" path="m498,1c436,2,202,1,122,5,43,9,40,,21,25,3,50,10,93,8,152v-1,60,2,108,3,232c12,508,,749,13,896v11,147,-1,145,73,372c160,1494,383,1892,457,2253v74,362,41,795,76,1183c568,3824,607,4254,665,4582v58,328,165,632,216,820c932,5590,922,5636,972,5708v50,72,155,84,209,128c1235,5880,1261,5912,1295,5974v34,62,71,184,90,232e" filled="f">
                      <v:path arrowok="t" o:connecttype="custom" o:connectlocs="356187,715;87259,3576;15020,17880;5722,108713;7868,274644;9298,640836;61510,906898;326862,1611389;381220,2457493;475631,3277134;630122,3863614;695208,4082471;844692,4174019;926229,4272719;990600,4438650" o:connectangles="0,0,0,0,0,0,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>
                      <wp:simplePos x="0" y="0"/>
                      <wp:positionH relativeFrom="column">
                        <wp:posOffset>1960880</wp:posOffset>
                      </wp:positionH>
                      <wp:positionV relativeFrom="paragraph">
                        <wp:posOffset>565785</wp:posOffset>
                      </wp:positionV>
                      <wp:extent cx="1167130" cy="4428490"/>
                      <wp:effectExtent l="13970" t="5080" r="9525" b="5080"/>
                      <wp:wrapNone/>
                      <wp:docPr id="9" name="Freeform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67130" cy="4428490"/>
                              </a:xfrm>
                              <a:custGeom>
                                <a:avLst/>
                                <a:gdLst>
                                  <a:gd name="T0" fmla="*/ 974 w 1632"/>
                                  <a:gd name="T1" fmla="*/ 47 h 6192"/>
                                  <a:gd name="T2" fmla="*/ 1193 w 1632"/>
                                  <a:gd name="T3" fmla="*/ 66 h 6192"/>
                                  <a:gd name="T4" fmla="*/ 1299 w 1632"/>
                                  <a:gd name="T5" fmla="*/ 70 h 6192"/>
                                  <a:gd name="T6" fmla="*/ 1385 w 1632"/>
                                  <a:gd name="T7" fmla="*/ 47 h 6192"/>
                                  <a:gd name="T8" fmla="*/ 1488 w 1632"/>
                                  <a:gd name="T9" fmla="*/ 17 h 6192"/>
                                  <a:gd name="T10" fmla="*/ 1610 w 1632"/>
                                  <a:gd name="T11" fmla="*/ 47 h 6192"/>
                                  <a:gd name="T12" fmla="*/ 1616 w 1632"/>
                                  <a:gd name="T13" fmla="*/ 301 h 6192"/>
                                  <a:gd name="T14" fmla="*/ 1562 w 1632"/>
                                  <a:gd name="T15" fmla="*/ 1078 h 6192"/>
                                  <a:gd name="T16" fmla="*/ 1213 w 1632"/>
                                  <a:gd name="T17" fmla="*/ 1648 h 6192"/>
                                  <a:gd name="T18" fmla="*/ 928 w 1632"/>
                                  <a:gd name="T19" fmla="*/ 2376 h 6192"/>
                                  <a:gd name="T20" fmla="*/ 777 w 1632"/>
                                  <a:gd name="T21" fmla="*/ 3959 h 6192"/>
                                  <a:gd name="T22" fmla="*/ 616 w 1632"/>
                                  <a:gd name="T23" fmla="*/ 4692 h 6192"/>
                                  <a:gd name="T24" fmla="*/ 439 w 1632"/>
                                  <a:gd name="T25" fmla="*/ 5367 h 6192"/>
                                  <a:gd name="T26" fmla="*/ 332 w 1632"/>
                                  <a:gd name="T27" fmla="*/ 5694 h 6192"/>
                                  <a:gd name="T28" fmla="*/ 153 w 1632"/>
                                  <a:gd name="T29" fmla="*/ 5828 h 6192"/>
                                  <a:gd name="T30" fmla="*/ 48 w 1632"/>
                                  <a:gd name="T31" fmla="*/ 5967 h 6192"/>
                                  <a:gd name="T32" fmla="*/ 0 w 1632"/>
                                  <a:gd name="T33" fmla="*/ 6192 h 61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1632" h="6192">
                                    <a:moveTo>
                                      <a:pt x="974" y="47"/>
                                    </a:moveTo>
                                    <a:cubicBezTo>
                                      <a:pt x="1011" y="50"/>
                                      <a:pt x="1138" y="62"/>
                                      <a:pt x="1193" y="66"/>
                                    </a:cubicBezTo>
                                    <a:cubicBezTo>
                                      <a:pt x="1247" y="70"/>
                                      <a:pt x="1267" y="72"/>
                                      <a:pt x="1299" y="70"/>
                                    </a:cubicBezTo>
                                    <a:cubicBezTo>
                                      <a:pt x="1331" y="66"/>
                                      <a:pt x="1354" y="55"/>
                                      <a:pt x="1385" y="47"/>
                                    </a:cubicBezTo>
                                    <a:cubicBezTo>
                                      <a:pt x="1417" y="38"/>
                                      <a:pt x="1451" y="17"/>
                                      <a:pt x="1488" y="17"/>
                                    </a:cubicBezTo>
                                    <a:cubicBezTo>
                                      <a:pt x="1525" y="17"/>
                                      <a:pt x="1589" y="0"/>
                                      <a:pt x="1610" y="47"/>
                                    </a:cubicBezTo>
                                    <a:cubicBezTo>
                                      <a:pt x="1632" y="94"/>
                                      <a:pt x="1624" y="129"/>
                                      <a:pt x="1616" y="301"/>
                                    </a:cubicBezTo>
                                    <a:cubicBezTo>
                                      <a:pt x="1608" y="473"/>
                                      <a:pt x="1629" y="853"/>
                                      <a:pt x="1562" y="1078"/>
                                    </a:cubicBezTo>
                                    <a:cubicBezTo>
                                      <a:pt x="1495" y="1303"/>
                                      <a:pt x="1319" y="1432"/>
                                      <a:pt x="1213" y="1648"/>
                                    </a:cubicBezTo>
                                    <a:cubicBezTo>
                                      <a:pt x="1107" y="1864"/>
                                      <a:pt x="1001" y="1991"/>
                                      <a:pt x="928" y="2376"/>
                                    </a:cubicBezTo>
                                    <a:cubicBezTo>
                                      <a:pt x="855" y="2761"/>
                                      <a:pt x="829" y="3573"/>
                                      <a:pt x="777" y="3959"/>
                                    </a:cubicBezTo>
                                    <a:cubicBezTo>
                                      <a:pt x="725" y="4345"/>
                                      <a:pt x="672" y="4458"/>
                                      <a:pt x="616" y="4692"/>
                                    </a:cubicBezTo>
                                    <a:cubicBezTo>
                                      <a:pt x="560" y="4927"/>
                                      <a:pt x="487" y="5200"/>
                                      <a:pt x="439" y="5367"/>
                                    </a:cubicBezTo>
                                    <a:cubicBezTo>
                                      <a:pt x="392" y="5534"/>
                                      <a:pt x="380" y="5617"/>
                                      <a:pt x="332" y="5694"/>
                                    </a:cubicBezTo>
                                    <a:cubicBezTo>
                                      <a:pt x="284" y="5771"/>
                                      <a:pt x="200" y="5782"/>
                                      <a:pt x="153" y="5828"/>
                                    </a:cubicBezTo>
                                    <a:cubicBezTo>
                                      <a:pt x="106" y="5874"/>
                                      <a:pt x="73" y="5906"/>
                                      <a:pt x="48" y="5967"/>
                                    </a:cubicBezTo>
                                    <a:cubicBezTo>
                                      <a:pt x="23" y="6028"/>
                                      <a:pt x="10" y="6146"/>
                                      <a:pt x="0" y="6192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C4F4C4" id="Freeform 526" o:spid="_x0000_s1026" style="position:absolute;margin-left:154.4pt;margin-top:44.55pt;width:91.9pt;height:348.7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32,6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" path="m974,47v37,3,164,15,219,19c1247,70,1267,72,1299,70v32,-4,55,-15,86,-23c1417,38,1451,17,1488,17v37,,101,-17,122,30c1632,94,1624,129,1616,301v-8,172,13,552,-54,777c1495,1303,1319,1432,1213,1648v-106,216,-212,343,-285,728c855,2761,829,3573,777,3959v-52,386,-105,499,-161,733c560,4927,487,5200,439,5367v-47,167,-59,250,-107,327c284,5771,200,5782,153,5828v-47,46,-80,78,-105,139c23,6028,10,6146,,6192e" filled="f">
                      <v:path arrowok="t" o:connecttype="custom" o:connectlocs="696559,33614;853178,47203;928984,50064;990487,33614;1064148,12158;1151397,33614;1155688,215274;1117069,770981;867481,1178642;663662,1699304;555674,2831459;440534,3355697;313952,3838454;237431,4072323;109418,4168159;34327,4267571;0,4428490" o:connectangles="0,0,0,0,0,0,0,0,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>
                      <wp:simplePos x="0" y="0"/>
                      <wp:positionH relativeFrom="column">
                        <wp:posOffset>2656205</wp:posOffset>
                      </wp:positionH>
                      <wp:positionV relativeFrom="paragraph">
                        <wp:posOffset>325120</wp:posOffset>
                      </wp:positionV>
                      <wp:extent cx="469900" cy="252730"/>
                      <wp:effectExtent l="13970" t="12065" r="11430" b="11430"/>
                      <wp:wrapNone/>
                      <wp:docPr id="8" name="Freeform 5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69900" cy="252730"/>
                              </a:xfrm>
                              <a:custGeom>
                                <a:avLst/>
                                <a:gdLst>
                                  <a:gd name="T0" fmla="*/ 0 w 860"/>
                                  <a:gd name="T1" fmla="*/ 401 h 428"/>
                                  <a:gd name="T2" fmla="*/ 308 w 860"/>
                                  <a:gd name="T3" fmla="*/ 426 h 428"/>
                                  <a:gd name="T4" fmla="*/ 446 w 860"/>
                                  <a:gd name="T5" fmla="*/ 413 h 428"/>
                                  <a:gd name="T6" fmla="*/ 628 w 860"/>
                                  <a:gd name="T7" fmla="*/ 367 h 428"/>
                                  <a:gd name="T8" fmla="*/ 808 w 860"/>
                                  <a:gd name="T9" fmla="*/ 336 h 428"/>
                                  <a:gd name="T10" fmla="*/ 852 w 860"/>
                                  <a:gd name="T11" fmla="*/ 168 h 428"/>
                                  <a:gd name="T12" fmla="*/ 854 w 860"/>
                                  <a:gd name="T13" fmla="*/ 0 h 42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860" h="428">
                                    <a:moveTo>
                                      <a:pt x="0" y="401"/>
                                    </a:moveTo>
                                    <a:cubicBezTo>
                                      <a:pt x="51" y="405"/>
                                      <a:pt x="234" y="424"/>
                                      <a:pt x="308" y="426"/>
                                    </a:cubicBezTo>
                                    <a:cubicBezTo>
                                      <a:pt x="382" y="428"/>
                                      <a:pt x="393" y="423"/>
                                      <a:pt x="446" y="413"/>
                                    </a:cubicBezTo>
                                    <a:cubicBezTo>
                                      <a:pt x="499" y="403"/>
                                      <a:pt x="568" y="380"/>
                                      <a:pt x="628" y="367"/>
                                    </a:cubicBezTo>
                                    <a:cubicBezTo>
                                      <a:pt x="688" y="354"/>
                                      <a:pt x="771" y="369"/>
                                      <a:pt x="808" y="336"/>
                                    </a:cubicBezTo>
                                    <a:cubicBezTo>
                                      <a:pt x="845" y="303"/>
                                      <a:pt x="844" y="224"/>
                                      <a:pt x="852" y="168"/>
                                    </a:cubicBezTo>
                                    <a:cubicBezTo>
                                      <a:pt x="860" y="112"/>
                                      <a:pt x="854" y="35"/>
                                      <a:pt x="854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7D369A" id="Freeform 525" o:spid="_x0000_s1026" style="position:absolute;margin-left:209.15pt;margin-top:25.6pt;width:37pt;height:19.9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0,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" path="m,401v51,4,234,23,308,25c382,428,393,423,446,413v53,-10,122,-33,182,-46c688,354,771,369,808,336v37,-33,36,-112,44,-168c860,112,854,35,854,e" filled="f">
                      <v:path arrowok="t" o:connecttype="custom" o:connectlocs="0,236787;168290,251549;243692,243873;343136,216710;441487,198405;465529,99202;466622,0" o:connectangles="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>
                      <wp:simplePos x="0" y="0"/>
                      <wp:positionH relativeFrom="column">
                        <wp:posOffset>3278505</wp:posOffset>
                      </wp:positionH>
                      <wp:positionV relativeFrom="paragraph">
                        <wp:posOffset>352425</wp:posOffset>
                      </wp:positionV>
                      <wp:extent cx="364490" cy="176530"/>
                      <wp:effectExtent l="7620" t="10795" r="8890" b="12700"/>
                      <wp:wrapNone/>
                      <wp:docPr id="7" name="Freeform 5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64490" cy="176530"/>
                              </a:xfrm>
                              <a:custGeom>
                                <a:avLst/>
                                <a:gdLst>
                                  <a:gd name="T0" fmla="*/ 667 w 667"/>
                                  <a:gd name="T1" fmla="*/ 285 h 298"/>
                                  <a:gd name="T2" fmla="*/ 237 w 667"/>
                                  <a:gd name="T3" fmla="*/ 290 h 298"/>
                                  <a:gd name="T4" fmla="*/ 38 w 667"/>
                                  <a:gd name="T5" fmla="*/ 237 h 298"/>
                                  <a:gd name="T6" fmla="*/ 9 w 667"/>
                                  <a:gd name="T7" fmla="*/ 0 h 2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667" h="298">
                                    <a:moveTo>
                                      <a:pt x="667" y="285"/>
                                    </a:moveTo>
                                    <a:cubicBezTo>
                                      <a:pt x="595" y="286"/>
                                      <a:pt x="342" y="298"/>
                                      <a:pt x="237" y="290"/>
                                    </a:cubicBezTo>
                                    <a:cubicBezTo>
                                      <a:pt x="132" y="282"/>
                                      <a:pt x="76" y="285"/>
                                      <a:pt x="38" y="237"/>
                                    </a:cubicBezTo>
                                    <a:cubicBezTo>
                                      <a:pt x="0" y="189"/>
                                      <a:pt x="15" y="49"/>
                                      <a:pt x="9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672F39" id="Freeform 524" o:spid="_x0000_s1026" style="position:absolute;margin-left:258.15pt;margin-top:27.75pt;width:28.7pt;height:13.9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7,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" path="m667,285v-72,1,-325,13,-430,5c132,282,76,285,38,237,,189,15,49,9,e" filled="f">
                      <v:path arrowok="t" o:connecttype="custom" o:connectlocs="364490,168829;129511,171791;20766,140395;4918,0" o:connectangles="0,0,0,0"/>
                    </v:shape>
                  </w:pict>
                </mc:Fallback>
              </mc:AlternateContent>
            </w:r>
          </w:p>
        </w:tc>
      </w:tr>
      <w:tr w:rsidR="002E202E" w:rsidRPr="001B1BC9" w:rsidTr="00F5616B">
        <w:tc>
          <w:tcPr>
            <w:tcW w:w="2242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202E" w:rsidRPr="001B1BC9" w:rsidRDefault="00CD5B46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0160" r="6350" b="13970"/>
                      <wp:wrapNone/>
                      <wp:docPr id="6" name="Freeform 6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92D742" id="Freeform 616" o:spid="_x0000_s1026" style="position:absolute;margin-left:66.15pt;margin-top:2.25pt;width:31.15pt;height:4.8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2E202E" w:rsidRPr="001B1BC9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511" w:type="dxa"/>
            <w:gridSpan w:val="4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E202E" w:rsidRPr="001B1BC9" w:rsidRDefault="00CD5B46" w:rsidP="001B1BC9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>
                      <wp:simplePos x="0" y="0"/>
                      <wp:positionH relativeFrom="column">
                        <wp:posOffset>3723640</wp:posOffset>
                      </wp:positionH>
                      <wp:positionV relativeFrom="paragraph">
                        <wp:posOffset>36830</wp:posOffset>
                      </wp:positionV>
                      <wp:extent cx="335280" cy="62865"/>
                      <wp:effectExtent l="19050" t="18415" r="36195" b="13970"/>
                      <wp:wrapNone/>
                      <wp:docPr id="5" name="Freeform 6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047B33" id="Freeform 619" o:spid="_x0000_s1026" style="position:absolute;margin-left:293.2pt;margin-top:2.9pt;width:26.4pt;height:4.9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>
                      <wp:simplePos x="0" y="0"/>
                      <wp:positionH relativeFrom="column">
                        <wp:posOffset>2524125</wp:posOffset>
                      </wp:positionH>
                      <wp:positionV relativeFrom="paragraph">
                        <wp:posOffset>33020</wp:posOffset>
                      </wp:positionV>
                      <wp:extent cx="395605" cy="61595"/>
                      <wp:effectExtent l="10160" t="5080" r="13335" b="9525"/>
                      <wp:wrapNone/>
                      <wp:docPr id="4" name="Freeform 6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2C7C54" id="Freeform 618" o:spid="_x0000_s1026" style="position:absolute;margin-left:198.75pt;margin-top:2.6pt;width:31.15pt;height:4.8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38735</wp:posOffset>
                      </wp:positionV>
                      <wp:extent cx="395605" cy="61595"/>
                      <wp:effectExtent l="10160" t="10795" r="13335" b="13335"/>
                      <wp:wrapNone/>
                      <wp:docPr id="3" name="Freeform 6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780705" id="Freeform 617" o:spid="_x0000_s1026" style="position:absolute;margin-left:137.25pt;margin-top:3.05pt;width:31.15pt;height:4.8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1B1BC9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7620" t="11430" r="6350" b="12700"/>
                      <wp:wrapNone/>
                      <wp:docPr id="2" name="Freeform 615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61F8A6" id="Freeform 615" o:spid="_x0000_s1026" alt="Granite" style="position:absolute;margin-left:52.3pt;margin-top:2.35pt;width:31.15pt;height:4.8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2E202E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2E202E" w:rsidRPr="001B1BC9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2E202E" w:rsidRPr="001B1BC9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Calcific                Smooth Surface                Irregular Surface</w:t>
            </w:r>
          </w:p>
        </w:tc>
      </w:tr>
      <w:tr w:rsidR="002E202E" w:rsidRPr="001B1BC9" w:rsidTr="00F5616B">
        <w:trPr>
          <w:gridAfter w:val="1"/>
          <w:wAfter w:w="13" w:type="dxa"/>
        </w:trPr>
        <w:tc>
          <w:tcPr>
            <w:tcW w:w="22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202E" w:rsidRPr="001B1BC9" w:rsidRDefault="002E202E" w:rsidP="001B1BC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</w:tc>
        <w:tc>
          <w:tcPr>
            <w:tcW w:w="7498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202E" w:rsidRPr="001B1BC9" w:rsidRDefault="002E202E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</w:tr>
      <w:tr w:rsidR="002E202E" w:rsidRPr="001B1BC9" w:rsidTr="0043695F">
        <w:trPr>
          <w:gridAfter w:val="1"/>
          <w:wAfter w:w="13" w:type="dxa"/>
        </w:trPr>
        <w:tc>
          <w:tcPr>
            <w:tcW w:w="232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202E" w:rsidRPr="001B1BC9" w:rsidRDefault="002E202E" w:rsidP="001B1BC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41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D5B46" w:rsidRPr="001B1BC9" w:rsidRDefault="00CD5B46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Technically difficult to scan the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Aorto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-Iliac segment due to the patient build and sensitivity in that region.</w:t>
            </w:r>
          </w:p>
        </w:tc>
      </w:tr>
      <w:tr w:rsidR="00F5616B" w:rsidRPr="001B1BC9" w:rsidTr="0043695F">
        <w:trPr>
          <w:gridAfter w:val="1"/>
          <w:wAfter w:w="13" w:type="dxa"/>
        </w:trPr>
        <w:tc>
          <w:tcPr>
            <w:tcW w:w="232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5616B" w:rsidRPr="001B1BC9" w:rsidRDefault="00F5616B" w:rsidP="001B1BC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color w:val="808080"/>
                <w:sz w:val="18"/>
                <w:szCs w:val="18"/>
              </w:rPr>
              <w:t>Aorto</w:t>
            </w:r>
            <w:proofErr w:type="spellEnd"/>
            <w:r>
              <w:rPr>
                <w:rFonts w:ascii="Arial" w:hAnsi="Arial" w:cs="Arial"/>
                <w:bCs/>
                <w:color w:val="808080"/>
                <w:sz w:val="18"/>
                <w:szCs w:val="18"/>
              </w:rPr>
              <w:t>-iliac Segment:</w:t>
            </w:r>
          </w:p>
        </w:tc>
        <w:tc>
          <w:tcPr>
            <w:tcW w:w="741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5616B" w:rsidRPr="001B1BC9" w:rsidRDefault="00CD5B46" w:rsidP="00CD5B46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CD5B46">
              <w:rPr>
                <w:rFonts w:ascii="Arial" w:hAnsi="Arial" w:cs="Arial"/>
                <w:sz w:val="18"/>
                <w:szCs w:val="20"/>
              </w:rPr>
              <w:t>Patent</w:t>
            </w:r>
            <w:r>
              <w:rPr>
                <w:rFonts w:ascii="Arial" w:hAnsi="Arial" w:cs="Arial"/>
                <w:sz w:val="18"/>
                <w:szCs w:val="20"/>
              </w:rPr>
              <w:t>. Normal calibre Aorta. Mild atheroma with no significant stenosis seen.</w:t>
            </w:r>
          </w:p>
        </w:tc>
      </w:tr>
      <w:tr w:rsidR="00F5616B" w:rsidRPr="001B1BC9" w:rsidTr="0043695F">
        <w:trPr>
          <w:gridAfter w:val="1"/>
          <w:wAfter w:w="13" w:type="dxa"/>
        </w:trPr>
        <w:tc>
          <w:tcPr>
            <w:tcW w:w="232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5616B" w:rsidRDefault="00F5616B" w:rsidP="001B1BC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</w:tc>
        <w:tc>
          <w:tcPr>
            <w:tcW w:w="366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5616B" w:rsidRPr="00F5616B" w:rsidRDefault="00F5616B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  <w:highlight w:val="yellow"/>
              </w:rPr>
            </w:pPr>
            <w:r w:rsidRPr="00F5616B">
              <w:rPr>
                <w:rFonts w:ascii="Arial" w:hAnsi="Arial" w:cs="Arial"/>
                <w:b/>
                <w:sz w:val="18"/>
                <w:szCs w:val="20"/>
              </w:rPr>
              <w:t>Right</w:t>
            </w:r>
          </w:p>
        </w:tc>
        <w:tc>
          <w:tcPr>
            <w:tcW w:w="3749" w:type="dxa"/>
            <w:shd w:val="clear" w:color="auto" w:fill="auto"/>
          </w:tcPr>
          <w:p w:rsidR="00F5616B" w:rsidRPr="00F5616B" w:rsidRDefault="00F5616B" w:rsidP="001B1BC9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  <w:highlight w:val="yellow"/>
              </w:rPr>
            </w:pPr>
            <w:r w:rsidRPr="00F5616B">
              <w:rPr>
                <w:rFonts w:ascii="Arial" w:hAnsi="Arial" w:cs="Arial"/>
                <w:b/>
                <w:sz w:val="18"/>
                <w:szCs w:val="20"/>
              </w:rPr>
              <w:t>Left</w:t>
            </w:r>
          </w:p>
        </w:tc>
      </w:tr>
      <w:tr w:rsidR="00CD5B46" w:rsidRPr="001B1BC9" w:rsidTr="0043695F">
        <w:trPr>
          <w:gridAfter w:val="1"/>
          <w:wAfter w:w="13" w:type="dxa"/>
        </w:trPr>
        <w:tc>
          <w:tcPr>
            <w:tcW w:w="232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D5B46" w:rsidRDefault="00CD5B46" w:rsidP="00CD5B46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366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D5B46" w:rsidRPr="00F5616B" w:rsidRDefault="00CD5B46" w:rsidP="00CD5B46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No significant arterial disease seen.</w:t>
            </w:r>
          </w:p>
        </w:tc>
        <w:tc>
          <w:tcPr>
            <w:tcW w:w="3749" w:type="dxa"/>
            <w:shd w:val="clear" w:color="auto" w:fill="auto"/>
          </w:tcPr>
          <w:p w:rsidR="00CD5B46" w:rsidRPr="00F5616B" w:rsidRDefault="00CD5B46" w:rsidP="00CD5B46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No significant arterial disease seen.</w:t>
            </w:r>
          </w:p>
        </w:tc>
      </w:tr>
      <w:tr w:rsidR="00CD5B46" w:rsidRPr="001B1BC9" w:rsidTr="0043695F">
        <w:trPr>
          <w:gridAfter w:val="1"/>
          <w:wAfter w:w="13" w:type="dxa"/>
        </w:trPr>
        <w:tc>
          <w:tcPr>
            <w:tcW w:w="232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D5B46" w:rsidRDefault="00CD5B46" w:rsidP="00CD5B46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366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D5B46" w:rsidRPr="00F5616B" w:rsidRDefault="00CD5B46" w:rsidP="00CD5B46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No significant arterial disease seen.</w:t>
            </w:r>
          </w:p>
        </w:tc>
        <w:tc>
          <w:tcPr>
            <w:tcW w:w="3749" w:type="dxa"/>
            <w:shd w:val="clear" w:color="auto" w:fill="auto"/>
          </w:tcPr>
          <w:p w:rsidR="00CD5B46" w:rsidRPr="00F5616B" w:rsidRDefault="00CD5B46" w:rsidP="00CD5B46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No significant arterial disease seen.</w:t>
            </w:r>
          </w:p>
        </w:tc>
      </w:tr>
      <w:tr w:rsidR="00CD5B46" w:rsidRPr="001B1BC9" w:rsidTr="0043695F">
        <w:trPr>
          <w:gridAfter w:val="1"/>
          <w:wAfter w:w="13" w:type="dxa"/>
        </w:trPr>
        <w:tc>
          <w:tcPr>
            <w:tcW w:w="232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D5B46" w:rsidRDefault="00CD5B46" w:rsidP="00CD5B46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808080"/>
                <w:sz w:val="18"/>
                <w:szCs w:val="18"/>
              </w:rPr>
              <w:t xml:space="preserve">Popliteal </w:t>
            </w:r>
          </w:p>
        </w:tc>
        <w:tc>
          <w:tcPr>
            <w:tcW w:w="366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D5B46" w:rsidRPr="00F5616B" w:rsidRDefault="00CD5B46" w:rsidP="00CD5B46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No significant arterial disease seen.</w:t>
            </w:r>
          </w:p>
        </w:tc>
        <w:tc>
          <w:tcPr>
            <w:tcW w:w="3749" w:type="dxa"/>
            <w:shd w:val="clear" w:color="auto" w:fill="auto"/>
          </w:tcPr>
          <w:p w:rsidR="00CD5B46" w:rsidRPr="00F5616B" w:rsidRDefault="00CD5B46" w:rsidP="00CD5B46">
            <w:pPr>
              <w:tabs>
                <w:tab w:val="left" w:pos="822"/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No significant arterial disease seen.</w:t>
            </w:r>
          </w:p>
        </w:tc>
      </w:tr>
      <w:tr w:rsidR="00CD5B46" w:rsidRPr="001B1BC9" w:rsidTr="00F5616B">
        <w:trPr>
          <w:gridAfter w:val="1"/>
          <w:wAfter w:w="13" w:type="dxa"/>
        </w:trPr>
        <w:tc>
          <w:tcPr>
            <w:tcW w:w="22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D5B46" w:rsidRPr="001B1BC9" w:rsidRDefault="00CD5B46" w:rsidP="00CD5B4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498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D5B46" w:rsidRPr="001B1BC9" w:rsidRDefault="00CD5B46" w:rsidP="00CD5B46">
            <w:pPr>
              <w:tabs>
                <w:tab w:val="left" w:pos="822"/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CD5B46" w:rsidRPr="001B1BC9" w:rsidTr="00F5616B">
        <w:trPr>
          <w:gridAfter w:val="1"/>
          <w:wAfter w:w="13" w:type="dxa"/>
        </w:trPr>
        <w:tc>
          <w:tcPr>
            <w:tcW w:w="224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D5B46" w:rsidRPr="001B1BC9" w:rsidRDefault="00CD5B46" w:rsidP="00CD5B4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B1BC9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1B1BC9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498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D5B46" w:rsidRPr="001B1BC9" w:rsidRDefault="00CD5B46" w:rsidP="00CD5B46">
            <w:pPr>
              <w:tabs>
                <w:tab w:val="left" w:pos="822"/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361AE4" w:rsidRDefault="00694581" w:rsidP="00D2400C"/>
    <w:sectPr w:rsidR="00694581" w:rsidRPr="00361AE4" w:rsidSect="009B13C8">
      <w:headerReference w:type="default" r:id="rId8"/>
      <w:footerReference w:type="default" r:id="rId9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C71" w:rsidRDefault="00675C71">
      <w:r>
        <w:separator/>
      </w:r>
    </w:p>
  </w:endnote>
  <w:endnote w:type="continuationSeparator" w:id="0">
    <w:p w:rsidR="00675C71" w:rsidRDefault="00675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B0F" w:rsidRPr="006D3249" w:rsidRDefault="00A16B0F" w:rsidP="006D3249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C71" w:rsidRDefault="00675C71">
      <w:r>
        <w:separator/>
      </w:r>
    </w:p>
  </w:footnote>
  <w:footnote w:type="continuationSeparator" w:id="0">
    <w:p w:rsidR="00675C71" w:rsidRDefault="00675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16B" w:rsidRDefault="00CD5B46">
    <w:pPr>
      <w:pStyle w:val="Header"/>
      <w:rPr>
        <w:rFonts w:ascii="Arial" w:hAnsi="Arial" w:cs="Arial"/>
      </w:rPr>
    </w:pPr>
    <w:r>
      <w:rPr>
        <w:rFonts w:ascii="Arial" w:hAnsi="Arial" w:cs="Arial"/>
        <w:noProof/>
        <w:lang w:val="en-GB"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12065</wp:posOffset>
          </wp:positionH>
          <wp:positionV relativeFrom="paragraph">
            <wp:posOffset>-177800</wp:posOffset>
          </wp:positionV>
          <wp:extent cx="1519555" cy="614680"/>
          <wp:effectExtent l="0" t="0" r="0" b="0"/>
          <wp:wrapTight wrapText="bothSides">
            <wp:wrapPolygon edited="0">
              <wp:start x="0" y="0"/>
              <wp:lineTo x="0" y="20752"/>
              <wp:lineTo x="21392" y="20752"/>
              <wp:lineTo x="21392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555" cy="614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5616B" w:rsidRDefault="00F5616B">
    <w:pPr>
      <w:pStyle w:val="Header"/>
    </w:pPr>
  </w:p>
  <w:p w:rsidR="0043695F" w:rsidRDefault="004369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 fill="f" fillcolor="white">
      <v:fill color="white" on="f"/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C71"/>
    <w:rsid w:val="00082FF5"/>
    <w:rsid w:val="000A3239"/>
    <w:rsid w:val="00106CEB"/>
    <w:rsid w:val="0011487A"/>
    <w:rsid w:val="00115D9F"/>
    <w:rsid w:val="00130125"/>
    <w:rsid w:val="00130D4E"/>
    <w:rsid w:val="00133BBD"/>
    <w:rsid w:val="00150EF7"/>
    <w:rsid w:val="00156297"/>
    <w:rsid w:val="001649DE"/>
    <w:rsid w:val="00170793"/>
    <w:rsid w:val="001B1BC9"/>
    <w:rsid w:val="001B3894"/>
    <w:rsid w:val="001B6174"/>
    <w:rsid w:val="001C73C6"/>
    <w:rsid w:val="001D4546"/>
    <w:rsid w:val="001F41A1"/>
    <w:rsid w:val="002027E7"/>
    <w:rsid w:val="0020510B"/>
    <w:rsid w:val="00216637"/>
    <w:rsid w:val="002167B0"/>
    <w:rsid w:val="00234EBD"/>
    <w:rsid w:val="00241E4E"/>
    <w:rsid w:val="0024703B"/>
    <w:rsid w:val="002523B4"/>
    <w:rsid w:val="00252DD3"/>
    <w:rsid w:val="002572A8"/>
    <w:rsid w:val="00267D9C"/>
    <w:rsid w:val="002845F4"/>
    <w:rsid w:val="002C2267"/>
    <w:rsid w:val="002C4D39"/>
    <w:rsid w:val="002C52B6"/>
    <w:rsid w:val="002D5608"/>
    <w:rsid w:val="002E202E"/>
    <w:rsid w:val="002F29A9"/>
    <w:rsid w:val="00311F33"/>
    <w:rsid w:val="00317A10"/>
    <w:rsid w:val="00324B94"/>
    <w:rsid w:val="00332965"/>
    <w:rsid w:val="003512C1"/>
    <w:rsid w:val="00361AE4"/>
    <w:rsid w:val="003A31C2"/>
    <w:rsid w:val="003B2913"/>
    <w:rsid w:val="003B7DF9"/>
    <w:rsid w:val="003F088A"/>
    <w:rsid w:val="00400424"/>
    <w:rsid w:val="0041713E"/>
    <w:rsid w:val="0043201F"/>
    <w:rsid w:val="0043695F"/>
    <w:rsid w:val="004400FD"/>
    <w:rsid w:val="00443A11"/>
    <w:rsid w:val="00446D9E"/>
    <w:rsid w:val="004479C2"/>
    <w:rsid w:val="00451578"/>
    <w:rsid w:val="00475D18"/>
    <w:rsid w:val="004932D3"/>
    <w:rsid w:val="004934E7"/>
    <w:rsid w:val="00494B80"/>
    <w:rsid w:val="0049764B"/>
    <w:rsid w:val="004A31E9"/>
    <w:rsid w:val="004B404C"/>
    <w:rsid w:val="004F7760"/>
    <w:rsid w:val="005044AB"/>
    <w:rsid w:val="00505B5E"/>
    <w:rsid w:val="00506954"/>
    <w:rsid w:val="00567FE1"/>
    <w:rsid w:val="005E5BC0"/>
    <w:rsid w:val="005E6656"/>
    <w:rsid w:val="00647FC9"/>
    <w:rsid w:val="00675C71"/>
    <w:rsid w:val="0068184A"/>
    <w:rsid w:val="00687CAB"/>
    <w:rsid w:val="00694581"/>
    <w:rsid w:val="006D3249"/>
    <w:rsid w:val="00727077"/>
    <w:rsid w:val="00746C88"/>
    <w:rsid w:val="00764A77"/>
    <w:rsid w:val="0077506E"/>
    <w:rsid w:val="00781E01"/>
    <w:rsid w:val="00784424"/>
    <w:rsid w:val="007A7B01"/>
    <w:rsid w:val="007E7543"/>
    <w:rsid w:val="007F0203"/>
    <w:rsid w:val="0081522A"/>
    <w:rsid w:val="00834AB6"/>
    <w:rsid w:val="00845175"/>
    <w:rsid w:val="008527CA"/>
    <w:rsid w:val="008B5D7F"/>
    <w:rsid w:val="008D344E"/>
    <w:rsid w:val="008F4314"/>
    <w:rsid w:val="00911F56"/>
    <w:rsid w:val="00937D9E"/>
    <w:rsid w:val="0094691B"/>
    <w:rsid w:val="0096089A"/>
    <w:rsid w:val="00984503"/>
    <w:rsid w:val="009957B4"/>
    <w:rsid w:val="009A34D2"/>
    <w:rsid w:val="009A5CA0"/>
    <w:rsid w:val="009B13C8"/>
    <w:rsid w:val="009C6954"/>
    <w:rsid w:val="009D2BAA"/>
    <w:rsid w:val="009E6F7E"/>
    <w:rsid w:val="00A00D03"/>
    <w:rsid w:val="00A01445"/>
    <w:rsid w:val="00A16B0F"/>
    <w:rsid w:val="00A4039C"/>
    <w:rsid w:val="00A50BBC"/>
    <w:rsid w:val="00A52037"/>
    <w:rsid w:val="00A5497F"/>
    <w:rsid w:val="00A56F06"/>
    <w:rsid w:val="00A65BE5"/>
    <w:rsid w:val="00A7491A"/>
    <w:rsid w:val="00A95094"/>
    <w:rsid w:val="00AA6449"/>
    <w:rsid w:val="00AE30A1"/>
    <w:rsid w:val="00AF27D7"/>
    <w:rsid w:val="00B07DD2"/>
    <w:rsid w:val="00B1332B"/>
    <w:rsid w:val="00B46ED4"/>
    <w:rsid w:val="00B64D15"/>
    <w:rsid w:val="00B67AFA"/>
    <w:rsid w:val="00BF0BB8"/>
    <w:rsid w:val="00C07BB1"/>
    <w:rsid w:val="00C4581A"/>
    <w:rsid w:val="00C46C3E"/>
    <w:rsid w:val="00C47CD3"/>
    <w:rsid w:val="00C73B47"/>
    <w:rsid w:val="00C82D8F"/>
    <w:rsid w:val="00C9350C"/>
    <w:rsid w:val="00CC6657"/>
    <w:rsid w:val="00CD5B46"/>
    <w:rsid w:val="00CD6ED9"/>
    <w:rsid w:val="00CD7188"/>
    <w:rsid w:val="00D2400C"/>
    <w:rsid w:val="00D25877"/>
    <w:rsid w:val="00D30790"/>
    <w:rsid w:val="00D34D9F"/>
    <w:rsid w:val="00D42CEC"/>
    <w:rsid w:val="00D56F21"/>
    <w:rsid w:val="00D605F8"/>
    <w:rsid w:val="00D8557F"/>
    <w:rsid w:val="00DD13FB"/>
    <w:rsid w:val="00DF5576"/>
    <w:rsid w:val="00E04650"/>
    <w:rsid w:val="00E071B6"/>
    <w:rsid w:val="00E13941"/>
    <w:rsid w:val="00E21EED"/>
    <w:rsid w:val="00E348A7"/>
    <w:rsid w:val="00E70784"/>
    <w:rsid w:val="00E75EB3"/>
    <w:rsid w:val="00E96ADB"/>
    <w:rsid w:val="00EC38C6"/>
    <w:rsid w:val="00EC6359"/>
    <w:rsid w:val="00EE0BE3"/>
    <w:rsid w:val="00EF0372"/>
    <w:rsid w:val="00F5616B"/>
    <w:rsid w:val="00F97F8C"/>
    <w:rsid w:val="00FC3506"/>
    <w:rsid w:val="00FD1462"/>
    <w:rsid w:val="00FD5807"/>
    <w:rsid w:val="00FE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>
      <v:fill color="white" on="f"/>
      <o:colormru v:ext="edit" colors="#eaeaea"/>
    </o:shapedefaults>
    <o:shapelayout v:ext="edit">
      <o:idmap v:ext="edit" data="1"/>
    </o:shapelayout>
  </w:shapeDefaults>
  <w:decimalSymbol w:val="."/>
  <w:listSeparator w:val=","/>
  <w14:docId w14:val="3A9DFE12"/>
  <w15:chartTrackingRefBased/>
  <w15:docId w15:val="{391FFA77-6FDD-4592-AB56-4E80C766D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Extremity%20Arterial\Bilateral%20Transplant%20Work-u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Bilateral Transplant Work-up</Template>
  <TotalTime>0</TotalTime>
  <Pages>1</Pages>
  <Words>122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James, Robert</dc:creator>
  <cp:keywords/>
  <cp:lastModifiedBy>James, Robert</cp:lastModifiedBy>
  <cp:revision>3</cp:revision>
  <cp:lastPrinted>1900-01-01T00:00:00Z</cp:lastPrinted>
  <dcterms:created xsi:type="dcterms:W3CDTF">2020-08-12T07:48:00Z</dcterms:created>
  <dcterms:modified xsi:type="dcterms:W3CDTF">2020-08-12T07:48:00Z</dcterms:modified>
  <cp:category>Patient Report</cp:category>
</cp:coreProperties>
</file>